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FE" w:rsidRDefault="003031FE">
      <w:pPr>
        <w:spacing w:line="1" w:lineRule="exact"/>
        <w:rPr>
          <w:sz w:val="2"/>
        </w:rPr>
      </w:pPr>
    </w:p>
    <w:p w:rsidR="003031FE" w:rsidRDefault="003031FE">
      <w:pPr>
        <w:framePr w:h="567" w:hSpace="10080" w:wrap="notBeside" w:vAnchor="text" w:hAnchor="margin" w:x="8411" w:y="1"/>
        <w:rPr>
          <w:sz w:val="24"/>
        </w:rPr>
        <w:sectPr w:rsidR="003031FE" w:rsidSect="000E3452">
          <w:headerReference w:type="default" r:id="rId13"/>
          <w:footerReference w:type="default" r:id="rId14"/>
          <w:type w:val="continuous"/>
          <w:pgSz w:w="11909" w:h="16834" w:code="9"/>
          <w:pgMar w:top="1162" w:right="760" w:bottom="1701" w:left="1134" w:header="720" w:footer="794" w:gutter="0"/>
          <w:cols w:space="720"/>
          <w:noEndnote/>
          <w:docGrid w:linePitch="272"/>
        </w:sectPr>
      </w:pPr>
    </w:p>
    <w:p w:rsidR="003031FE" w:rsidRPr="000E3452" w:rsidRDefault="00F413A4">
      <w:pPr>
        <w:shd w:val="clear" w:color="auto" w:fill="FFFFFF"/>
        <w:rPr>
          <w:sz w:val="24"/>
          <w:szCs w:val="24"/>
          <w:lang w:val="en-US"/>
        </w:rPr>
      </w:pPr>
      <w:r w:rsidRPr="000E3452">
        <w:rPr>
          <w:b/>
          <w:bCs/>
          <w:sz w:val="24"/>
          <w:szCs w:val="24"/>
          <w:lang w:val="en-US" w:eastAsia="en-US"/>
        </w:rPr>
        <w:lastRenderedPageBreak/>
        <w:t>Supplier Self-Assessment</w:t>
      </w:r>
      <w:r w:rsidR="003031FE" w:rsidRPr="000E3452">
        <w:rPr>
          <w:b/>
          <w:color w:val="000000"/>
          <w:spacing w:val="-1"/>
          <w:sz w:val="24"/>
          <w:szCs w:val="24"/>
          <w:lang w:val="en-US"/>
        </w:rPr>
        <w:t xml:space="preserve"> </w:t>
      </w:r>
    </w:p>
    <w:p w:rsidR="003031FE" w:rsidRPr="000E3452" w:rsidRDefault="003031FE">
      <w:pPr>
        <w:shd w:val="clear" w:color="auto" w:fill="FFFFFF"/>
        <w:ind w:left="5"/>
        <w:rPr>
          <w:sz w:val="24"/>
          <w:szCs w:val="24"/>
          <w:lang w:val="en-US"/>
        </w:rPr>
      </w:pPr>
      <w:r w:rsidRPr="000E3452">
        <w:rPr>
          <w:i/>
          <w:color w:val="000000"/>
          <w:spacing w:val="-2"/>
          <w:sz w:val="24"/>
          <w:szCs w:val="24"/>
          <w:lang w:val="en-US"/>
        </w:rPr>
        <w:t>Lieferanten</w:t>
      </w:r>
      <w:r w:rsidR="00F413A4" w:rsidRPr="000E3452">
        <w:rPr>
          <w:i/>
          <w:color w:val="000000"/>
          <w:spacing w:val="-2"/>
          <w:sz w:val="24"/>
          <w:szCs w:val="24"/>
          <w:lang w:val="en-US"/>
        </w:rPr>
        <w:t>selbstauskunft</w:t>
      </w:r>
    </w:p>
    <w:p w:rsidR="003031FE" w:rsidRPr="005F57C1" w:rsidRDefault="003031FE" w:rsidP="005F57C1">
      <w:pPr>
        <w:shd w:val="clear" w:color="auto" w:fill="FFFFFF"/>
        <w:ind w:left="38" w:right="-1335"/>
        <w:rPr>
          <w:color w:val="000000"/>
          <w:lang w:val="en-US"/>
        </w:rPr>
      </w:pPr>
      <w:r w:rsidRPr="005F57C1">
        <w:rPr>
          <w:color w:val="000000"/>
          <w:lang w:val="en-US"/>
        </w:rPr>
        <w:t xml:space="preserve">Please </w:t>
      </w:r>
      <w:r w:rsidR="005F57C1">
        <w:rPr>
          <w:color w:val="000000"/>
          <w:lang w:val="en-US"/>
        </w:rPr>
        <w:t>return</w:t>
      </w:r>
      <w:r w:rsidRPr="005F57C1">
        <w:rPr>
          <w:color w:val="000000"/>
          <w:lang w:val="en-US"/>
        </w:rPr>
        <w:t xml:space="preserve"> the </w:t>
      </w:r>
      <w:r w:rsidR="005F57C1" w:rsidRPr="005F57C1">
        <w:rPr>
          <w:color w:val="000000"/>
          <w:lang w:val="en-US"/>
        </w:rPr>
        <w:t xml:space="preserve">completed </w:t>
      </w:r>
      <w:r w:rsidRPr="005F57C1">
        <w:rPr>
          <w:color w:val="000000"/>
          <w:lang w:val="en-US"/>
        </w:rPr>
        <w:t>questionnaire and your attached documents to:</w:t>
      </w:r>
    </w:p>
    <w:p w:rsidR="003031FE" w:rsidRDefault="003031FE" w:rsidP="005F57C1">
      <w:pPr>
        <w:shd w:val="clear" w:color="auto" w:fill="FFFFFF"/>
        <w:ind w:left="38" w:right="-1335"/>
        <w:rPr>
          <w:i/>
          <w:color w:val="000000"/>
        </w:rPr>
      </w:pPr>
      <w:r>
        <w:rPr>
          <w:i/>
          <w:color w:val="000000"/>
        </w:rPr>
        <w:t xml:space="preserve">Bitte </w:t>
      </w:r>
      <w:r w:rsidR="005F57C1">
        <w:rPr>
          <w:i/>
          <w:color w:val="000000"/>
        </w:rPr>
        <w:t>retournieren</w:t>
      </w:r>
      <w:r w:rsidR="005255B8">
        <w:rPr>
          <w:i/>
          <w:color w:val="000000"/>
        </w:rPr>
        <w:t xml:space="preserve"> </w:t>
      </w:r>
      <w:r>
        <w:rPr>
          <w:i/>
          <w:color w:val="000000"/>
        </w:rPr>
        <w:t>Sie den</w:t>
      </w:r>
      <w:r w:rsidR="005F57C1">
        <w:rPr>
          <w:i/>
          <w:color w:val="000000"/>
        </w:rPr>
        <w:t xml:space="preserve"> ausgefüllten</w:t>
      </w:r>
      <w:r>
        <w:rPr>
          <w:i/>
          <w:color w:val="000000"/>
        </w:rPr>
        <w:t xml:space="preserve"> Fragebogen und Ihre beigefügten Dokumente an:</w:t>
      </w:r>
    </w:p>
    <w:p w:rsidR="005F57C1" w:rsidRPr="00096075" w:rsidRDefault="005F57C1">
      <w:pPr>
        <w:shd w:val="clear" w:color="auto" w:fill="FFFFFF"/>
        <w:ind w:left="38"/>
        <w:rPr>
          <w:sz w:val="16"/>
          <w:szCs w:val="16"/>
        </w:rPr>
      </w:pPr>
    </w:p>
    <w:tbl>
      <w:tblPr>
        <w:tblW w:w="75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60"/>
        <w:gridCol w:w="4668"/>
      </w:tblGrid>
      <w:tr w:rsidR="005F57C1" w:rsidRPr="005F57C1" w:rsidTr="00B41116">
        <w:trPr>
          <w:trHeight w:val="33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F57C1" w:rsidRPr="005F57C1" w:rsidRDefault="005F57C1" w:rsidP="005F57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5F57C1">
              <w:rPr>
                <w:b/>
                <w:bCs/>
                <w:sz w:val="16"/>
                <w:szCs w:val="16"/>
                <w:lang w:val="en-US" w:eastAsia="en-US"/>
              </w:rPr>
              <w:t>Name</w:t>
            </w:r>
          </w:p>
        </w:tc>
        <w:tc>
          <w:tcPr>
            <w:tcW w:w="4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F57C1" w:rsidRPr="005F57C1" w:rsidRDefault="005F57C1" w:rsidP="005F57C1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  <w:lang w:val="en-US" w:eastAsia="en-US"/>
              </w:rPr>
            </w:pPr>
            <w:r w:rsidRPr="005F57C1">
              <w:rPr>
                <w:b/>
                <w:bCs/>
                <w:sz w:val="16"/>
                <w:szCs w:val="16"/>
                <w:lang w:val="en-US" w:eastAsia="en-US"/>
              </w:rPr>
              <w:t>Mail</w:t>
            </w:r>
          </w:p>
        </w:tc>
      </w:tr>
      <w:tr w:rsidR="00A91CD1" w:rsidRPr="005F57C1" w:rsidTr="00343634">
        <w:trPr>
          <w:trHeight w:val="407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CD1" w:rsidRPr="0074748E" w:rsidRDefault="00A91CD1" w:rsidP="00A212E7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0FC3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Pr="0074748E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1CD1" w:rsidRPr="00A91CD1" w:rsidRDefault="00A91CD1" w:rsidP="00A212E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lang w:val="en-US"/>
              </w:rPr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  <w:r w:rsidRPr="00A91CD1">
              <w:rPr>
                <w:color w:val="000000"/>
                <w:sz w:val="18"/>
                <w:szCs w:val="18"/>
                <w:lang w:val="en-US" w:eastAsia="en-US"/>
              </w:rPr>
              <w:t xml:space="preserve">  </w:t>
            </w:r>
          </w:p>
        </w:tc>
      </w:tr>
      <w:tr w:rsidR="005F57C1" w:rsidRPr="005F57C1" w:rsidTr="00B41116">
        <w:trPr>
          <w:trHeight w:val="414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C1" w:rsidRPr="0074748E" w:rsidRDefault="008072C7" w:rsidP="005F57C1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0FC3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="005F57C1" w:rsidRPr="0074748E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7C1" w:rsidRPr="00A91CD1" w:rsidRDefault="008072C7" w:rsidP="005F57C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  <w:lang w:val="en-US" w:eastAsia="en-US"/>
              </w:rPr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lang w:val="en-US"/>
              </w:rPr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  <w:r w:rsidR="005F57C1" w:rsidRPr="00A91CD1">
              <w:rPr>
                <w:color w:val="000000"/>
                <w:sz w:val="18"/>
                <w:szCs w:val="18"/>
                <w:lang w:val="en-US" w:eastAsia="en-US"/>
              </w:rPr>
              <w:t> </w:t>
            </w:r>
            <w:r w:rsidR="00B41116" w:rsidRPr="00A91CD1"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</w:p>
        </w:tc>
      </w:tr>
    </w:tbl>
    <w:p w:rsidR="003031FE" w:rsidRDefault="003031FE" w:rsidP="00770A62">
      <w:pPr>
        <w:shd w:val="clear" w:color="auto" w:fill="FFFFFF"/>
        <w:spacing w:before="230"/>
        <w:ind w:left="43"/>
        <w:rPr>
          <w:lang w:val="it-IT"/>
        </w:rPr>
        <w:sectPr w:rsidR="003031FE" w:rsidSect="00C1386B">
          <w:type w:val="continuous"/>
          <w:pgSz w:w="11909" w:h="16834"/>
          <w:pgMar w:top="1162" w:right="1136" w:bottom="284" w:left="1144" w:header="720" w:footer="879" w:gutter="0"/>
          <w:cols w:num="2" w:space="720" w:equalWidth="0">
            <w:col w:w="7361" w:space="1418"/>
            <w:col w:w="850"/>
          </w:cols>
          <w:noEndnote/>
        </w:sectPr>
      </w:pPr>
      <w:r>
        <w:rPr>
          <w:lang w:val="it-IT"/>
        </w:rPr>
        <w:br w:type="column"/>
      </w:r>
    </w:p>
    <w:p w:rsidR="00584968" w:rsidRDefault="00584968">
      <w:pPr>
        <w:spacing w:after="226" w:line="1" w:lineRule="exact"/>
        <w:rPr>
          <w:sz w:val="2"/>
          <w:lang w:val="it-IT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10363"/>
      </w:tblGrid>
      <w:tr w:rsidR="00584968" w:rsidRPr="005F57C1" w:rsidTr="003157A7">
        <w:trPr>
          <w:trHeight w:val="356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C294A" w:rsidRPr="005F57C1" w:rsidRDefault="004C294A" w:rsidP="004C294A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4C294A">
              <w:rPr>
                <w:b/>
                <w:bCs/>
                <w:sz w:val="22"/>
                <w:szCs w:val="22"/>
                <w:lang w:val="en-US" w:eastAsia="en-US"/>
              </w:rPr>
              <w:t>TO BE FILLED OUT BY SUPPLIER</w:t>
            </w:r>
            <w:r>
              <w:rPr>
                <w:b/>
                <w:bCs/>
                <w:sz w:val="22"/>
                <w:szCs w:val="22"/>
                <w:lang w:val="en-US" w:eastAsia="en-US"/>
              </w:rPr>
              <w:t xml:space="preserve"> / </w:t>
            </w:r>
            <w:r w:rsidRPr="004C294A">
              <w:rPr>
                <w:i/>
                <w:color w:val="000000"/>
                <w:spacing w:val="-2"/>
                <w:sz w:val="22"/>
                <w:szCs w:val="22"/>
                <w:lang w:val="en-US"/>
              </w:rPr>
              <w:t>VOM  LIEFERANTEN  AUSZUFÜLLEN</w:t>
            </w:r>
          </w:p>
        </w:tc>
      </w:tr>
    </w:tbl>
    <w:p w:rsidR="00584968" w:rsidRDefault="00584968">
      <w:pPr>
        <w:spacing w:after="226" w:line="1" w:lineRule="exact"/>
        <w:rPr>
          <w:sz w:val="2"/>
          <w:lang w:val="it-IT"/>
        </w:rPr>
      </w:pPr>
    </w:p>
    <w:tbl>
      <w:tblPr>
        <w:tblW w:w="1034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2"/>
        <w:gridCol w:w="1454"/>
        <w:gridCol w:w="2551"/>
        <w:gridCol w:w="952"/>
        <w:gridCol w:w="324"/>
        <w:gridCol w:w="1134"/>
        <w:gridCol w:w="567"/>
        <w:gridCol w:w="708"/>
        <w:gridCol w:w="76"/>
        <w:gridCol w:w="1200"/>
      </w:tblGrid>
      <w:tr w:rsidR="003031FE" w:rsidRPr="00B41116" w:rsidTr="00EE77B8">
        <w:tblPrEx>
          <w:tblCellMar>
            <w:top w:w="0" w:type="dxa"/>
            <w:bottom w:w="0" w:type="dxa"/>
          </w:tblCellMar>
        </w:tblPrEx>
        <w:trPr>
          <w:trHeight w:hRule="exact" w:val="411"/>
        </w:trPr>
        <w:tc>
          <w:tcPr>
            <w:tcW w:w="10348" w:type="dxa"/>
            <w:gridSpan w:val="10"/>
            <w:shd w:val="clear" w:color="auto" w:fill="FFFFFF"/>
            <w:vAlign w:val="center"/>
          </w:tcPr>
          <w:p w:rsidR="003031FE" w:rsidRPr="00B41116" w:rsidRDefault="003031FE" w:rsidP="004C294A">
            <w:pPr>
              <w:shd w:val="clear" w:color="auto" w:fill="FFFFFF"/>
              <w:ind w:left="19"/>
              <w:rPr>
                <w:lang w:val="en-US"/>
              </w:rPr>
            </w:pPr>
            <w:r w:rsidRPr="00B41116">
              <w:rPr>
                <w:b/>
                <w:color w:val="000000"/>
                <w:spacing w:val="1"/>
                <w:lang w:val="en-US"/>
              </w:rPr>
              <w:t xml:space="preserve">1 </w:t>
            </w:r>
            <w:r w:rsidR="004C294A" w:rsidRPr="00B41116">
              <w:rPr>
                <w:b/>
                <w:lang w:val="en-US"/>
              </w:rPr>
              <w:t xml:space="preserve">General data / </w:t>
            </w:r>
            <w:r w:rsidR="004C294A" w:rsidRPr="00B41116">
              <w:rPr>
                <w:b/>
                <w:i/>
                <w:sz w:val="16"/>
                <w:szCs w:val="16"/>
                <w:lang w:val="en-US"/>
              </w:rPr>
              <w:t>Allgemeine Daten</w:t>
            </w:r>
            <w:r w:rsidR="004C294A" w:rsidRPr="00B41116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3031FE" w:rsidRPr="00B41116" w:rsidTr="00EE77B8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348" w:type="dxa"/>
            <w:gridSpan w:val="10"/>
            <w:shd w:val="clear" w:color="auto" w:fill="FFFFFF"/>
          </w:tcPr>
          <w:p w:rsidR="003031FE" w:rsidRPr="00B41116" w:rsidRDefault="003031FE">
            <w:pPr>
              <w:shd w:val="clear" w:color="auto" w:fill="FFFFFF"/>
              <w:ind w:left="5"/>
              <w:rPr>
                <w:lang w:val="en-US"/>
              </w:rPr>
            </w:pPr>
            <w:r w:rsidRPr="00B41116">
              <w:rPr>
                <w:color w:val="000000"/>
                <w:sz w:val="18"/>
                <w:lang w:val="en-US"/>
              </w:rPr>
              <w:t xml:space="preserve">Address </w:t>
            </w:r>
            <w:r w:rsidRPr="00B41116">
              <w:rPr>
                <w:i/>
                <w:color w:val="000000"/>
                <w:sz w:val="18"/>
                <w:lang w:val="en-US"/>
              </w:rPr>
              <w:t>/ Adresse</w:t>
            </w:r>
          </w:p>
        </w:tc>
      </w:tr>
      <w:tr w:rsidR="00C74872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shd w:val="clear" w:color="auto" w:fill="FFFFFF"/>
            <w:vAlign w:val="center"/>
          </w:tcPr>
          <w:p w:rsidR="003031FE" w:rsidRDefault="003031FE" w:rsidP="007C1D8C">
            <w:pPr>
              <w:shd w:val="clear" w:color="auto" w:fill="FFFFFF"/>
              <w:ind w:left="10"/>
            </w:pPr>
            <w:r w:rsidRPr="00B41116">
              <w:rPr>
                <w:color w:val="000000"/>
                <w:spacing w:val="-4"/>
                <w:lang w:val="en-US"/>
              </w:rPr>
              <w:t>C</w:t>
            </w:r>
            <w:r>
              <w:rPr>
                <w:color w:val="000000"/>
                <w:spacing w:val="-4"/>
              </w:rPr>
              <w:t>ompany</w:t>
            </w:r>
          </w:p>
          <w:p w:rsidR="003031FE" w:rsidRDefault="003031FE" w:rsidP="007C1D8C">
            <w:pPr>
              <w:shd w:val="clear" w:color="auto" w:fill="FFFFFF"/>
              <w:ind w:left="10"/>
            </w:pPr>
            <w:r>
              <w:rPr>
                <w:i/>
                <w:color w:val="000000"/>
                <w:spacing w:val="-2"/>
                <w:sz w:val="16"/>
              </w:rPr>
              <w:t>Firma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3031FE" w:rsidRDefault="003031FE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bookmarkStart w:id="0" w:name="_GoBack"/>
            <w:bookmarkEnd w:id="0"/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3031FE" w:rsidRDefault="003031FE">
            <w:pPr>
              <w:shd w:val="clear" w:color="auto" w:fill="FFFFFF"/>
              <w:ind w:left="10"/>
            </w:pPr>
            <w:r>
              <w:rPr>
                <w:color w:val="000000"/>
                <w:spacing w:val="-5"/>
              </w:rPr>
              <w:t>Phone no.</w:t>
            </w:r>
          </w:p>
          <w:p w:rsidR="003031FE" w:rsidRDefault="003031FE">
            <w:pPr>
              <w:shd w:val="clear" w:color="auto" w:fill="FFFFFF"/>
              <w:ind w:left="10"/>
            </w:pPr>
            <w:r>
              <w:rPr>
                <w:i/>
                <w:color w:val="000000"/>
                <w:spacing w:val="-3"/>
                <w:sz w:val="16"/>
              </w:rPr>
              <w:t>Telefon-Nr.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3031FE" w:rsidRPr="00A91CD1" w:rsidRDefault="003031FE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C74872" w:rsidTr="007C1D8C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82" w:type="dxa"/>
            <w:shd w:val="clear" w:color="auto" w:fill="FFFFFF"/>
            <w:vAlign w:val="center"/>
          </w:tcPr>
          <w:p w:rsidR="003031FE" w:rsidRDefault="003031FE" w:rsidP="007C1D8C">
            <w:pPr>
              <w:shd w:val="clear" w:color="auto" w:fill="FFFFFF"/>
              <w:ind w:left="14"/>
            </w:pPr>
            <w:r>
              <w:rPr>
                <w:color w:val="000000"/>
                <w:spacing w:val="-3"/>
              </w:rPr>
              <w:t>Street</w:t>
            </w:r>
          </w:p>
          <w:p w:rsidR="003031FE" w:rsidRDefault="003031FE" w:rsidP="007C1D8C">
            <w:pPr>
              <w:shd w:val="clear" w:color="auto" w:fill="FFFFFF"/>
              <w:ind w:left="14"/>
            </w:pPr>
            <w:r>
              <w:rPr>
                <w:i/>
                <w:color w:val="000000"/>
                <w:spacing w:val="-3"/>
                <w:sz w:val="16"/>
              </w:rPr>
              <w:t>Straße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3031FE" w:rsidRDefault="003031FE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3031FE" w:rsidRDefault="003031FE">
            <w:pPr>
              <w:shd w:val="clear" w:color="auto" w:fill="FFFFFF"/>
            </w:pPr>
            <w:r>
              <w:rPr>
                <w:color w:val="000000"/>
                <w:spacing w:val="-6"/>
              </w:rPr>
              <w:t>Fax no.</w:t>
            </w:r>
          </w:p>
          <w:p w:rsidR="003031FE" w:rsidRDefault="003031FE">
            <w:pPr>
              <w:shd w:val="clear" w:color="auto" w:fill="FFFFFF"/>
            </w:pPr>
            <w:r>
              <w:rPr>
                <w:i/>
                <w:color w:val="000000"/>
                <w:spacing w:val="-3"/>
                <w:sz w:val="16"/>
              </w:rPr>
              <w:t>Fax-Nr.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3031FE" w:rsidRPr="00A91CD1" w:rsidRDefault="003031FE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C74872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shd w:val="clear" w:color="auto" w:fill="FFFFFF"/>
            <w:vAlign w:val="center"/>
          </w:tcPr>
          <w:p w:rsidR="003031FE" w:rsidRDefault="003031FE" w:rsidP="007C1D8C">
            <w:pPr>
              <w:shd w:val="clear" w:color="auto" w:fill="FFFFFF"/>
              <w:ind w:left="10"/>
              <w:rPr>
                <w:lang w:val="en-GB"/>
              </w:rPr>
            </w:pPr>
            <w:r>
              <w:rPr>
                <w:color w:val="000000"/>
                <w:spacing w:val="-1"/>
                <w:lang w:val="en-GB"/>
              </w:rPr>
              <w:t>ZIP code, city</w:t>
            </w:r>
          </w:p>
          <w:p w:rsidR="003031FE" w:rsidRDefault="003031FE" w:rsidP="007C1D8C">
            <w:pPr>
              <w:shd w:val="clear" w:color="auto" w:fill="FFFFFF"/>
              <w:ind w:left="10"/>
              <w:rPr>
                <w:lang w:val="en-GB"/>
              </w:rPr>
            </w:pPr>
            <w:r>
              <w:rPr>
                <w:i/>
                <w:color w:val="000000"/>
                <w:spacing w:val="1"/>
                <w:sz w:val="16"/>
                <w:lang w:val="en-GB"/>
              </w:rPr>
              <w:t>PLZ, Ort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3031FE" w:rsidRDefault="003031FE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3031FE" w:rsidRDefault="003031FE">
            <w:pPr>
              <w:shd w:val="clear" w:color="auto" w:fill="FFFFFF"/>
            </w:pPr>
            <w:r>
              <w:rPr>
                <w:color w:val="000000"/>
                <w:spacing w:val="-5"/>
              </w:rPr>
              <w:t>E-mail</w:t>
            </w:r>
          </w:p>
          <w:p w:rsidR="003031FE" w:rsidRDefault="003031FE">
            <w:pPr>
              <w:shd w:val="clear" w:color="auto" w:fill="FFFFFF"/>
            </w:pPr>
            <w:r>
              <w:rPr>
                <w:i/>
                <w:color w:val="000000"/>
                <w:sz w:val="16"/>
              </w:rPr>
              <w:t>E-mail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3031FE" w:rsidRPr="00A91CD1" w:rsidRDefault="003031FE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C74872" w:rsidTr="007C1D8C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82" w:type="dxa"/>
            <w:shd w:val="clear" w:color="auto" w:fill="FFFFFF"/>
            <w:vAlign w:val="center"/>
          </w:tcPr>
          <w:p w:rsidR="003031FE" w:rsidRDefault="003031FE" w:rsidP="007C1D8C">
            <w:pPr>
              <w:shd w:val="clear" w:color="auto" w:fill="FFFFFF"/>
              <w:ind w:left="10"/>
            </w:pPr>
            <w:r>
              <w:rPr>
                <w:color w:val="000000"/>
                <w:spacing w:val="-3"/>
              </w:rPr>
              <w:t>Country</w:t>
            </w:r>
          </w:p>
          <w:p w:rsidR="003031FE" w:rsidRDefault="003031FE" w:rsidP="007C1D8C">
            <w:pPr>
              <w:shd w:val="clear" w:color="auto" w:fill="FFFFFF"/>
              <w:ind w:left="10"/>
            </w:pPr>
            <w:r>
              <w:rPr>
                <w:i/>
                <w:color w:val="000000"/>
                <w:spacing w:val="1"/>
                <w:sz w:val="16"/>
              </w:rPr>
              <w:t>Land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3031FE" w:rsidRDefault="003031FE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3031FE" w:rsidRDefault="003031FE">
            <w:pPr>
              <w:shd w:val="clear" w:color="auto" w:fill="FFFFFF"/>
            </w:pPr>
            <w:r>
              <w:rPr>
                <w:color w:val="000000"/>
                <w:spacing w:val="-4"/>
              </w:rPr>
              <w:t>Internet</w:t>
            </w:r>
          </w:p>
          <w:p w:rsidR="003031FE" w:rsidRDefault="003031FE">
            <w:pPr>
              <w:shd w:val="clear" w:color="auto" w:fill="FFFFFF"/>
            </w:pPr>
            <w:r>
              <w:rPr>
                <w:i/>
                <w:color w:val="000000"/>
                <w:sz w:val="16"/>
              </w:rPr>
              <w:t>Internet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3031FE" w:rsidRPr="00A91CD1" w:rsidRDefault="003031FE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74286A" w:rsidTr="007C1D8C">
        <w:tblPrEx>
          <w:tblCellMar>
            <w:top w:w="0" w:type="dxa"/>
            <w:bottom w:w="0" w:type="dxa"/>
          </w:tblCellMar>
        </w:tblPrEx>
        <w:trPr>
          <w:trHeight w:hRule="exact" w:val="633"/>
        </w:trPr>
        <w:tc>
          <w:tcPr>
            <w:tcW w:w="1382" w:type="dxa"/>
            <w:shd w:val="clear" w:color="auto" w:fill="FFFFFF"/>
            <w:vAlign w:val="center"/>
          </w:tcPr>
          <w:p w:rsidR="0074286A" w:rsidRDefault="009E368C" w:rsidP="007C1D8C">
            <w:pPr>
              <w:shd w:val="clear" w:color="auto" w:fill="FFFFFF"/>
              <w:ind w:left="10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Native l</w:t>
            </w:r>
            <w:r w:rsidR="0074286A">
              <w:rPr>
                <w:color w:val="000000"/>
                <w:spacing w:val="-3"/>
              </w:rPr>
              <w:t>anguage</w:t>
            </w:r>
          </w:p>
          <w:p w:rsidR="0074286A" w:rsidRPr="0074286A" w:rsidRDefault="009E368C" w:rsidP="007C1D8C">
            <w:pPr>
              <w:shd w:val="clear" w:color="auto" w:fill="FFFFFF"/>
              <w:ind w:left="10"/>
              <w:rPr>
                <w:i/>
                <w:sz w:val="16"/>
                <w:szCs w:val="16"/>
              </w:rPr>
            </w:pPr>
            <w:r>
              <w:rPr>
                <w:i/>
                <w:color w:val="000000"/>
                <w:spacing w:val="-3"/>
                <w:sz w:val="16"/>
                <w:szCs w:val="16"/>
              </w:rPr>
              <w:t>Landess</w:t>
            </w:r>
            <w:r w:rsidR="0074286A" w:rsidRPr="0074286A">
              <w:rPr>
                <w:i/>
                <w:color w:val="000000"/>
                <w:spacing w:val="-3"/>
                <w:sz w:val="16"/>
                <w:szCs w:val="16"/>
              </w:rPr>
              <w:t>prache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74286A" w:rsidRDefault="0074286A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9E368C" w:rsidRDefault="009E368C" w:rsidP="009E368C">
            <w:pPr>
              <w:shd w:val="clear" w:color="auto" w:fill="FFFFFF"/>
              <w:ind w:left="10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Business language</w:t>
            </w:r>
          </w:p>
          <w:p w:rsidR="0074286A" w:rsidRDefault="009E368C" w:rsidP="009E368C">
            <w:pPr>
              <w:shd w:val="clear" w:color="auto" w:fill="FFFFFF"/>
            </w:pPr>
            <w:r>
              <w:rPr>
                <w:i/>
                <w:color w:val="000000"/>
                <w:spacing w:val="-3"/>
                <w:sz w:val="16"/>
                <w:szCs w:val="16"/>
              </w:rPr>
              <w:t>Geschäftss</w:t>
            </w:r>
            <w:r w:rsidRPr="0074286A">
              <w:rPr>
                <w:i/>
                <w:color w:val="000000"/>
                <w:spacing w:val="-3"/>
                <w:sz w:val="16"/>
                <w:szCs w:val="16"/>
              </w:rPr>
              <w:t>prache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74286A" w:rsidTr="007C1D8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0348" w:type="dxa"/>
            <w:gridSpan w:val="10"/>
            <w:shd w:val="clear" w:color="auto" w:fill="FFFFFF"/>
            <w:vAlign w:val="center"/>
          </w:tcPr>
          <w:p w:rsidR="0074286A" w:rsidRDefault="0074286A" w:rsidP="007C1D8C">
            <w:pPr>
              <w:shd w:val="clear" w:color="auto" w:fill="FFFFFF"/>
              <w:rPr>
                <w:b/>
              </w:rPr>
            </w:pPr>
            <w:r>
              <w:rPr>
                <w:b/>
                <w:color w:val="000000"/>
                <w:spacing w:val="1"/>
              </w:rPr>
              <w:t xml:space="preserve">1.1 </w:t>
            </w:r>
            <w:r>
              <w:rPr>
                <w:b/>
              </w:rPr>
              <w:t xml:space="preserve">Bank details </w:t>
            </w:r>
            <w:r w:rsidRPr="00BA4482">
              <w:rPr>
                <w:b/>
              </w:rPr>
              <w:t xml:space="preserve">/ </w:t>
            </w:r>
            <w:r w:rsidRPr="008F0307">
              <w:rPr>
                <w:b/>
                <w:i/>
                <w:sz w:val="16"/>
                <w:szCs w:val="16"/>
              </w:rPr>
              <w:t>Bankverbindung</w:t>
            </w:r>
            <w:r w:rsidR="00C1386B">
              <w:rPr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C74872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shd w:val="clear" w:color="auto" w:fill="FFFFFF"/>
            <w:vAlign w:val="center"/>
          </w:tcPr>
          <w:p w:rsidR="0074286A" w:rsidRPr="00B5566E" w:rsidRDefault="0074286A" w:rsidP="007C1D8C">
            <w:pPr>
              <w:shd w:val="clear" w:color="auto" w:fill="FFFFFF"/>
              <w:ind w:left="10"/>
              <w:rPr>
                <w:color w:val="000000"/>
                <w:lang w:val="en-US"/>
              </w:rPr>
            </w:pPr>
            <w:r w:rsidRPr="00B5566E">
              <w:rPr>
                <w:color w:val="000000"/>
                <w:lang w:val="en-GB"/>
              </w:rPr>
              <w:t>DUNS-No.</w:t>
            </w:r>
            <w:r w:rsidRPr="00B5566E">
              <w:rPr>
                <w:color w:val="000000"/>
                <w:lang w:val="en-GB"/>
              </w:rPr>
              <w:br/>
            </w:r>
            <w:r w:rsidRPr="00B5566E">
              <w:rPr>
                <w:i/>
                <w:color w:val="000000"/>
                <w:sz w:val="16"/>
                <w:szCs w:val="16"/>
                <w:lang w:val="en-GB"/>
              </w:rPr>
              <w:t>DUNS-Nr.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  <w:rPr>
                <w:color w:val="000000"/>
              </w:rPr>
            </w:pPr>
            <w:r w:rsidRPr="00A91CD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color w:val="000000"/>
              </w:rPr>
              <w:instrText xml:space="preserve"> FORMTEXT </w:instrText>
            </w:r>
            <w:r w:rsidRPr="00A91CD1">
              <w:rPr>
                <w:color w:val="000000"/>
              </w:rPr>
            </w:r>
            <w:r w:rsidRPr="00A91CD1">
              <w:rPr>
                <w:color w:val="000000"/>
              </w:rPr>
              <w:fldChar w:fldCharType="separate"/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color w:val="000000"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74286A" w:rsidRPr="00B5566E" w:rsidRDefault="0074286A" w:rsidP="00B5566E">
            <w:pPr>
              <w:shd w:val="clear" w:color="auto" w:fill="FFFFFF"/>
              <w:rPr>
                <w:color w:val="000000"/>
                <w:lang w:val="en-US"/>
              </w:rPr>
            </w:pPr>
            <w:r w:rsidRPr="00B5566E">
              <w:rPr>
                <w:color w:val="000000"/>
                <w:lang w:val="en-GB"/>
              </w:rPr>
              <w:t>UID/VAT-Nr.</w:t>
            </w:r>
            <w:r w:rsidRPr="00B5566E">
              <w:rPr>
                <w:color w:val="000000"/>
                <w:lang w:val="en-GB"/>
              </w:rPr>
              <w:br/>
            </w:r>
            <w:r w:rsidRPr="00B5566E">
              <w:rPr>
                <w:i/>
                <w:color w:val="000000"/>
                <w:spacing w:val="1"/>
                <w:sz w:val="16"/>
                <w:lang w:val="en-US"/>
              </w:rPr>
              <w:t>UID/VAT-No</w:t>
            </w:r>
            <w:r w:rsidRPr="00B5566E">
              <w:rPr>
                <w:color w:val="000000"/>
                <w:lang w:val="en-GB"/>
              </w:rPr>
              <w:t>.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C74872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shd w:val="clear" w:color="auto" w:fill="FFFFFF"/>
            <w:vAlign w:val="center"/>
          </w:tcPr>
          <w:p w:rsidR="0074286A" w:rsidRPr="00B5566E" w:rsidRDefault="0074286A" w:rsidP="007C1D8C">
            <w:pPr>
              <w:shd w:val="clear" w:color="auto" w:fill="FFFFFF"/>
              <w:ind w:left="10"/>
              <w:rPr>
                <w:color w:val="000000"/>
              </w:rPr>
            </w:pPr>
            <w:r w:rsidRPr="00B5566E">
              <w:rPr>
                <w:color w:val="000000"/>
                <w:lang w:val="en-GB"/>
              </w:rPr>
              <w:t>Bank name</w:t>
            </w:r>
            <w:r w:rsidRPr="00B5566E">
              <w:rPr>
                <w:color w:val="000000"/>
                <w:lang w:val="en-GB"/>
              </w:rPr>
              <w:br/>
            </w:r>
            <w:r w:rsidRPr="00B5566E">
              <w:rPr>
                <w:i/>
                <w:color w:val="000000"/>
                <w:sz w:val="16"/>
                <w:szCs w:val="16"/>
                <w:lang w:val="en-GB"/>
              </w:rPr>
              <w:t>Bankname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  <w:rPr>
                <w:color w:val="000000"/>
              </w:rPr>
            </w:pPr>
            <w:r w:rsidRPr="00A91CD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color w:val="000000"/>
              </w:rPr>
              <w:instrText xml:space="preserve"> FORMTEXT </w:instrText>
            </w:r>
            <w:r w:rsidRPr="00A91CD1">
              <w:rPr>
                <w:color w:val="000000"/>
              </w:rPr>
            </w:r>
            <w:r w:rsidRPr="00A91CD1">
              <w:rPr>
                <w:color w:val="000000"/>
              </w:rPr>
              <w:fldChar w:fldCharType="separate"/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color w:val="000000"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74286A" w:rsidRPr="00B5566E" w:rsidRDefault="0074286A" w:rsidP="005310A4">
            <w:pPr>
              <w:shd w:val="clear" w:color="auto" w:fill="FFFFFF"/>
              <w:rPr>
                <w:color w:val="000000"/>
                <w:lang w:val="en-US"/>
              </w:rPr>
            </w:pPr>
            <w:r w:rsidRPr="00B5566E">
              <w:rPr>
                <w:color w:val="000000"/>
                <w:lang w:val="en-GB"/>
              </w:rPr>
              <w:t>Zip-code/City</w:t>
            </w:r>
            <w:r w:rsidRPr="00B5566E">
              <w:rPr>
                <w:color w:val="000000"/>
                <w:lang w:val="en-GB"/>
              </w:rPr>
              <w:br/>
            </w:r>
            <w:r w:rsidRPr="00B5566E">
              <w:rPr>
                <w:i/>
                <w:color w:val="000000"/>
                <w:sz w:val="16"/>
                <w:szCs w:val="16"/>
                <w:lang w:val="en-GB"/>
              </w:rPr>
              <w:t>PLZ/Ort.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74286A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shd w:val="clear" w:color="auto" w:fill="FFFFFF"/>
            <w:vAlign w:val="center"/>
          </w:tcPr>
          <w:p w:rsidR="0074286A" w:rsidRPr="00B5566E" w:rsidRDefault="0074286A" w:rsidP="007C1D8C">
            <w:pPr>
              <w:shd w:val="clear" w:color="auto" w:fill="FFFFFF"/>
              <w:ind w:left="10"/>
              <w:rPr>
                <w:color w:val="000000"/>
              </w:rPr>
            </w:pPr>
            <w:r w:rsidRPr="00B5566E">
              <w:rPr>
                <w:color w:val="000000"/>
                <w:lang w:val="en-GB"/>
              </w:rPr>
              <w:t>Bank code</w:t>
            </w:r>
            <w:r w:rsidRPr="00B5566E">
              <w:rPr>
                <w:color w:val="000000"/>
                <w:lang w:val="en-GB"/>
              </w:rPr>
              <w:br/>
            </w:r>
            <w:r w:rsidRPr="00B5566E">
              <w:rPr>
                <w:i/>
                <w:color w:val="000000"/>
                <w:sz w:val="16"/>
                <w:szCs w:val="16"/>
                <w:lang w:val="en-GB"/>
              </w:rPr>
              <w:t>Bankleitzahl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  <w:rPr>
                <w:color w:val="000000"/>
              </w:rPr>
            </w:pPr>
            <w:r w:rsidRPr="00A91CD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color w:val="000000"/>
              </w:rPr>
              <w:instrText xml:space="preserve"> FORMTEXT </w:instrText>
            </w:r>
            <w:r w:rsidRPr="00A91CD1">
              <w:rPr>
                <w:color w:val="000000"/>
              </w:rPr>
            </w:r>
            <w:r w:rsidRPr="00A91CD1">
              <w:rPr>
                <w:color w:val="000000"/>
              </w:rPr>
              <w:fldChar w:fldCharType="separate"/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color w:val="000000"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74286A" w:rsidRPr="00B5566E" w:rsidRDefault="0074286A" w:rsidP="00B5566E">
            <w:pPr>
              <w:shd w:val="clear" w:color="auto" w:fill="FFFFFF"/>
              <w:rPr>
                <w:color w:val="000000"/>
                <w:lang w:val="en-GB"/>
              </w:rPr>
            </w:pPr>
            <w:r w:rsidRPr="00B5566E">
              <w:rPr>
                <w:color w:val="000000"/>
                <w:lang w:val="en-GB"/>
              </w:rPr>
              <w:t>Account no.</w:t>
            </w:r>
          </w:p>
          <w:p w:rsidR="0074286A" w:rsidRPr="00B5566E" w:rsidRDefault="0074286A" w:rsidP="00B5566E">
            <w:pPr>
              <w:shd w:val="clear" w:color="auto" w:fill="FFFFFF"/>
              <w:rPr>
                <w:i/>
                <w:color w:val="000000"/>
                <w:lang w:val="en-US"/>
              </w:rPr>
            </w:pPr>
            <w:r w:rsidRPr="00B5566E">
              <w:rPr>
                <w:i/>
                <w:color w:val="000000"/>
                <w:sz w:val="16"/>
                <w:szCs w:val="16"/>
                <w:lang w:val="en-GB"/>
              </w:rPr>
              <w:t xml:space="preserve">Konto.Nr. 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  <w:rPr>
                <w:lang w:val="en-US"/>
              </w:rPr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lang w:val="en-US"/>
              </w:rPr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74286A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shd w:val="clear" w:color="auto" w:fill="FFFFFF"/>
            <w:vAlign w:val="center"/>
          </w:tcPr>
          <w:p w:rsidR="0074286A" w:rsidRPr="00B5566E" w:rsidRDefault="0028115C" w:rsidP="007C1D8C">
            <w:pPr>
              <w:shd w:val="clear" w:color="auto" w:fill="FFFFFF"/>
              <w:ind w:left="10"/>
              <w:rPr>
                <w:color w:val="000000"/>
                <w:lang w:val="en-US"/>
              </w:rPr>
            </w:pPr>
            <w:r w:rsidRPr="00B5566E">
              <w:rPr>
                <w:color w:val="000000"/>
              </w:rPr>
              <w:t>BIC (SWIFT) CODE</w:t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  <w:rPr>
                <w:color w:val="000000"/>
                <w:lang w:val="en-US"/>
              </w:rPr>
            </w:pPr>
            <w:r w:rsidRPr="00A91CD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color w:val="000000"/>
                <w:lang w:val="en-US"/>
              </w:rPr>
              <w:instrText xml:space="preserve"> FORMTEXT </w:instrText>
            </w:r>
            <w:r w:rsidRPr="00A91CD1">
              <w:rPr>
                <w:color w:val="000000"/>
              </w:rPr>
            </w:r>
            <w:r w:rsidRPr="00A91CD1">
              <w:rPr>
                <w:color w:val="000000"/>
              </w:rPr>
              <w:fldChar w:fldCharType="separate"/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color w:val="000000"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74286A" w:rsidRPr="00B5566E" w:rsidRDefault="0074286A" w:rsidP="005310A4">
            <w:pPr>
              <w:shd w:val="clear" w:color="auto" w:fill="FFFFFF"/>
              <w:rPr>
                <w:color w:val="000000"/>
                <w:lang w:val="en-US"/>
              </w:rPr>
            </w:pPr>
            <w:r w:rsidRPr="00B5566E">
              <w:rPr>
                <w:color w:val="000000"/>
                <w:lang w:val="en-GB"/>
              </w:rPr>
              <w:t>Bank country</w:t>
            </w:r>
            <w:r w:rsidRPr="00B5566E">
              <w:rPr>
                <w:color w:val="000000"/>
                <w:lang w:val="en-GB"/>
              </w:rPr>
              <w:br/>
            </w:r>
            <w:r w:rsidRPr="00B5566E">
              <w:rPr>
                <w:i/>
                <w:color w:val="000000"/>
                <w:sz w:val="16"/>
                <w:szCs w:val="16"/>
                <w:lang w:val="en-GB"/>
              </w:rPr>
              <w:t>Bankland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  <w:rPr>
                <w:lang w:val="en-US"/>
              </w:rPr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lang w:val="en-US"/>
              </w:rPr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C74872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shd w:val="clear" w:color="auto" w:fill="FFFFFF"/>
            <w:vAlign w:val="center"/>
          </w:tcPr>
          <w:p w:rsidR="0074286A" w:rsidRPr="00B5566E" w:rsidRDefault="0028115C" w:rsidP="007C1D8C">
            <w:pPr>
              <w:shd w:val="clear" w:color="auto" w:fill="FFFFFF"/>
              <w:rPr>
                <w:color w:val="000000"/>
              </w:rPr>
            </w:pPr>
            <w:r w:rsidRPr="00B5566E">
              <w:rPr>
                <w:color w:val="000000"/>
                <w:lang w:val="en-GB"/>
              </w:rPr>
              <w:t>IBAN</w:t>
            </w:r>
            <w:r w:rsidR="0074286A" w:rsidRPr="00B5566E">
              <w:rPr>
                <w:color w:val="000000"/>
              </w:rPr>
              <w:br/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  <w:rPr>
                <w:color w:val="000000"/>
              </w:rPr>
            </w:pPr>
            <w:r w:rsidRPr="00A91CD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color w:val="000000"/>
              </w:rPr>
              <w:instrText xml:space="preserve"> FORMTEXT </w:instrText>
            </w:r>
            <w:r w:rsidRPr="00A91CD1">
              <w:rPr>
                <w:color w:val="000000"/>
              </w:rPr>
            </w:r>
            <w:r w:rsidRPr="00A91CD1">
              <w:rPr>
                <w:color w:val="000000"/>
              </w:rPr>
              <w:fldChar w:fldCharType="separate"/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color w:val="000000"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74286A" w:rsidRPr="00404103" w:rsidRDefault="00404103" w:rsidP="00B5566E">
            <w:pPr>
              <w:shd w:val="clear" w:color="auto" w:fill="FFFFFF"/>
              <w:rPr>
                <w:color w:val="000000"/>
                <w:lang w:val="en-US"/>
              </w:rPr>
            </w:pPr>
            <w:r w:rsidRPr="00404103">
              <w:rPr>
                <w:color w:val="000000"/>
                <w:lang w:val="en-US"/>
              </w:rPr>
              <w:t>SAP-</w:t>
            </w:r>
            <w:r w:rsidR="0036372B" w:rsidRPr="00404103">
              <w:rPr>
                <w:color w:val="000000"/>
                <w:lang w:val="en-US"/>
              </w:rPr>
              <w:t xml:space="preserve">Vendor no. </w:t>
            </w:r>
          </w:p>
          <w:p w:rsidR="0036372B" w:rsidRPr="00404103" w:rsidRDefault="00404103" w:rsidP="00B5566E">
            <w:pPr>
              <w:shd w:val="clear" w:color="auto" w:fill="FFFFFF"/>
              <w:rPr>
                <w:i/>
                <w:color w:val="000000"/>
                <w:sz w:val="16"/>
                <w:szCs w:val="16"/>
                <w:lang w:val="en-US"/>
              </w:rPr>
            </w:pPr>
            <w:r w:rsidRPr="00404103">
              <w:rPr>
                <w:i/>
                <w:color w:val="000000"/>
                <w:sz w:val="16"/>
                <w:szCs w:val="16"/>
                <w:lang w:val="en-US"/>
              </w:rPr>
              <w:t>SAP-Vendoren</w:t>
            </w:r>
            <w:r w:rsidR="0036372B" w:rsidRPr="00404103">
              <w:rPr>
                <w:i/>
                <w:color w:val="000000"/>
                <w:sz w:val="16"/>
                <w:szCs w:val="16"/>
                <w:lang w:val="en-US"/>
              </w:rPr>
              <w:t xml:space="preserve">-Nr. 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C1386B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shd w:val="clear" w:color="auto" w:fill="FFFFFF"/>
            <w:vAlign w:val="center"/>
          </w:tcPr>
          <w:p w:rsidR="00C1386B" w:rsidRPr="00B5566E" w:rsidRDefault="00A91CD1" w:rsidP="007C1D8C">
            <w:pPr>
              <w:shd w:val="clear" w:color="auto" w:fill="FFFFFF"/>
              <w:rPr>
                <w:color w:val="000000"/>
              </w:rPr>
            </w:pPr>
            <w:r w:rsidRPr="00A91CD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color w:val="000000"/>
              </w:rPr>
              <w:instrText xml:space="preserve"> FORMTEXT </w:instrText>
            </w:r>
            <w:r w:rsidRPr="00A91CD1">
              <w:rPr>
                <w:color w:val="000000"/>
              </w:rPr>
            </w:r>
            <w:r w:rsidRPr="00A91CD1">
              <w:rPr>
                <w:color w:val="000000"/>
              </w:rPr>
              <w:fldChar w:fldCharType="separate"/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color w:val="000000"/>
              </w:rPr>
              <w:fldChar w:fldCharType="end"/>
            </w:r>
          </w:p>
        </w:tc>
        <w:tc>
          <w:tcPr>
            <w:tcW w:w="4957" w:type="dxa"/>
            <w:gridSpan w:val="3"/>
            <w:shd w:val="clear" w:color="auto" w:fill="FFFFFF"/>
            <w:vAlign w:val="center"/>
          </w:tcPr>
          <w:p w:rsidR="00C1386B" w:rsidRPr="00A91CD1" w:rsidRDefault="00A91CD1" w:rsidP="007C1D8C">
            <w:pPr>
              <w:shd w:val="clear" w:color="auto" w:fill="FFFFFF"/>
              <w:rPr>
                <w:color w:val="000000"/>
              </w:rPr>
            </w:pPr>
            <w:r w:rsidRPr="00A91CD1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color w:val="000000"/>
              </w:rPr>
              <w:instrText xml:space="preserve"> FORMTEXT </w:instrText>
            </w:r>
            <w:r w:rsidRPr="00A91CD1">
              <w:rPr>
                <w:color w:val="000000"/>
              </w:rPr>
            </w:r>
            <w:r w:rsidRPr="00A91CD1">
              <w:rPr>
                <w:color w:val="000000"/>
              </w:rPr>
              <w:fldChar w:fldCharType="separate"/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noProof/>
                <w:color w:val="000000"/>
              </w:rPr>
              <w:t> </w:t>
            </w:r>
            <w:r w:rsidRPr="00A91CD1">
              <w:rPr>
                <w:color w:val="000000"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</w:tcPr>
          <w:p w:rsidR="00C1386B" w:rsidRPr="00B5566E" w:rsidRDefault="00C1386B" w:rsidP="00B5566E">
            <w:pPr>
              <w:shd w:val="clear" w:color="auto" w:fill="FFFFFF"/>
              <w:rPr>
                <w:color w:val="000000"/>
                <w:lang w:val="en-GB"/>
              </w:rPr>
            </w:pPr>
            <w:r w:rsidRPr="00EE77B8">
              <w:rPr>
                <w:color w:val="000000"/>
                <w:lang w:val="en-GB"/>
              </w:rPr>
              <w:t>SAP-Supplier no.</w:t>
            </w:r>
            <w:r w:rsidRPr="00AE70BA">
              <w:rPr>
                <w:sz w:val="16"/>
                <w:szCs w:val="16"/>
                <w:lang w:val="en-GB"/>
              </w:rPr>
              <w:br/>
            </w:r>
            <w:r w:rsidRPr="00C1386B">
              <w:rPr>
                <w:i/>
                <w:sz w:val="16"/>
                <w:szCs w:val="16"/>
                <w:lang w:val="en-GB"/>
              </w:rPr>
              <w:t>SAP-Lieferanten-Nr.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C1386B" w:rsidRPr="00A91CD1" w:rsidRDefault="00C1386B" w:rsidP="007C1D8C">
            <w:pPr>
              <w:shd w:val="clear" w:color="auto" w:fill="FFFFFF"/>
              <w:rPr>
                <w:lang w:val="en-US"/>
              </w:rPr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7F6DFB" w:rsidTr="00DA16B4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6339" w:type="dxa"/>
            <w:gridSpan w:val="4"/>
            <w:shd w:val="clear" w:color="auto" w:fill="FFFFFF"/>
            <w:vAlign w:val="center"/>
          </w:tcPr>
          <w:p w:rsidR="007F6DFB" w:rsidRPr="00DD0197" w:rsidRDefault="00DD0197" w:rsidP="00DA16B4">
            <w:pPr>
              <w:shd w:val="clear" w:color="auto" w:fill="FFFFFF"/>
              <w:rPr>
                <w:color w:val="000000"/>
                <w:spacing w:val="-2"/>
                <w:lang w:val="en-GB"/>
              </w:rPr>
            </w:pPr>
            <w:r w:rsidRPr="00DD0197">
              <w:rPr>
                <w:color w:val="000000"/>
                <w:spacing w:val="-2"/>
                <w:lang w:val="en-GB"/>
              </w:rPr>
              <w:t>What kind</w:t>
            </w:r>
            <w:r w:rsidR="00EB0D80">
              <w:rPr>
                <w:color w:val="000000"/>
                <w:spacing w:val="-2"/>
                <w:lang w:val="en-GB"/>
              </w:rPr>
              <w:t>(s)</w:t>
            </w:r>
            <w:r w:rsidRPr="00DD0197">
              <w:rPr>
                <w:color w:val="000000"/>
                <w:spacing w:val="-2"/>
                <w:lang w:val="en-GB"/>
              </w:rPr>
              <w:t xml:space="preserve"> of insurance do you have?</w:t>
            </w:r>
          </w:p>
          <w:p w:rsidR="007F6DFB" w:rsidRDefault="007F6DFB" w:rsidP="00DA16B4">
            <w:pPr>
              <w:shd w:val="clear" w:color="auto" w:fill="FFFFFF"/>
              <w:rPr>
                <w:i/>
                <w:color w:val="000000"/>
                <w:sz w:val="16"/>
                <w:szCs w:val="16"/>
                <w:lang w:val="en-GB"/>
              </w:rPr>
            </w:pPr>
            <w:r w:rsidRPr="007F6DFB">
              <w:rPr>
                <w:i/>
                <w:color w:val="000000"/>
                <w:sz w:val="16"/>
                <w:szCs w:val="16"/>
                <w:lang w:val="en-GB"/>
              </w:rPr>
              <w:t>Welche Versicherungen sind vorhanden?</w:t>
            </w:r>
          </w:p>
          <w:p w:rsidR="00EB0D80" w:rsidRDefault="00EB0D80" w:rsidP="00DA16B4">
            <w:pPr>
              <w:shd w:val="clear" w:color="auto" w:fill="FFFFFF"/>
              <w:rPr>
                <w:i/>
                <w:color w:val="000000"/>
                <w:sz w:val="16"/>
                <w:szCs w:val="16"/>
                <w:lang w:val="en-GB"/>
              </w:rPr>
            </w:pPr>
          </w:p>
          <w:p w:rsidR="00EB0D80" w:rsidRDefault="00EB0D80" w:rsidP="00DA16B4">
            <w:pPr>
              <w:shd w:val="clear" w:color="auto" w:fill="FFFFFF"/>
              <w:rPr>
                <w:i/>
                <w:color w:val="000000"/>
                <w:sz w:val="16"/>
                <w:szCs w:val="16"/>
                <w:lang w:val="en-GB"/>
              </w:rPr>
            </w:pPr>
            <w:r w:rsidRPr="00EB0D80">
              <w:rPr>
                <w:i/>
                <w:lang w:val="en-US"/>
              </w:rPr>
              <w:t>Amount insured</w:t>
            </w:r>
          </w:p>
          <w:p w:rsidR="00EB0D80" w:rsidRPr="00EB0D80" w:rsidRDefault="00EB0D80" w:rsidP="00DA16B4">
            <w:pPr>
              <w:pStyle w:val="Kopfzeile"/>
              <w:tabs>
                <w:tab w:val="clear" w:pos="4536"/>
                <w:tab w:val="clear" w:pos="9072"/>
              </w:tabs>
              <w:rPr>
                <w:i/>
                <w:color w:val="000000"/>
                <w:sz w:val="16"/>
                <w:szCs w:val="16"/>
                <w:lang w:val="en-GB"/>
              </w:rPr>
            </w:pPr>
            <w:r w:rsidRPr="00EB0D80">
              <w:rPr>
                <w:i/>
                <w:color w:val="000000"/>
                <w:sz w:val="16"/>
                <w:szCs w:val="16"/>
                <w:lang w:val="en-GB"/>
              </w:rPr>
              <w:t>Versicherungssumme</w:t>
            </w:r>
          </w:p>
          <w:p w:rsidR="00EB0D80" w:rsidRDefault="00EB0D80" w:rsidP="00DA16B4">
            <w:pPr>
              <w:shd w:val="clear" w:color="auto" w:fill="FFFFFF"/>
              <w:rPr>
                <w:i/>
                <w:color w:val="000000"/>
                <w:sz w:val="16"/>
                <w:szCs w:val="16"/>
                <w:lang w:val="en-GB"/>
              </w:rPr>
            </w:pPr>
          </w:p>
          <w:p w:rsidR="00EB0D80" w:rsidRDefault="00EB0D80" w:rsidP="00DA16B4">
            <w:pPr>
              <w:shd w:val="clear" w:color="auto" w:fill="FFFFFF"/>
              <w:rPr>
                <w:color w:val="000000"/>
                <w:lang w:val="en-US"/>
              </w:rPr>
            </w:pPr>
          </w:p>
          <w:p w:rsidR="007F6DFB" w:rsidRPr="007F6DFB" w:rsidRDefault="007F6DFB" w:rsidP="00DA16B4">
            <w:pPr>
              <w:shd w:val="clear" w:color="auto" w:fill="FFFFFF"/>
              <w:rPr>
                <w:b/>
                <w:color w:val="000000"/>
                <w:lang w:val="en-US"/>
              </w:rPr>
            </w:pPr>
          </w:p>
        </w:tc>
        <w:tc>
          <w:tcPr>
            <w:tcW w:w="4009" w:type="dxa"/>
            <w:gridSpan w:val="6"/>
            <w:shd w:val="clear" w:color="auto" w:fill="FFFFFF"/>
            <w:vAlign w:val="center"/>
          </w:tcPr>
          <w:p w:rsidR="007F6DFB" w:rsidRDefault="007F6DFB" w:rsidP="00DA16B4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EB0D80" w:rsidRDefault="00EB0D80" w:rsidP="00DA16B4">
            <w:pPr>
              <w:shd w:val="clear" w:color="auto" w:fill="FFFFFF"/>
              <w:rPr>
                <w:b/>
              </w:rPr>
            </w:pPr>
          </w:p>
          <w:p w:rsidR="00EB0D80" w:rsidRDefault="00EB0D80" w:rsidP="00DA16B4">
            <w:pPr>
              <w:shd w:val="clear" w:color="auto" w:fill="FFFFFF"/>
              <w:rPr>
                <w:b/>
              </w:rPr>
            </w:pPr>
          </w:p>
          <w:p w:rsidR="00EB0D80" w:rsidRPr="007F6DFB" w:rsidRDefault="00EB0D80" w:rsidP="00DA16B4">
            <w:pPr>
              <w:shd w:val="clear" w:color="auto" w:fill="FFFFFF"/>
              <w:rPr>
                <w:b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74286A" w:rsidTr="007C1D8C">
        <w:tblPrEx>
          <w:tblCellMar>
            <w:top w:w="0" w:type="dxa"/>
            <w:bottom w:w="0" w:type="dxa"/>
          </w:tblCellMar>
        </w:tblPrEx>
        <w:trPr>
          <w:trHeight w:hRule="exact" w:val="482"/>
        </w:trPr>
        <w:tc>
          <w:tcPr>
            <w:tcW w:w="10348" w:type="dxa"/>
            <w:gridSpan w:val="10"/>
            <w:shd w:val="clear" w:color="auto" w:fill="FFFFFF"/>
            <w:vAlign w:val="center"/>
          </w:tcPr>
          <w:p w:rsidR="0074286A" w:rsidRDefault="0074286A" w:rsidP="007C1D8C">
            <w:pPr>
              <w:shd w:val="clear" w:color="auto" w:fill="FFFFFF"/>
              <w:ind w:left="-466" w:firstLine="480"/>
            </w:pPr>
            <w:r>
              <w:rPr>
                <w:color w:val="000000"/>
                <w:sz w:val="18"/>
              </w:rPr>
              <w:t xml:space="preserve">Company profile / </w:t>
            </w:r>
            <w:r>
              <w:rPr>
                <w:i/>
                <w:color w:val="000000"/>
                <w:sz w:val="18"/>
              </w:rPr>
              <w:t>Firmenprofil</w:t>
            </w:r>
          </w:p>
        </w:tc>
      </w:tr>
      <w:tr w:rsidR="00C74872" w:rsidTr="00DA16B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74286A" w:rsidRDefault="0074286A" w:rsidP="00DA16B4">
            <w:pPr>
              <w:shd w:val="clear" w:color="auto" w:fill="FFFFFF"/>
              <w:ind w:left="14"/>
              <w:rPr>
                <w:lang w:val="en-GB"/>
              </w:rPr>
            </w:pPr>
            <w:r>
              <w:rPr>
                <w:color w:val="000000"/>
                <w:spacing w:val="-2"/>
                <w:lang w:val="en-GB"/>
              </w:rPr>
              <w:t>Legal form</w:t>
            </w:r>
          </w:p>
          <w:p w:rsidR="0074286A" w:rsidRDefault="0074286A" w:rsidP="00DA16B4">
            <w:pPr>
              <w:shd w:val="clear" w:color="auto" w:fill="FFFFFF"/>
              <w:ind w:left="14"/>
            </w:pPr>
            <w:r>
              <w:rPr>
                <w:i/>
                <w:color w:val="000000"/>
                <w:spacing w:val="-1"/>
                <w:sz w:val="16"/>
              </w:rPr>
              <w:t>Rechtsform</w:t>
            </w:r>
          </w:p>
        </w:tc>
        <w:tc>
          <w:tcPr>
            <w:tcW w:w="3503" w:type="dxa"/>
            <w:gridSpan w:val="2"/>
            <w:shd w:val="clear" w:color="auto" w:fill="FFFFFF"/>
            <w:vAlign w:val="center"/>
          </w:tcPr>
          <w:p w:rsidR="0074286A" w:rsidRDefault="0074286A" w:rsidP="00DA16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025" w:type="dxa"/>
            <w:gridSpan w:val="3"/>
            <w:shd w:val="clear" w:color="auto" w:fill="FFFFFF"/>
            <w:vAlign w:val="center"/>
          </w:tcPr>
          <w:p w:rsidR="0074286A" w:rsidRDefault="0074286A" w:rsidP="00DA16B4">
            <w:pPr>
              <w:shd w:val="clear" w:color="auto" w:fill="FFFFFF"/>
            </w:pPr>
            <w:r>
              <w:rPr>
                <w:color w:val="000000"/>
                <w:spacing w:val="-2"/>
              </w:rPr>
              <w:t>Year of foundation</w:t>
            </w:r>
          </w:p>
          <w:p w:rsidR="0074286A" w:rsidRDefault="0074286A" w:rsidP="00DA16B4">
            <w:pPr>
              <w:shd w:val="clear" w:color="auto" w:fill="FFFFFF"/>
            </w:pPr>
            <w:r>
              <w:rPr>
                <w:i/>
                <w:color w:val="000000"/>
                <w:sz w:val="16"/>
              </w:rPr>
              <w:t>Gründungsjahr</w:t>
            </w:r>
          </w:p>
        </w:tc>
        <w:tc>
          <w:tcPr>
            <w:tcW w:w="1984" w:type="dxa"/>
            <w:gridSpan w:val="3"/>
            <w:shd w:val="clear" w:color="auto" w:fill="FFFFFF"/>
            <w:vAlign w:val="center"/>
          </w:tcPr>
          <w:p w:rsidR="0074286A" w:rsidRDefault="0074286A" w:rsidP="00DA16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74286A" w:rsidTr="00DA16B4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74286A" w:rsidRDefault="0074286A" w:rsidP="00DA16B4">
            <w:pPr>
              <w:shd w:val="clear" w:color="auto" w:fill="FFFFFF"/>
              <w:ind w:left="19"/>
            </w:pPr>
            <w:r>
              <w:rPr>
                <w:color w:val="000000"/>
                <w:spacing w:val="-2"/>
              </w:rPr>
              <w:t>Business devisions</w:t>
            </w:r>
          </w:p>
          <w:p w:rsidR="0074286A" w:rsidRDefault="0074286A" w:rsidP="00DA16B4">
            <w:pPr>
              <w:shd w:val="clear" w:color="auto" w:fill="FFFFFF"/>
              <w:ind w:left="19"/>
            </w:pPr>
            <w:r>
              <w:rPr>
                <w:i/>
                <w:color w:val="000000"/>
                <w:spacing w:val="-1"/>
                <w:sz w:val="16"/>
              </w:rPr>
              <w:t>Geschäftsbereiche</w:t>
            </w:r>
          </w:p>
        </w:tc>
        <w:tc>
          <w:tcPr>
            <w:tcW w:w="7512" w:type="dxa"/>
            <w:gridSpan w:val="8"/>
            <w:shd w:val="clear" w:color="auto" w:fill="FFFFFF"/>
            <w:vAlign w:val="center"/>
          </w:tcPr>
          <w:p w:rsidR="0074286A" w:rsidRDefault="0074286A" w:rsidP="00DA16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74286A" w:rsidTr="007C1D8C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836" w:type="dxa"/>
            <w:gridSpan w:val="2"/>
            <w:shd w:val="clear" w:color="auto" w:fill="FFFFFF"/>
          </w:tcPr>
          <w:p w:rsidR="0074286A" w:rsidRDefault="0074286A">
            <w:pPr>
              <w:shd w:val="clear" w:color="auto" w:fill="FFFFFF"/>
              <w:ind w:left="10"/>
            </w:pPr>
            <w:r>
              <w:rPr>
                <w:color w:val="000000"/>
                <w:spacing w:val="-1"/>
              </w:rPr>
              <w:t>Shar</w:t>
            </w:r>
            <w:r w:rsidR="00252F3F">
              <w:rPr>
                <w:color w:val="000000"/>
                <w:spacing w:val="-1"/>
              </w:rPr>
              <w:t>e</w:t>
            </w:r>
            <w:r>
              <w:rPr>
                <w:color w:val="000000"/>
                <w:spacing w:val="-1"/>
              </w:rPr>
              <w:t>holder / owner</w:t>
            </w:r>
          </w:p>
          <w:p w:rsidR="0074286A" w:rsidRDefault="0074286A">
            <w:pPr>
              <w:shd w:val="clear" w:color="auto" w:fill="FFFFFF"/>
              <w:ind w:left="10"/>
            </w:pPr>
            <w:r>
              <w:rPr>
                <w:i/>
                <w:color w:val="000000"/>
                <w:sz w:val="16"/>
              </w:rPr>
              <w:t>Konzernzugehörigkeit</w:t>
            </w:r>
          </w:p>
        </w:tc>
        <w:tc>
          <w:tcPr>
            <w:tcW w:w="7512" w:type="dxa"/>
            <w:gridSpan w:val="8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74286A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6" w:type="dxa"/>
            <w:gridSpan w:val="2"/>
            <w:shd w:val="clear" w:color="auto" w:fill="FFFFFF"/>
          </w:tcPr>
          <w:p w:rsidR="0074286A" w:rsidRDefault="0074286A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</w:rPr>
              <w:lastRenderedPageBreak/>
              <w:t>Subsidiaries</w:t>
            </w:r>
          </w:p>
          <w:p w:rsidR="0074286A" w:rsidRDefault="0074286A">
            <w:pPr>
              <w:shd w:val="clear" w:color="auto" w:fill="FFFFFF"/>
              <w:ind w:left="14"/>
            </w:pPr>
            <w:r>
              <w:rPr>
                <w:i/>
                <w:color w:val="000000"/>
                <w:spacing w:val="-2"/>
                <w:sz w:val="16"/>
              </w:rPr>
              <w:t>Tochtergesellschaften</w:t>
            </w:r>
          </w:p>
        </w:tc>
        <w:tc>
          <w:tcPr>
            <w:tcW w:w="7512" w:type="dxa"/>
            <w:gridSpan w:val="8"/>
            <w:shd w:val="clear" w:color="auto" w:fill="FFFFFF"/>
            <w:vAlign w:val="center"/>
          </w:tcPr>
          <w:p w:rsidR="0074286A" w:rsidRPr="00A91CD1" w:rsidRDefault="0074286A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0A52B8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6" w:type="dxa"/>
            <w:gridSpan w:val="2"/>
            <w:shd w:val="clear" w:color="auto" w:fill="FFFFFF"/>
          </w:tcPr>
          <w:p w:rsidR="000A52B8" w:rsidRDefault="000A52B8" w:rsidP="000A52B8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</w:rPr>
              <w:t>Subsidiaries</w:t>
            </w:r>
          </w:p>
          <w:p w:rsidR="000A52B8" w:rsidRDefault="000A52B8" w:rsidP="000A52B8">
            <w:pPr>
              <w:shd w:val="clear" w:color="auto" w:fill="FFFFFF"/>
              <w:ind w:left="14"/>
            </w:pPr>
            <w:r>
              <w:rPr>
                <w:i/>
                <w:color w:val="000000"/>
                <w:spacing w:val="-2"/>
                <w:sz w:val="16"/>
              </w:rPr>
              <w:t>Niederlassungen</w:t>
            </w:r>
          </w:p>
        </w:tc>
        <w:tc>
          <w:tcPr>
            <w:tcW w:w="7512" w:type="dxa"/>
            <w:gridSpan w:val="8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0A52B8" w:rsidTr="007C1D8C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6" w:type="dxa"/>
            <w:gridSpan w:val="2"/>
            <w:shd w:val="clear" w:color="auto" w:fill="FFFFFF"/>
          </w:tcPr>
          <w:p w:rsidR="000A52B8" w:rsidRDefault="000A52B8" w:rsidP="000A52B8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</w:rPr>
              <w:t>Cooperations</w:t>
            </w:r>
          </w:p>
          <w:p w:rsidR="000A52B8" w:rsidRDefault="000A52B8" w:rsidP="000A52B8">
            <w:pPr>
              <w:shd w:val="clear" w:color="auto" w:fill="FFFFFF"/>
              <w:ind w:left="14"/>
            </w:pPr>
            <w:r>
              <w:rPr>
                <w:i/>
                <w:color w:val="000000"/>
                <w:spacing w:val="-2"/>
                <w:sz w:val="16"/>
              </w:rPr>
              <w:t>Kooperationen</w:t>
            </w:r>
          </w:p>
        </w:tc>
        <w:tc>
          <w:tcPr>
            <w:tcW w:w="7512" w:type="dxa"/>
            <w:gridSpan w:val="8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</w:tr>
      <w:tr w:rsidR="000A52B8" w:rsidTr="00EE77B8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0348" w:type="dxa"/>
            <w:gridSpan w:val="10"/>
            <w:shd w:val="clear" w:color="auto" w:fill="FFFFFF"/>
            <w:vAlign w:val="center"/>
          </w:tcPr>
          <w:p w:rsidR="000A52B8" w:rsidRDefault="000A52B8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  <w:sz w:val="18"/>
              </w:rPr>
              <w:t xml:space="preserve">Number of Employees / </w:t>
            </w:r>
            <w:r>
              <w:rPr>
                <w:i/>
                <w:color w:val="000000"/>
                <w:spacing w:val="-1"/>
                <w:sz w:val="18"/>
              </w:rPr>
              <w:t>Anzahl Beschäftigte</w:t>
            </w:r>
          </w:p>
        </w:tc>
      </w:tr>
      <w:tr w:rsidR="008F0307" w:rsidTr="003E17A1">
        <w:tblPrEx>
          <w:tblCellMar>
            <w:top w:w="0" w:type="dxa"/>
            <w:bottom w:w="0" w:type="dxa"/>
          </w:tblCellMar>
        </w:tblPrEx>
        <w:trPr>
          <w:trHeight w:hRule="exact" w:val="730"/>
        </w:trPr>
        <w:tc>
          <w:tcPr>
            <w:tcW w:w="1382" w:type="dxa"/>
            <w:shd w:val="clear" w:color="auto" w:fill="FFFFFF"/>
          </w:tcPr>
          <w:p w:rsidR="000A52B8" w:rsidRDefault="000A52B8">
            <w:pPr>
              <w:shd w:val="clear" w:color="auto" w:fill="FFFFFF"/>
              <w:ind w:left="10"/>
            </w:pPr>
            <w:r>
              <w:rPr>
                <w:color w:val="000000"/>
                <w:spacing w:val="-3"/>
              </w:rPr>
              <w:t>Total</w:t>
            </w:r>
          </w:p>
          <w:p w:rsidR="000A52B8" w:rsidRDefault="000A52B8">
            <w:pPr>
              <w:shd w:val="clear" w:color="auto" w:fill="FFFFFF"/>
              <w:ind w:left="10"/>
            </w:pPr>
            <w:r>
              <w:rPr>
                <w:i/>
                <w:color w:val="000000"/>
                <w:spacing w:val="-2"/>
                <w:sz w:val="16"/>
              </w:rPr>
              <w:t>Gesamt</w:t>
            </w:r>
          </w:p>
        </w:tc>
        <w:tc>
          <w:tcPr>
            <w:tcW w:w="1454" w:type="dxa"/>
            <w:shd w:val="clear" w:color="auto" w:fill="FFFFFF"/>
          </w:tcPr>
          <w:p w:rsidR="000A52B8" w:rsidRDefault="000A52B8">
            <w:pPr>
              <w:shd w:val="clear" w:color="auto" w:fill="FFFFFF"/>
            </w:pPr>
            <w:r>
              <w:rPr>
                <w:color w:val="000000"/>
                <w:spacing w:val="-3"/>
              </w:rPr>
              <w:t>Consulting</w:t>
            </w:r>
          </w:p>
          <w:p w:rsidR="000A52B8" w:rsidRDefault="000A52B8">
            <w:pPr>
              <w:shd w:val="clear" w:color="auto" w:fill="FFFFFF"/>
            </w:pPr>
            <w:r>
              <w:rPr>
                <w:i/>
                <w:color w:val="000000"/>
                <w:spacing w:val="-1"/>
                <w:sz w:val="16"/>
              </w:rPr>
              <w:t>Beratung</w:t>
            </w:r>
          </w:p>
        </w:tc>
        <w:tc>
          <w:tcPr>
            <w:tcW w:w="3503" w:type="dxa"/>
            <w:gridSpan w:val="2"/>
            <w:shd w:val="clear" w:color="auto" w:fill="FFFFFF"/>
          </w:tcPr>
          <w:p w:rsidR="000A52B8" w:rsidRDefault="000A52B8">
            <w:pPr>
              <w:shd w:val="clear" w:color="auto" w:fill="FFFFFF"/>
              <w:spacing w:line="230" w:lineRule="exact"/>
              <w:ind w:right="552"/>
            </w:pPr>
            <w:r>
              <w:rPr>
                <w:color w:val="000000"/>
                <w:spacing w:val="-2"/>
              </w:rPr>
              <w:t xml:space="preserve">Research &amp; </w:t>
            </w:r>
            <w:r>
              <w:rPr>
                <w:color w:val="000000"/>
                <w:spacing w:val="-1"/>
              </w:rPr>
              <w:t>development</w:t>
            </w:r>
          </w:p>
          <w:p w:rsidR="000A52B8" w:rsidRDefault="000A52B8">
            <w:pPr>
              <w:shd w:val="clear" w:color="auto" w:fill="FFFFFF"/>
            </w:pPr>
            <w:r>
              <w:rPr>
                <w:i/>
                <w:color w:val="000000"/>
                <w:spacing w:val="-4"/>
                <w:sz w:val="16"/>
              </w:rPr>
              <w:t>Entwickl. /Konstruktion</w:t>
            </w:r>
          </w:p>
        </w:tc>
        <w:tc>
          <w:tcPr>
            <w:tcW w:w="1458" w:type="dxa"/>
            <w:gridSpan w:val="2"/>
            <w:shd w:val="clear" w:color="auto" w:fill="FFFFFF"/>
          </w:tcPr>
          <w:p w:rsidR="000A52B8" w:rsidRDefault="000A52B8">
            <w:pPr>
              <w:shd w:val="clear" w:color="auto" w:fill="FFFFFF"/>
              <w:ind w:left="48"/>
            </w:pPr>
            <w:r>
              <w:rPr>
                <w:color w:val="000000"/>
                <w:spacing w:val="-3"/>
              </w:rPr>
              <w:t>Service</w:t>
            </w:r>
          </w:p>
          <w:p w:rsidR="000A52B8" w:rsidRDefault="000A52B8">
            <w:pPr>
              <w:shd w:val="clear" w:color="auto" w:fill="FFFFFF"/>
              <w:ind w:left="48"/>
            </w:pPr>
            <w:r>
              <w:rPr>
                <w:i/>
                <w:color w:val="000000"/>
                <w:spacing w:val="-1"/>
                <w:sz w:val="16"/>
              </w:rPr>
              <w:t>Kundendienst</w:t>
            </w:r>
          </w:p>
        </w:tc>
        <w:tc>
          <w:tcPr>
            <w:tcW w:w="1351" w:type="dxa"/>
            <w:gridSpan w:val="3"/>
            <w:shd w:val="clear" w:color="auto" w:fill="FFFFFF"/>
          </w:tcPr>
          <w:p w:rsidR="000A52B8" w:rsidRDefault="000A52B8">
            <w:pPr>
              <w:shd w:val="clear" w:color="auto" w:fill="FFFFFF"/>
            </w:pPr>
            <w:r>
              <w:rPr>
                <w:color w:val="000000"/>
                <w:spacing w:val="-4"/>
              </w:rPr>
              <w:t>Production</w:t>
            </w:r>
          </w:p>
          <w:p w:rsidR="000A52B8" w:rsidRDefault="000A52B8">
            <w:pPr>
              <w:shd w:val="clear" w:color="auto" w:fill="FFFFFF"/>
            </w:pPr>
            <w:r>
              <w:rPr>
                <w:i/>
                <w:color w:val="000000"/>
                <w:spacing w:val="-1"/>
                <w:sz w:val="16"/>
              </w:rPr>
              <w:t>Produktion</w:t>
            </w:r>
          </w:p>
        </w:tc>
        <w:tc>
          <w:tcPr>
            <w:tcW w:w="1200" w:type="dxa"/>
            <w:shd w:val="clear" w:color="auto" w:fill="FFFFFF"/>
          </w:tcPr>
          <w:p w:rsidR="000A52B8" w:rsidRDefault="000A52B8">
            <w:pPr>
              <w:shd w:val="clear" w:color="auto" w:fill="FFFFFF"/>
              <w:ind w:left="5"/>
            </w:pPr>
            <w:r>
              <w:rPr>
                <w:color w:val="000000"/>
                <w:spacing w:val="-5"/>
              </w:rPr>
              <w:t>Overhead</w:t>
            </w:r>
          </w:p>
          <w:p w:rsidR="000A52B8" w:rsidRDefault="000A52B8">
            <w:pPr>
              <w:shd w:val="clear" w:color="auto" w:fill="FFFFFF"/>
              <w:ind w:left="5"/>
            </w:pPr>
            <w:r>
              <w:rPr>
                <w:i/>
                <w:color w:val="000000"/>
                <w:spacing w:val="-2"/>
                <w:sz w:val="16"/>
              </w:rPr>
              <w:t>Verwaltung</w:t>
            </w:r>
          </w:p>
        </w:tc>
      </w:tr>
      <w:tr w:rsidR="008F0307" w:rsidTr="003E17A1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1382" w:type="dxa"/>
            <w:shd w:val="clear" w:color="auto" w:fill="FFFFFF"/>
            <w:vAlign w:val="center"/>
          </w:tcPr>
          <w:p w:rsidR="000A52B8" w:rsidRDefault="000A52B8" w:rsidP="007C1D8C">
            <w:pPr>
              <w:shd w:val="clear" w:color="auto" w:fill="FFFFFF"/>
            </w:pPr>
            <w:r>
              <w:t xml:space="preserve">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>
              <w:t xml:space="preserve">       </w:t>
            </w:r>
          </w:p>
        </w:tc>
        <w:tc>
          <w:tcPr>
            <w:tcW w:w="1454" w:type="dxa"/>
            <w:shd w:val="clear" w:color="auto" w:fill="FFFFFF"/>
            <w:vAlign w:val="center"/>
          </w:tcPr>
          <w:p w:rsidR="000A52B8" w:rsidRDefault="000A52B8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503" w:type="dxa"/>
            <w:gridSpan w:val="2"/>
            <w:shd w:val="clear" w:color="auto" w:fill="FFFFFF"/>
            <w:vAlign w:val="center"/>
          </w:tcPr>
          <w:p w:rsidR="000A52B8" w:rsidRDefault="000A52B8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458" w:type="dxa"/>
            <w:gridSpan w:val="2"/>
            <w:shd w:val="clear" w:color="auto" w:fill="FFFFFF"/>
            <w:vAlign w:val="center"/>
          </w:tcPr>
          <w:p w:rsidR="000A52B8" w:rsidRDefault="000A52B8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351" w:type="dxa"/>
            <w:gridSpan w:val="3"/>
            <w:shd w:val="clear" w:color="auto" w:fill="FFFFFF"/>
            <w:vAlign w:val="center"/>
          </w:tcPr>
          <w:p w:rsidR="000A52B8" w:rsidRDefault="000A52B8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0A52B8" w:rsidRDefault="000A52B8" w:rsidP="007C1D8C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0A52B8" w:rsidTr="00EE77B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0348" w:type="dxa"/>
            <w:gridSpan w:val="10"/>
            <w:shd w:val="clear" w:color="auto" w:fill="FFFFFF"/>
            <w:vAlign w:val="center"/>
          </w:tcPr>
          <w:p w:rsidR="000A52B8" w:rsidRDefault="000A52B8">
            <w:pPr>
              <w:shd w:val="clear" w:color="auto" w:fill="FFFFFF"/>
              <w:ind w:left="14"/>
            </w:pPr>
            <w:r>
              <w:rPr>
                <w:color w:val="000000"/>
                <w:spacing w:val="-1"/>
                <w:sz w:val="18"/>
              </w:rPr>
              <w:t xml:space="preserve">Contact persons </w:t>
            </w:r>
            <w:r>
              <w:rPr>
                <w:i/>
                <w:color w:val="000000"/>
                <w:spacing w:val="-1"/>
                <w:sz w:val="18"/>
              </w:rPr>
              <w:t>/ Ansprechpartner</w:t>
            </w:r>
          </w:p>
        </w:tc>
      </w:tr>
      <w:tr w:rsidR="00C74872" w:rsidTr="007B606F">
        <w:tblPrEx>
          <w:tblCellMar>
            <w:top w:w="0" w:type="dxa"/>
            <w:bottom w:w="0" w:type="dxa"/>
          </w:tblCellMar>
        </w:tblPrEx>
        <w:trPr>
          <w:trHeight w:hRule="exact" w:val="548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0A52B8" w:rsidRDefault="000A52B8" w:rsidP="007B606F">
            <w:pPr>
              <w:shd w:val="clear" w:color="auto" w:fill="FFFFFF"/>
              <w:ind w:left="10"/>
            </w:pPr>
            <w:r>
              <w:rPr>
                <w:color w:val="000000"/>
                <w:spacing w:val="-4"/>
              </w:rPr>
              <w:t>Function</w:t>
            </w:r>
          </w:p>
          <w:p w:rsidR="000A52B8" w:rsidRDefault="000A52B8" w:rsidP="007B606F">
            <w:pPr>
              <w:shd w:val="clear" w:color="auto" w:fill="FFFFFF"/>
              <w:ind w:left="10"/>
            </w:pPr>
            <w:r>
              <w:rPr>
                <w:i/>
                <w:color w:val="000000"/>
                <w:spacing w:val="-2"/>
                <w:sz w:val="16"/>
              </w:rPr>
              <w:t>Funktion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A52B8" w:rsidRDefault="000A52B8" w:rsidP="007B606F">
            <w:pPr>
              <w:shd w:val="clear" w:color="auto" w:fill="FFFFFF"/>
            </w:pPr>
            <w:r>
              <w:rPr>
                <w:color w:val="000000"/>
                <w:spacing w:val="-8"/>
              </w:rPr>
              <w:t>Name</w:t>
            </w:r>
          </w:p>
          <w:p w:rsidR="000A52B8" w:rsidRDefault="000A52B8" w:rsidP="007B606F">
            <w:pPr>
              <w:shd w:val="clear" w:color="auto" w:fill="FFFFFF"/>
            </w:pPr>
            <w:r>
              <w:rPr>
                <w:i/>
                <w:color w:val="000000"/>
                <w:spacing w:val="-3"/>
                <w:sz w:val="16"/>
              </w:rPr>
              <w:t>Name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A52B8" w:rsidRDefault="000A52B8" w:rsidP="007B606F">
            <w:pPr>
              <w:shd w:val="clear" w:color="auto" w:fill="FFFFFF"/>
            </w:pPr>
            <w:r>
              <w:rPr>
                <w:color w:val="000000"/>
                <w:spacing w:val="-3"/>
              </w:rPr>
              <w:t>Direct phone</w:t>
            </w:r>
          </w:p>
          <w:p w:rsidR="000A52B8" w:rsidRDefault="000A52B8" w:rsidP="007B606F">
            <w:pPr>
              <w:shd w:val="clear" w:color="auto" w:fill="FFFFFF"/>
            </w:pPr>
            <w:r>
              <w:rPr>
                <w:i/>
                <w:color w:val="000000"/>
                <w:spacing w:val="-1"/>
                <w:sz w:val="16"/>
              </w:rPr>
              <w:t>Durchwahl</w:t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0A52B8" w:rsidRDefault="000A52B8" w:rsidP="007B606F">
            <w:pPr>
              <w:shd w:val="clear" w:color="auto" w:fill="FFFFFF"/>
            </w:pPr>
            <w:r>
              <w:rPr>
                <w:color w:val="000000"/>
                <w:spacing w:val="-5"/>
              </w:rPr>
              <w:t>E-Mail</w:t>
            </w:r>
          </w:p>
          <w:p w:rsidR="000A52B8" w:rsidRDefault="000A52B8" w:rsidP="007B606F">
            <w:pPr>
              <w:shd w:val="clear" w:color="auto" w:fill="FFFFFF"/>
            </w:pPr>
            <w:r>
              <w:rPr>
                <w:i/>
                <w:color w:val="000000"/>
                <w:sz w:val="16"/>
              </w:rPr>
              <w:t>E-Mail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A52B8" w:rsidRDefault="00C74872" w:rsidP="007B606F">
            <w:pPr>
              <w:shd w:val="clear" w:color="auto" w:fill="FFFFFF"/>
              <w:spacing w:line="230" w:lineRule="exact"/>
              <w:ind w:right="504"/>
            </w:pPr>
            <w:r>
              <w:rPr>
                <w:color w:val="000000"/>
                <w:spacing w:val="-5"/>
              </w:rPr>
              <w:t>Mobiltel</w:t>
            </w:r>
          </w:p>
          <w:p w:rsidR="000A52B8" w:rsidRDefault="00C74872" w:rsidP="007B606F">
            <w:pPr>
              <w:shd w:val="clear" w:color="auto" w:fill="FFFFFF"/>
            </w:pPr>
            <w:hyperlink r:id="rId15" w:tooltip="frequency: 20" w:history="1">
              <w:r w:rsidRPr="00C74872">
                <w:rPr>
                  <w:i/>
                  <w:color w:val="000000"/>
                  <w:spacing w:val="-1"/>
                  <w:sz w:val="16"/>
                </w:rPr>
                <w:t>cellphone</w:t>
              </w:r>
            </w:hyperlink>
          </w:p>
        </w:tc>
      </w:tr>
      <w:tr w:rsidR="00C74872" w:rsidTr="007B606F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0A52B8" w:rsidRDefault="000A52B8" w:rsidP="007B606F">
            <w:pPr>
              <w:shd w:val="clear" w:color="auto" w:fill="FFFFFF"/>
              <w:ind w:left="19"/>
            </w:pPr>
            <w:r>
              <w:rPr>
                <w:color w:val="000000"/>
                <w:spacing w:val="-1"/>
              </w:rPr>
              <w:t>Managing Director</w:t>
            </w:r>
          </w:p>
          <w:p w:rsidR="000A52B8" w:rsidRDefault="000A52B8" w:rsidP="007B606F">
            <w:pPr>
              <w:shd w:val="clear" w:color="auto" w:fill="FFFFFF"/>
              <w:ind w:left="19"/>
            </w:pPr>
            <w:r>
              <w:rPr>
                <w:i/>
                <w:color w:val="000000"/>
                <w:sz w:val="16"/>
              </w:rPr>
              <w:t>Geschäftsführer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C74872" w:rsidTr="007B606F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0A52B8" w:rsidRDefault="000A52B8" w:rsidP="007B606F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</w:rPr>
              <w:t>Sales Manager</w:t>
            </w:r>
          </w:p>
          <w:p w:rsidR="000A52B8" w:rsidRDefault="000A52B8" w:rsidP="007B606F">
            <w:pPr>
              <w:shd w:val="clear" w:color="auto" w:fill="FFFFFF"/>
              <w:ind w:left="14"/>
            </w:pPr>
            <w:r>
              <w:rPr>
                <w:i/>
                <w:color w:val="000000"/>
                <w:sz w:val="16"/>
              </w:rPr>
              <w:t>Vertriebsleiter</w:t>
            </w:r>
            <w:r w:rsidR="00EA1192">
              <w:rPr>
                <w:i/>
                <w:color w:val="000000"/>
                <w:sz w:val="16"/>
              </w:rPr>
              <w:t>In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0A52B8" w:rsidRPr="00A91CD1" w:rsidRDefault="000A52B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Tr="007B606F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Pr="00D930C8" w:rsidRDefault="00D930C8" w:rsidP="007B606F">
            <w:pPr>
              <w:shd w:val="clear" w:color="auto" w:fill="FFFFFF"/>
              <w:spacing w:line="230" w:lineRule="exact"/>
              <w:ind w:left="5" w:right="269"/>
              <w:rPr>
                <w:lang w:val="en-US"/>
              </w:rPr>
            </w:pPr>
            <w:r w:rsidRPr="00D930C8">
              <w:rPr>
                <w:color w:val="000000"/>
                <w:spacing w:val="-2"/>
                <w:lang w:val="en-US"/>
              </w:rPr>
              <w:t xml:space="preserve">Contact person </w:t>
            </w:r>
            <w:r>
              <w:rPr>
                <w:color w:val="000000"/>
                <w:spacing w:val="-2"/>
                <w:lang w:val="en-US"/>
              </w:rPr>
              <w:t>finance</w:t>
            </w:r>
          </w:p>
          <w:p w:rsidR="00D930C8" w:rsidRPr="00D930C8" w:rsidRDefault="00D930C8" w:rsidP="007B606F">
            <w:pPr>
              <w:shd w:val="clear" w:color="auto" w:fill="FFFFFF"/>
              <w:ind w:left="14"/>
              <w:rPr>
                <w:lang w:val="en-US"/>
              </w:rPr>
            </w:pPr>
            <w:r w:rsidRPr="00D930C8">
              <w:rPr>
                <w:i/>
                <w:color w:val="000000"/>
                <w:spacing w:val="-1"/>
                <w:sz w:val="16"/>
                <w:lang w:val="en-US"/>
              </w:rPr>
              <w:t xml:space="preserve">Ansprechpartner </w:t>
            </w:r>
            <w:r>
              <w:rPr>
                <w:i/>
                <w:color w:val="000000"/>
                <w:spacing w:val="-1"/>
                <w:sz w:val="16"/>
                <w:lang w:val="en-US"/>
              </w:rPr>
              <w:t>Finanzwesen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Tr="007B606F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Pr="00D930C8" w:rsidRDefault="00D930C8" w:rsidP="007B606F">
            <w:pPr>
              <w:shd w:val="clear" w:color="auto" w:fill="FFFFFF"/>
              <w:spacing w:line="230" w:lineRule="exact"/>
              <w:ind w:left="5" w:right="269"/>
              <w:rPr>
                <w:lang w:val="en-US"/>
              </w:rPr>
            </w:pPr>
            <w:r w:rsidRPr="00D930C8">
              <w:rPr>
                <w:color w:val="000000"/>
                <w:spacing w:val="-2"/>
                <w:lang w:val="en-US"/>
              </w:rPr>
              <w:t xml:space="preserve">Contact person </w:t>
            </w:r>
            <w:r>
              <w:rPr>
                <w:color w:val="000000"/>
                <w:spacing w:val="-2"/>
                <w:lang w:val="en-US"/>
              </w:rPr>
              <w:t>IT</w:t>
            </w:r>
          </w:p>
          <w:p w:rsidR="00D930C8" w:rsidRPr="00D930C8" w:rsidRDefault="00D930C8" w:rsidP="007B606F">
            <w:pPr>
              <w:shd w:val="clear" w:color="auto" w:fill="FFFFFF"/>
              <w:ind w:left="14"/>
              <w:rPr>
                <w:lang w:val="en-US"/>
              </w:rPr>
            </w:pPr>
            <w:r w:rsidRPr="00D930C8">
              <w:rPr>
                <w:i/>
                <w:color w:val="000000"/>
                <w:spacing w:val="-1"/>
                <w:sz w:val="16"/>
                <w:lang w:val="en-US"/>
              </w:rPr>
              <w:t>Ansprechpartner I</w:t>
            </w:r>
            <w:r>
              <w:rPr>
                <w:i/>
                <w:color w:val="000000"/>
                <w:spacing w:val="-1"/>
                <w:sz w:val="16"/>
                <w:lang w:val="en-US"/>
              </w:rPr>
              <w:t>T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Tr="007B606F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Pr="001E09D3" w:rsidRDefault="00D930C8" w:rsidP="007B606F">
            <w:pPr>
              <w:shd w:val="clear" w:color="auto" w:fill="FFFFFF"/>
              <w:ind w:left="5"/>
              <w:rPr>
                <w:lang w:val="en-US"/>
              </w:rPr>
            </w:pPr>
            <w:r w:rsidRPr="001E09D3">
              <w:rPr>
                <w:color w:val="000000"/>
                <w:spacing w:val="-2"/>
                <w:lang w:val="en-US"/>
              </w:rPr>
              <w:t>Contact Person development</w:t>
            </w:r>
          </w:p>
          <w:p w:rsidR="00D930C8" w:rsidRPr="001E09D3" w:rsidRDefault="00D930C8" w:rsidP="007B606F">
            <w:pPr>
              <w:shd w:val="clear" w:color="auto" w:fill="FFFFFF"/>
              <w:ind w:left="5"/>
              <w:rPr>
                <w:lang w:val="en-US"/>
              </w:rPr>
            </w:pPr>
            <w:r w:rsidRPr="001E09D3">
              <w:rPr>
                <w:i/>
                <w:color w:val="000000"/>
                <w:sz w:val="16"/>
                <w:lang w:val="en-US"/>
              </w:rPr>
              <w:t>Ansprechpartner E</w:t>
            </w:r>
            <w:r>
              <w:rPr>
                <w:i/>
                <w:color w:val="000000"/>
                <w:sz w:val="16"/>
                <w:lang w:val="en-US"/>
              </w:rPr>
              <w:t>ntwicklung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Tr="007B606F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Default="00D930C8" w:rsidP="007B606F">
            <w:pPr>
              <w:shd w:val="clear" w:color="auto" w:fill="FFFFFF"/>
              <w:spacing w:line="230" w:lineRule="exact"/>
              <w:ind w:left="5" w:right="269"/>
            </w:pPr>
            <w:r>
              <w:rPr>
                <w:color w:val="000000"/>
                <w:spacing w:val="-2"/>
              </w:rPr>
              <w:t>Contact person Purchase</w:t>
            </w:r>
          </w:p>
          <w:p w:rsidR="00D930C8" w:rsidRDefault="00D930C8" w:rsidP="007B606F">
            <w:pPr>
              <w:shd w:val="clear" w:color="auto" w:fill="FFFFFF"/>
              <w:ind w:left="5"/>
            </w:pPr>
            <w:r>
              <w:rPr>
                <w:i/>
                <w:color w:val="000000"/>
                <w:spacing w:val="-1"/>
                <w:sz w:val="16"/>
              </w:rPr>
              <w:t>Ansprechpartner Einkauf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Tr="007B606F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Default="00D930C8" w:rsidP="007B606F">
            <w:pPr>
              <w:shd w:val="clear" w:color="auto" w:fill="FFFFFF"/>
              <w:spacing w:line="230" w:lineRule="exact"/>
              <w:ind w:left="5" w:right="269"/>
            </w:pPr>
            <w:r>
              <w:rPr>
                <w:color w:val="000000"/>
                <w:spacing w:val="-2"/>
              </w:rPr>
              <w:t xml:space="preserve">Contact person production </w:t>
            </w:r>
            <w:r>
              <w:rPr>
                <w:color w:val="000000"/>
                <w:spacing w:val="-1"/>
              </w:rPr>
              <w:t>questions</w:t>
            </w:r>
          </w:p>
          <w:p w:rsidR="00D930C8" w:rsidRDefault="004D02D9" w:rsidP="007B606F">
            <w:pPr>
              <w:shd w:val="clear" w:color="auto" w:fill="FFFFFF"/>
              <w:spacing w:line="230" w:lineRule="exact"/>
              <w:ind w:left="5" w:right="102"/>
              <w:rPr>
                <w:color w:val="000000"/>
                <w:spacing w:val="-2"/>
              </w:rPr>
            </w:pPr>
            <w:r>
              <w:rPr>
                <w:i/>
                <w:color w:val="000000"/>
                <w:spacing w:val="-1"/>
                <w:sz w:val="16"/>
              </w:rPr>
              <w:t xml:space="preserve">Ansprechpartner </w:t>
            </w:r>
            <w:r w:rsidR="00D930C8">
              <w:rPr>
                <w:i/>
                <w:color w:val="000000"/>
                <w:spacing w:val="-1"/>
                <w:sz w:val="16"/>
              </w:rPr>
              <w:t>Produktionsfrag</w:t>
            </w:r>
            <w:r>
              <w:rPr>
                <w:i/>
                <w:color w:val="000000"/>
                <w:spacing w:val="-1"/>
                <w:sz w:val="16"/>
              </w:rPr>
              <w:t>en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Tr="007B606F">
        <w:tblPrEx>
          <w:tblCellMar>
            <w:top w:w="0" w:type="dxa"/>
            <w:bottom w:w="0" w:type="dxa"/>
          </w:tblCellMar>
        </w:tblPrEx>
        <w:trPr>
          <w:trHeight w:hRule="exact" w:val="721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Default="00D930C8" w:rsidP="007B606F">
            <w:pPr>
              <w:shd w:val="clear" w:color="auto" w:fill="FFFFFF"/>
              <w:spacing w:line="230" w:lineRule="exact"/>
              <w:ind w:left="5" w:right="269"/>
            </w:pPr>
            <w:r>
              <w:rPr>
                <w:color w:val="000000"/>
                <w:spacing w:val="-2"/>
              </w:rPr>
              <w:t>Contact person quality questions</w:t>
            </w:r>
          </w:p>
          <w:p w:rsidR="00D930C8" w:rsidRDefault="00D930C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</w:rPr>
            </w:pPr>
            <w:r>
              <w:rPr>
                <w:i/>
                <w:color w:val="000000"/>
                <w:spacing w:val="-1"/>
                <w:sz w:val="16"/>
              </w:rPr>
              <w:t>Ansprechpartner Qualitätsfragen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Tr="007B606F">
        <w:tblPrEx>
          <w:tblCellMar>
            <w:top w:w="0" w:type="dxa"/>
            <w:bottom w:w="0" w:type="dxa"/>
          </w:tblCellMar>
        </w:tblPrEx>
        <w:trPr>
          <w:trHeight w:hRule="exact" w:val="519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Default="00D930C8" w:rsidP="007B606F">
            <w:pPr>
              <w:shd w:val="clear" w:color="auto" w:fill="FFFFFF"/>
              <w:spacing w:line="230" w:lineRule="exact"/>
              <w:ind w:left="5" w:right="269"/>
            </w:pPr>
            <w:r>
              <w:rPr>
                <w:color w:val="000000"/>
                <w:spacing w:val="-2"/>
              </w:rPr>
              <w:t>Contact Program Manager</w:t>
            </w:r>
          </w:p>
          <w:p w:rsidR="00D930C8" w:rsidRDefault="00D930C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</w:rPr>
            </w:pPr>
            <w:r w:rsidRPr="00EA1192">
              <w:rPr>
                <w:i/>
                <w:color w:val="000000"/>
                <w:spacing w:val="-1"/>
                <w:sz w:val="16"/>
              </w:rPr>
              <w:t>Ansprechpartner Projekte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Tr="007B606F">
        <w:tblPrEx>
          <w:tblCellMar>
            <w:top w:w="0" w:type="dxa"/>
            <w:bottom w:w="0" w:type="dxa"/>
          </w:tblCellMar>
        </w:tblPrEx>
        <w:trPr>
          <w:trHeight w:hRule="exact" w:val="752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Pr="001E09D3" w:rsidRDefault="00D930C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  <w:lang w:val="en-US"/>
              </w:rPr>
            </w:pPr>
            <w:r w:rsidRPr="001E09D3">
              <w:rPr>
                <w:color w:val="000000"/>
                <w:spacing w:val="-2"/>
                <w:lang w:val="en-US"/>
              </w:rPr>
              <w:t>Contact person logistics questions</w:t>
            </w:r>
          </w:p>
          <w:p w:rsidR="00D930C8" w:rsidRPr="001E09D3" w:rsidRDefault="00D930C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  <w:lang w:val="en-US"/>
              </w:rPr>
            </w:pPr>
            <w:r w:rsidRPr="001E09D3">
              <w:rPr>
                <w:i/>
                <w:color w:val="000000"/>
                <w:spacing w:val="-1"/>
                <w:sz w:val="16"/>
                <w:lang w:val="en-US"/>
              </w:rPr>
              <w:t>Ansprechpartner Logistikfrage</w:t>
            </w:r>
            <w:r>
              <w:rPr>
                <w:i/>
                <w:color w:val="000000"/>
                <w:spacing w:val="-1"/>
                <w:sz w:val="16"/>
                <w:lang w:val="en-US"/>
              </w:rPr>
              <w:t>n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D930C8" w:rsidRPr="001E09D3" w:rsidTr="007B606F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D930C8" w:rsidRPr="001E09D3" w:rsidRDefault="00D930C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  <w:lang w:val="en-US"/>
              </w:rPr>
            </w:pPr>
            <w:r w:rsidRPr="001E09D3">
              <w:rPr>
                <w:color w:val="000000"/>
                <w:spacing w:val="-2"/>
                <w:lang w:val="en-US"/>
              </w:rPr>
              <w:t>Emergency call engineering</w:t>
            </w:r>
          </w:p>
          <w:p w:rsidR="00D930C8" w:rsidRPr="001E09D3" w:rsidRDefault="00D930C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  <w:lang w:val="en-US"/>
              </w:rPr>
            </w:pPr>
            <w:r w:rsidRPr="001E09D3">
              <w:rPr>
                <w:i/>
                <w:color w:val="000000"/>
                <w:spacing w:val="-1"/>
                <w:sz w:val="16"/>
                <w:lang w:val="en-US"/>
              </w:rPr>
              <w:t>Notfallnummer technisch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D930C8" w:rsidRPr="00A91CD1" w:rsidRDefault="00D930C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E673A8" w:rsidRPr="001E09D3" w:rsidTr="007B606F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E673A8" w:rsidRPr="001E09D3" w:rsidRDefault="00E673A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  <w:lang w:val="en-US"/>
              </w:rPr>
            </w:pPr>
            <w:r>
              <w:rPr>
                <w:color w:val="000000"/>
                <w:spacing w:val="-2"/>
                <w:lang w:val="en-US"/>
              </w:rPr>
              <w:t>EDI</w:t>
            </w:r>
          </w:p>
          <w:p w:rsidR="00E673A8" w:rsidRPr="001E09D3" w:rsidRDefault="00E673A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  <w:lang w:val="en-US"/>
              </w:rPr>
            </w:pPr>
            <w:r>
              <w:rPr>
                <w:i/>
                <w:color w:val="000000"/>
                <w:spacing w:val="-1"/>
                <w:sz w:val="16"/>
                <w:lang w:val="en-US"/>
              </w:rPr>
              <w:t>DFÜ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E673A8" w:rsidRPr="00A91CD1" w:rsidRDefault="00E673A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673A8" w:rsidRPr="00A91CD1" w:rsidRDefault="00E673A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E673A8" w:rsidRPr="00A91CD1" w:rsidRDefault="00E673A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673A8" w:rsidRPr="00A91CD1" w:rsidRDefault="00E673A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  <w:tr w:rsidR="00E673A8" w:rsidRPr="00B16E9E" w:rsidTr="007B606F">
        <w:tblPrEx>
          <w:tblCellMar>
            <w:top w:w="0" w:type="dxa"/>
            <w:bottom w:w="0" w:type="dxa"/>
          </w:tblCellMar>
        </w:tblPrEx>
        <w:trPr>
          <w:trHeight w:hRule="exact" w:val="1146"/>
        </w:trPr>
        <w:tc>
          <w:tcPr>
            <w:tcW w:w="2836" w:type="dxa"/>
            <w:gridSpan w:val="2"/>
            <w:shd w:val="clear" w:color="auto" w:fill="FFFFFF"/>
            <w:vAlign w:val="center"/>
          </w:tcPr>
          <w:p w:rsidR="00E673A8" w:rsidRPr="00D3321D" w:rsidRDefault="00E673A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  <w:lang w:val="en-US"/>
              </w:rPr>
            </w:pPr>
            <w:r w:rsidRPr="00D3321D">
              <w:rPr>
                <w:color w:val="000000"/>
                <w:spacing w:val="-2"/>
                <w:lang w:val="en-US"/>
              </w:rPr>
              <w:t>Contact person for SMP WEB-Portal (CAD-data-line)</w:t>
            </w:r>
          </w:p>
          <w:p w:rsidR="00E673A8" w:rsidRDefault="00E673A8" w:rsidP="007B606F">
            <w:pPr>
              <w:shd w:val="clear" w:color="auto" w:fill="FFFFFF"/>
              <w:spacing w:line="230" w:lineRule="exact"/>
              <w:ind w:left="5" w:right="269"/>
              <w:rPr>
                <w:i/>
                <w:color w:val="000000"/>
                <w:spacing w:val="-1"/>
                <w:sz w:val="16"/>
              </w:rPr>
            </w:pPr>
            <w:r w:rsidRPr="00D3321D">
              <w:rPr>
                <w:i/>
                <w:color w:val="000000"/>
                <w:spacing w:val="-1"/>
                <w:sz w:val="16"/>
              </w:rPr>
              <w:t>Ansprechpartner für SMP-Datenleitung</w:t>
            </w:r>
            <w:r>
              <w:rPr>
                <w:i/>
                <w:color w:val="000000"/>
                <w:spacing w:val="-1"/>
                <w:sz w:val="16"/>
              </w:rPr>
              <w:t xml:space="preserve"> (CAD-Datenleitung)</w:t>
            </w:r>
          </w:p>
          <w:p w:rsidR="00E673A8" w:rsidRDefault="00E673A8" w:rsidP="007B606F">
            <w:pPr>
              <w:shd w:val="clear" w:color="auto" w:fill="FFFFFF"/>
              <w:spacing w:line="230" w:lineRule="exact"/>
              <w:ind w:left="5" w:right="269"/>
              <w:rPr>
                <w:i/>
                <w:color w:val="000000"/>
                <w:spacing w:val="-1"/>
                <w:sz w:val="16"/>
              </w:rPr>
            </w:pPr>
          </w:p>
          <w:p w:rsidR="00E673A8" w:rsidRDefault="00E673A8" w:rsidP="007B606F">
            <w:pPr>
              <w:shd w:val="clear" w:color="auto" w:fill="FFFFFF"/>
              <w:spacing w:line="230" w:lineRule="exact"/>
              <w:ind w:left="5" w:right="269"/>
              <w:rPr>
                <w:i/>
                <w:color w:val="000000"/>
                <w:spacing w:val="-1"/>
                <w:sz w:val="16"/>
              </w:rPr>
            </w:pPr>
          </w:p>
          <w:p w:rsidR="00E673A8" w:rsidRPr="00D3321D" w:rsidRDefault="00E673A8" w:rsidP="007B606F">
            <w:pPr>
              <w:shd w:val="clear" w:color="auto" w:fill="FFFFFF"/>
              <w:spacing w:line="230" w:lineRule="exact"/>
              <w:ind w:left="5" w:right="269"/>
              <w:rPr>
                <w:i/>
                <w:color w:val="000000"/>
                <w:spacing w:val="-1"/>
                <w:sz w:val="16"/>
              </w:rPr>
            </w:pPr>
          </w:p>
          <w:p w:rsidR="00E673A8" w:rsidRPr="00D3321D" w:rsidRDefault="00E673A8" w:rsidP="007B606F">
            <w:pPr>
              <w:shd w:val="clear" w:color="auto" w:fill="FFFFFF"/>
              <w:spacing w:line="230" w:lineRule="exact"/>
              <w:ind w:left="5" w:right="269"/>
              <w:rPr>
                <w:color w:val="000000"/>
                <w:spacing w:val="-2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:rsidR="00E673A8" w:rsidRPr="00A91CD1" w:rsidRDefault="00E673A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673A8" w:rsidRPr="00A91CD1" w:rsidRDefault="00E673A8" w:rsidP="007C1D8C">
            <w:pPr>
              <w:shd w:val="clear" w:color="auto" w:fill="FFFFFF"/>
            </w:pPr>
            <w:r w:rsidRPr="00A91CD1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instrText xml:space="preserve"> FORMTEXT </w:instrText>
            </w:r>
            <w:r w:rsidRPr="00A91CD1">
              <w:fldChar w:fldCharType="separate"/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rPr>
                <w:noProof/>
              </w:rPr>
              <w:t> </w:t>
            </w:r>
            <w:r w:rsidRPr="00A91CD1">
              <w:fldChar w:fldCharType="end"/>
            </w:r>
          </w:p>
        </w:tc>
        <w:tc>
          <w:tcPr>
            <w:tcW w:w="2409" w:type="dxa"/>
            <w:gridSpan w:val="3"/>
            <w:shd w:val="clear" w:color="auto" w:fill="FFFFFF"/>
            <w:vAlign w:val="center"/>
          </w:tcPr>
          <w:p w:rsidR="00E673A8" w:rsidRPr="00A91CD1" w:rsidRDefault="00E673A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673A8" w:rsidRPr="00A91CD1" w:rsidRDefault="00E673A8" w:rsidP="007C1D8C">
            <w:pPr>
              <w:shd w:val="clear" w:color="auto" w:fill="FFFFFF"/>
              <w:rPr>
                <w:sz w:val="16"/>
                <w:szCs w:val="16"/>
              </w:rPr>
            </w:pPr>
            <w:r w:rsidRPr="00A91CD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sz w:val="16"/>
                <w:szCs w:val="16"/>
              </w:rPr>
              <w:instrText xml:space="preserve"> FORMTEXT </w:instrText>
            </w:r>
            <w:r w:rsidRPr="00A91CD1">
              <w:rPr>
                <w:sz w:val="16"/>
                <w:szCs w:val="16"/>
              </w:rPr>
            </w:r>
            <w:r w:rsidRPr="00A91CD1">
              <w:rPr>
                <w:sz w:val="16"/>
                <w:szCs w:val="16"/>
              </w:rPr>
              <w:fldChar w:fldCharType="separate"/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noProof/>
                <w:sz w:val="16"/>
                <w:szCs w:val="16"/>
              </w:rPr>
              <w:t> </w:t>
            </w:r>
            <w:r w:rsidRPr="00A91CD1">
              <w:rPr>
                <w:sz w:val="16"/>
                <w:szCs w:val="16"/>
              </w:rPr>
              <w:fldChar w:fldCharType="end"/>
            </w:r>
          </w:p>
        </w:tc>
      </w:tr>
    </w:tbl>
    <w:p w:rsidR="003031FE" w:rsidRPr="00B16E9E" w:rsidRDefault="003031FE">
      <w:pPr>
        <w:rPr>
          <w:lang w:val="en-US"/>
        </w:rPr>
        <w:sectPr w:rsidR="003031FE" w:rsidRPr="00B16E9E" w:rsidSect="000E3452">
          <w:type w:val="continuous"/>
          <w:pgSz w:w="11909" w:h="16834"/>
          <w:pgMar w:top="1162" w:right="760" w:bottom="680" w:left="1134" w:header="720" w:footer="308" w:gutter="0"/>
          <w:cols w:space="60"/>
          <w:noEndnote/>
        </w:sectPr>
      </w:pPr>
    </w:p>
    <w:p w:rsidR="00CD27DD" w:rsidRDefault="00CD27DD">
      <w:pPr>
        <w:shd w:val="clear" w:color="auto" w:fill="FFFFFF"/>
        <w:rPr>
          <w:sz w:val="10"/>
          <w:szCs w:val="10"/>
          <w:lang w:val="en-US"/>
        </w:rPr>
      </w:pPr>
    </w:p>
    <w:p w:rsidR="001E09D3" w:rsidRDefault="001E09D3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4D02D9" w:rsidRDefault="004D02D9">
      <w:pPr>
        <w:shd w:val="clear" w:color="auto" w:fill="FFFFFF"/>
        <w:rPr>
          <w:sz w:val="10"/>
          <w:szCs w:val="10"/>
          <w:lang w:val="en-US"/>
        </w:rPr>
      </w:pPr>
    </w:p>
    <w:p w:rsidR="004D02D9" w:rsidRDefault="004D02D9">
      <w:pPr>
        <w:shd w:val="clear" w:color="auto" w:fill="FFFFFF"/>
        <w:rPr>
          <w:sz w:val="10"/>
          <w:szCs w:val="10"/>
          <w:lang w:val="en-US"/>
        </w:rPr>
      </w:pPr>
    </w:p>
    <w:p w:rsidR="004D02D9" w:rsidRDefault="004D02D9">
      <w:pPr>
        <w:shd w:val="clear" w:color="auto" w:fill="FFFFFF"/>
        <w:rPr>
          <w:sz w:val="10"/>
          <w:szCs w:val="10"/>
          <w:lang w:val="en-US"/>
        </w:rPr>
      </w:pPr>
    </w:p>
    <w:p w:rsidR="004D02D9" w:rsidRDefault="004D02D9">
      <w:pPr>
        <w:shd w:val="clear" w:color="auto" w:fill="FFFFFF"/>
        <w:rPr>
          <w:sz w:val="10"/>
          <w:szCs w:val="10"/>
          <w:lang w:val="en-US"/>
        </w:rPr>
      </w:pPr>
    </w:p>
    <w:p w:rsidR="004D02D9" w:rsidRDefault="004D02D9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2372FB" w:rsidRDefault="002372FB">
      <w:pPr>
        <w:shd w:val="clear" w:color="auto" w:fill="FFFFFF"/>
        <w:rPr>
          <w:sz w:val="10"/>
          <w:szCs w:val="10"/>
          <w:lang w:val="en-US"/>
        </w:rPr>
      </w:pPr>
    </w:p>
    <w:p w:rsidR="00EE77B8" w:rsidRPr="00B16E9E" w:rsidRDefault="00EE77B8">
      <w:pPr>
        <w:shd w:val="clear" w:color="auto" w:fill="FFFFFF"/>
        <w:rPr>
          <w:lang w:val="en-US"/>
        </w:rPr>
        <w:sectPr w:rsidR="00EE77B8" w:rsidRPr="00B16E9E" w:rsidSect="00DE2FF8">
          <w:type w:val="continuous"/>
          <w:pgSz w:w="11909" w:h="16834"/>
          <w:pgMar w:top="1162" w:right="427" w:bottom="360" w:left="1236" w:header="720" w:footer="308" w:gutter="0"/>
          <w:cols w:num="3" w:space="720" w:equalWidth="0">
            <w:col w:w="720" w:space="5923"/>
            <w:col w:w="720" w:space="466"/>
            <w:col w:w="2417"/>
          </w:cols>
          <w:noEndnote/>
        </w:sectPr>
      </w:pPr>
    </w:p>
    <w:tbl>
      <w:tblPr>
        <w:tblW w:w="10348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0"/>
        <w:gridCol w:w="1200"/>
        <w:gridCol w:w="461"/>
        <w:gridCol w:w="1210"/>
        <w:gridCol w:w="461"/>
        <w:gridCol w:w="370"/>
        <w:gridCol w:w="350"/>
        <w:gridCol w:w="480"/>
        <w:gridCol w:w="729"/>
        <w:gridCol w:w="922"/>
        <w:gridCol w:w="480"/>
        <w:gridCol w:w="1575"/>
      </w:tblGrid>
      <w:tr w:rsidR="00EE77B8" w:rsidTr="0031597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1034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B32F69">
            <w:pPr>
              <w:shd w:val="clear" w:color="auto" w:fill="FFFFFF"/>
              <w:ind w:left="14"/>
            </w:pPr>
            <w:r>
              <w:rPr>
                <w:b/>
                <w:color w:val="000000"/>
                <w:spacing w:val="3"/>
              </w:rPr>
              <w:lastRenderedPageBreak/>
              <w:t>2 Company data</w:t>
            </w:r>
            <w:r>
              <w:rPr>
                <w:color w:val="000000"/>
                <w:spacing w:val="3"/>
              </w:rPr>
              <w:t xml:space="preserve"> /</w:t>
            </w:r>
            <w:r>
              <w:rPr>
                <w:b/>
                <w:color w:val="000000"/>
                <w:spacing w:val="3"/>
              </w:rPr>
              <w:t xml:space="preserve"> </w:t>
            </w:r>
            <w:r>
              <w:rPr>
                <w:b/>
                <w:i/>
                <w:color w:val="000000"/>
                <w:spacing w:val="3"/>
              </w:rPr>
              <w:t>Unternehmensdaten</w:t>
            </w:r>
          </w:p>
        </w:tc>
      </w:tr>
      <w:tr w:rsidR="00EE77B8" w:rsidTr="00DB25B4">
        <w:tblPrEx>
          <w:tblCellMar>
            <w:top w:w="0" w:type="dxa"/>
            <w:bottom w:w="0" w:type="dxa"/>
          </w:tblCellMar>
        </w:tblPrEx>
        <w:trPr>
          <w:trHeight w:hRule="exact" w:val="912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ind w:left="14"/>
            </w:pPr>
            <w:r>
              <w:rPr>
                <w:color w:val="000000"/>
                <w:spacing w:val="-2"/>
              </w:rPr>
              <w:lastRenderedPageBreak/>
              <w:t>Sales trend company</w:t>
            </w:r>
          </w:p>
          <w:p w:rsidR="00EE77B8" w:rsidRDefault="00EE77B8" w:rsidP="00DB25B4">
            <w:pPr>
              <w:shd w:val="clear" w:color="auto" w:fill="FFFFFF"/>
              <w:ind w:left="14"/>
            </w:pPr>
            <w:r>
              <w:rPr>
                <w:i/>
                <w:color w:val="000000"/>
                <w:spacing w:val="-1"/>
                <w:sz w:val="16"/>
              </w:rPr>
              <w:t>Unternehmensumsatz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spacing w:line="230" w:lineRule="exact"/>
              <w:ind w:right="178" w:hanging="10"/>
            </w:pPr>
            <w:r>
              <w:rPr>
                <w:color w:val="000000"/>
                <w:spacing w:val="-2"/>
              </w:rPr>
              <w:t xml:space="preserve">Amount, </w:t>
            </w:r>
            <w:r>
              <w:rPr>
                <w:color w:val="000000"/>
                <w:spacing w:val="-3"/>
              </w:rPr>
              <w:t>Currency</w:t>
            </w:r>
          </w:p>
          <w:p w:rsidR="00EE77B8" w:rsidRDefault="00EE77B8" w:rsidP="00DB25B4">
            <w:pPr>
              <w:shd w:val="clear" w:color="auto" w:fill="FFFFFF"/>
              <w:spacing w:line="182" w:lineRule="exact"/>
              <w:ind w:right="178" w:hanging="5"/>
            </w:pPr>
            <w:r>
              <w:rPr>
                <w:i/>
                <w:color w:val="000000"/>
                <w:spacing w:val="-4"/>
                <w:sz w:val="16"/>
              </w:rPr>
              <w:t>Betrag, Währung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spacing w:line="230" w:lineRule="exact"/>
              <w:ind w:right="341" w:firstLine="5"/>
              <w:rPr>
                <w:lang w:val="en-GB"/>
              </w:rPr>
            </w:pPr>
            <w:r>
              <w:rPr>
                <w:color w:val="000000"/>
                <w:spacing w:val="-2"/>
                <w:lang w:val="en-GB"/>
              </w:rPr>
              <w:t>Sales trend group (if applicable)</w:t>
            </w:r>
          </w:p>
          <w:p w:rsidR="00EE77B8" w:rsidRDefault="00EE77B8" w:rsidP="00DB25B4">
            <w:pPr>
              <w:shd w:val="clear" w:color="auto" w:fill="FFFFFF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Konzernumsatz</w:t>
            </w:r>
          </w:p>
          <w:p w:rsidR="00CD27DD" w:rsidRDefault="00CD27DD" w:rsidP="00DB25B4">
            <w:pPr>
              <w:shd w:val="clear" w:color="auto" w:fill="FFFFFF"/>
            </w:pPr>
            <w:r>
              <w:rPr>
                <w:i/>
                <w:color w:val="000000"/>
                <w:sz w:val="16"/>
              </w:rPr>
              <w:t>(wenn zutreffend)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spacing w:line="230" w:lineRule="exact"/>
              <w:ind w:right="173" w:hanging="10"/>
            </w:pPr>
            <w:r>
              <w:rPr>
                <w:color w:val="000000"/>
                <w:spacing w:val="-2"/>
              </w:rPr>
              <w:t xml:space="preserve">Amount, </w:t>
            </w:r>
            <w:r>
              <w:rPr>
                <w:color w:val="000000"/>
                <w:spacing w:val="-3"/>
              </w:rPr>
              <w:t>Currency</w:t>
            </w:r>
          </w:p>
          <w:p w:rsidR="00EE77B8" w:rsidRDefault="00EE77B8" w:rsidP="00DB25B4">
            <w:pPr>
              <w:shd w:val="clear" w:color="auto" w:fill="FFFFFF"/>
              <w:spacing w:line="182" w:lineRule="exact"/>
              <w:ind w:right="173" w:hanging="5"/>
            </w:pPr>
            <w:r>
              <w:rPr>
                <w:i/>
                <w:color w:val="000000"/>
                <w:spacing w:val="-4"/>
                <w:sz w:val="16"/>
              </w:rPr>
              <w:t>Betrag, Währung</w:t>
            </w:r>
          </w:p>
        </w:tc>
        <w:tc>
          <w:tcPr>
            <w:tcW w:w="2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spacing w:line="230" w:lineRule="exact"/>
              <w:ind w:right="24" w:firstLine="5"/>
              <w:rPr>
                <w:lang w:val="en-GB"/>
              </w:rPr>
            </w:pPr>
            <w:r>
              <w:rPr>
                <w:color w:val="000000"/>
                <w:spacing w:val="-2"/>
                <w:lang w:val="en-GB"/>
              </w:rPr>
              <w:t>Sales trend Business Unit IT and AS</w:t>
            </w:r>
          </w:p>
          <w:p w:rsidR="00EE77B8" w:rsidRDefault="00EE77B8" w:rsidP="00DB25B4">
            <w:pPr>
              <w:shd w:val="clear" w:color="auto" w:fill="FFFFFF"/>
            </w:pPr>
            <w:r>
              <w:rPr>
                <w:i/>
                <w:color w:val="000000"/>
                <w:spacing w:val="-1"/>
                <w:sz w:val="16"/>
              </w:rPr>
              <w:t>Umsatz indirektes Material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spacing w:line="230" w:lineRule="exact"/>
              <w:ind w:right="173"/>
            </w:pPr>
            <w:r>
              <w:rPr>
                <w:color w:val="000000"/>
                <w:spacing w:val="-2"/>
              </w:rPr>
              <w:t xml:space="preserve">Amount, </w:t>
            </w:r>
            <w:r>
              <w:rPr>
                <w:color w:val="000000"/>
                <w:spacing w:val="-3"/>
              </w:rPr>
              <w:t>Currency</w:t>
            </w:r>
          </w:p>
          <w:p w:rsidR="00EE77B8" w:rsidRDefault="00EE77B8" w:rsidP="00DB25B4">
            <w:pPr>
              <w:shd w:val="clear" w:color="auto" w:fill="FFFFFF"/>
              <w:spacing w:line="182" w:lineRule="exact"/>
              <w:ind w:right="173"/>
            </w:pPr>
            <w:r>
              <w:rPr>
                <w:i/>
                <w:color w:val="000000"/>
                <w:spacing w:val="-4"/>
                <w:sz w:val="16"/>
              </w:rPr>
              <w:t xml:space="preserve">Betrag, </w:t>
            </w:r>
            <w:r>
              <w:rPr>
                <w:i/>
                <w:color w:val="000000"/>
                <w:spacing w:val="-3"/>
                <w:sz w:val="16"/>
              </w:rPr>
              <w:t>Währung</w:t>
            </w:r>
          </w:p>
        </w:tc>
      </w:tr>
      <w:tr w:rsidR="001E24AF" w:rsidRPr="00947CAD" w:rsidTr="00DB25B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24AF" w:rsidRPr="00947CAD" w:rsidRDefault="00947CAD" w:rsidP="00DB25B4">
            <w:pPr>
              <w:shd w:val="clear" w:color="auto" w:fill="FFFFFF"/>
              <w:ind w:left="10"/>
              <w:rPr>
                <w:lang w:val="en-US"/>
              </w:rPr>
            </w:pPr>
            <w:r w:rsidRPr="00947CAD">
              <w:rPr>
                <w:color w:val="000000"/>
                <w:lang w:val="en-US"/>
              </w:rPr>
              <w:t>Planned current year</w:t>
            </w:r>
          </w:p>
          <w:p w:rsidR="001E24AF" w:rsidRPr="00947CAD" w:rsidRDefault="00947CAD" w:rsidP="00DB25B4">
            <w:pPr>
              <w:shd w:val="clear" w:color="auto" w:fill="FFFFFF"/>
              <w:ind w:left="10"/>
              <w:rPr>
                <w:lang w:val="en-US"/>
              </w:rPr>
            </w:pPr>
            <w:r w:rsidRPr="00947CAD">
              <w:rPr>
                <w:i/>
                <w:color w:val="000000"/>
                <w:spacing w:val="-2"/>
                <w:sz w:val="16"/>
                <w:lang w:val="en-US"/>
              </w:rPr>
              <w:t>G</w:t>
            </w:r>
            <w:r>
              <w:rPr>
                <w:i/>
                <w:color w:val="000000"/>
                <w:spacing w:val="-2"/>
                <w:sz w:val="16"/>
                <w:lang w:val="en-US"/>
              </w:rPr>
              <w:t>eplant lfd. Jahr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24AF" w:rsidRPr="00947CAD" w:rsidRDefault="001E24AF" w:rsidP="00DB25B4">
            <w:pPr>
              <w:shd w:val="clear" w:color="auto" w:fill="FFFFFF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7CAD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CAD" w:rsidRPr="00947CAD" w:rsidRDefault="00947CAD" w:rsidP="00DB25B4">
            <w:pPr>
              <w:shd w:val="clear" w:color="auto" w:fill="FFFFFF"/>
              <w:ind w:left="10"/>
              <w:rPr>
                <w:lang w:val="en-US"/>
              </w:rPr>
            </w:pPr>
            <w:r w:rsidRPr="00947CAD">
              <w:rPr>
                <w:color w:val="000000"/>
                <w:lang w:val="en-US"/>
              </w:rPr>
              <w:t>Planned current year</w:t>
            </w:r>
          </w:p>
          <w:p w:rsidR="001E24AF" w:rsidRPr="00947CAD" w:rsidRDefault="00947CAD" w:rsidP="00DB25B4">
            <w:pPr>
              <w:shd w:val="clear" w:color="auto" w:fill="FFFFFF"/>
              <w:rPr>
                <w:lang w:val="en-US"/>
              </w:rPr>
            </w:pPr>
            <w:r w:rsidRPr="00947CAD">
              <w:rPr>
                <w:i/>
                <w:color w:val="000000"/>
                <w:spacing w:val="-2"/>
                <w:sz w:val="16"/>
                <w:lang w:val="en-US"/>
              </w:rPr>
              <w:t>G</w:t>
            </w:r>
            <w:r>
              <w:rPr>
                <w:i/>
                <w:color w:val="000000"/>
                <w:spacing w:val="-2"/>
                <w:sz w:val="16"/>
                <w:lang w:val="en-US"/>
              </w:rPr>
              <w:t>eplant lfd. Jahr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24AF" w:rsidRPr="00947CAD" w:rsidRDefault="001E24AF" w:rsidP="00DB25B4">
            <w:pPr>
              <w:shd w:val="clear" w:color="auto" w:fill="FFFFFF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7CAD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CAD" w:rsidRPr="00947CAD" w:rsidRDefault="00947CAD" w:rsidP="00DB25B4">
            <w:pPr>
              <w:shd w:val="clear" w:color="auto" w:fill="FFFFFF"/>
              <w:ind w:left="10"/>
              <w:rPr>
                <w:lang w:val="en-US"/>
              </w:rPr>
            </w:pPr>
            <w:r w:rsidRPr="00947CAD">
              <w:rPr>
                <w:color w:val="000000"/>
                <w:lang w:val="en-US"/>
              </w:rPr>
              <w:t>Planned current year</w:t>
            </w:r>
          </w:p>
          <w:p w:rsidR="001E24AF" w:rsidRPr="00947CAD" w:rsidRDefault="00947CAD" w:rsidP="00DB25B4">
            <w:pPr>
              <w:shd w:val="clear" w:color="auto" w:fill="FFFFFF"/>
              <w:rPr>
                <w:lang w:val="en-US"/>
              </w:rPr>
            </w:pPr>
            <w:r w:rsidRPr="00947CAD">
              <w:rPr>
                <w:i/>
                <w:color w:val="000000"/>
                <w:spacing w:val="-2"/>
                <w:sz w:val="16"/>
                <w:lang w:val="en-US"/>
              </w:rPr>
              <w:t>G</w:t>
            </w:r>
            <w:r>
              <w:rPr>
                <w:i/>
                <w:color w:val="000000"/>
                <w:spacing w:val="-2"/>
                <w:sz w:val="16"/>
                <w:lang w:val="en-US"/>
              </w:rPr>
              <w:t>eplant lfd. Jahr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24AF" w:rsidRPr="00947CAD" w:rsidRDefault="001E24AF" w:rsidP="00DB25B4">
            <w:pPr>
              <w:shd w:val="clear" w:color="auto" w:fill="FFFFFF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7CAD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EE77B8" w:rsidTr="00DB25B4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947CAD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lang w:val="en-US"/>
              </w:rPr>
              <w:t>Last year</w:t>
            </w:r>
          </w:p>
          <w:p w:rsidR="00EE77B8" w:rsidRDefault="00947CAD" w:rsidP="00DB25B4">
            <w:pPr>
              <w:shd w:val="clear" w:color="auto" w:fill="FFFFFF"/>
              <w:ind w:left="5"/>
            </w:pPr>
            <w:r>
              <w:rPr>
                <w:i/>
                <w:color w:val="000000"/>
                <w:spacing w:val="3"/>
                <w:sz w:val="16"/>
              </w:rPr>
              <w:t>Vorj</w:t>
            </w:r>
            <w:r w:rsidR="00EE77B8">
              <w:rPr>
                <w:i/>
                <w:color w:val="000000"/>
                <w:spacing w:val="3"/>
                <w:sz w:val="16"/>
              </w:rPr>
              <w:t>ahr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CAD" w:rsidRDefault="00947CAD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lang w:val="en-US"/>
              </w:rPr>
              <w:t>Last year</w:t>
            </w:r>
          </w:p>
          <w:p w:rsidR="00EE77B8" w:rsidRDefault="00947CAD" w:rsidP="00DB25B4">
            <w:pPr>
              <w:shd w:val="clear" w:color="auto" w:fill="FFFFFF"/>
            </w:pPr>
            <w:r>
              <w:rPr>
                <w:i/>
                <w:color w:val="000000"/>
                <w:spacing w:val="3"/>
                <w:sz w:val="16"/>
              </w:rPr>
              <w:t>Vorjahr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CAD" w:rsidRDefault="00947CAD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lang w:val="en-US"/>
              </w:rPr>
              <w:t>Last year</w:t>
            </w:r>
          </w:p>
          <w:p w:rsidR="00EE77B8" w:rsidRDefault="00947CAD" w:rsidP="00DB25B4">
            <w:pPr>
              <w:shd w:val="clear" w:color="auto" w:fill="FFFFFF"/>
            </w:pPr>
            <w:r>
              <w:rPr>
                <w:i/>
                <w:color w:val="000000"/>
                <w:spacing w:val="3"/>
                <w:sz w:val="16"/>
              </w:rPr>
              <w:t>Vorjahr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EE77B8" w:rsidTr="00DB25B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947CAD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</w:rPr>
              <w:t>2 years ago</w:t>
            </w:r>
          </w:p>
          <w:p w:rsidR="00EE77B8" w:rsidRDefault="00947CAD" w:rsidP="00DB25B4">
            <w:pPr>
              <w:shd w:val="clear" w:color="auto" w:fill="FFFFFF"/>
              <w:ind w:left="5"/>
            </w:pPr>
            <w:r>
              <w:rPr>
                <w:i/>
                <w:color w:val="000000"/>
                <w:spacing w:val="3"/>
                <w:sz w:val="16"/>
              </w:rPr>
              <w:t>Vor 2 Jahren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CAD" w:rsidRDefault="00947CAD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</w:rPr>
              <w:t>2 years ago</w:t>
            </w:r>
          </w:p>
          <w:p w:rsidR="00EE77B8" w:rsidRDefault="00947CAD" w:rsidP="00DB25B4">
            <w:pPr>
              <w:shd w:val="clear" w:color="auto" w:fill="FFFFFF"/>
            </w:pPr>
            <w:r>
              <w:rPr>
                <w:i/>
                <w:color w:val="000000"/>
                <w:spacing w:val="3"/>
                <w:sz w:val="16"/>
              </w:rPr>
              <w:t>Vor 2 Jahren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CAD" w:rsidRDefault="00947CAD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</w:rPr>
              <w:t>2 years ago</w:t>
            </w:r>
          </w:p>
          <w:p w:rsidR="00EE77B8" w:rsidRDefault="00947CAD" w:rsidP="00DB25B4">
            <w:pPr>
              <w:shd w:val="clear" w:color="auto" w:fill="FFFFFF"/>
            </w:pPr>
            <w:r>
              <w:rPr>
                <w:i/>
                <w:color w:val="000000"/>
                <w:spacing w:val="3"/>
                <w:sz w:val="16"/>
              </w:rPr>
              <w:t>Vor 2 Jahren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EE77B8" w:rsidTr="00DB25B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ind w:left="10"/>
            </w:pPr>
            <w:r>
              <w:rPr>
                <w:color w:val="000000"/>
                <w:spacing w:val="-3"/>
              </w:rPr>
              <w:t>By markets (in %)</w:t>
            </w:r>
          </w:p>
          <w:p w:rsidR="00EE77B8" w:rsidRDefault="00EE77B8" w:rsidP="00DB25B4">
            <w:pPr>
              <w:shd w:val="clear" w:color="auto" w:fill="FFFFFF"/>
              <w:ind w:left="10"/>
            </w:pPr>
            <w:r>
              <w:rPr>
                <w:i/>
                <w:color w:val="000000"/>
                <w:spacing w:val="-1"/>
                <w:sz w:val="16"/>
              </w:rPr>
              <w:t>Nach Märkten (in %)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color w:val="000000"/>
                <w:spacing w:val="-4"/>
              </w:rPr>
              <w:t>Domestic</w:t>
            </w:r>
          </w:p>
          <w:p w:rsidR="00EE77B8" w:rsidRDefault="00EE77B8" w:rsidP="00DB25B4">
            <w:pPr>
              <w:shd w:val="clear" w:color="auto" w:fill="FFFFFF"/>
            </w:pPr>
            <w:r>
              <w:rPr>
                <w:i/>
                <w:color w:val="000000"/>
                <w:sz w:val="16"/>
              </w:rPr>
              <w:t>Inland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="00253A2E">
              <w:rPr>
                <w:b/>
              </w:rPr>
              <w:t xml:space="preserve"> </w:t>
            </w:r>
            <w:r w:rsidR="00253A2E" w:rsidRPr="00253A2E">
              <w:t>%</w:t>
            </w:r>
          </w:p>
        </w:tc>
        <w:tc>
          <w:tcPr>
            <w:tcW w:w="11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color w:val="000000"/>
                <w:spacing w:val="-6"/>
              </w:rPr>
              <w:t>Europe</w:t>
            </w:r>
          </w:p>
          <w:p w:rsidR="00EE77B8" w:rsidRDefault="00EE77B8" w:rsidP="00DB25B4">
            <w:pPr>
              <w:shd w:val="clear" w:color="auto" w:fill="FFFFFF"/>
            </w:pPr>
            <w:r>
              <w:rPr>
                <w:i/>
                <w:color w:val="000000"/>
                <w:spacing w:val="-2"/>
                <w:sz w:val="16"/>
              </w:rPr>
              <w:t>Europa</w:t>
            </w: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="00253A2E">
              <w:rPr>
                <w:b/>
              </w:rPr>
              <w:t xml:space="preserve"> </w:t>
            </w:r>
            <w:r w:rsidR="00253A2E" w:rsidRPr="00253A2E">
              <w:t>%</w:t>
            </w:r>
          </w:p>
        </w:tc>
        <w:tc>
          <w:tcPr>
            <w:tcW w:w="14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5"/>
              </w:rPr>
              <w:t>NAFTA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="00253A2E">
              <w:rPr>
                <w:b/>
              </w:rPr>
              <w:t xml:space="preserve"> </w:t>
            </w:r>
            <w:r w:rsidR="00253A2E" w:rsidRPr="00253A2E">
              <w:t>%</w:t>
            </w:r>
          </w:p>
        </w:tc>
      </w:tr>
      <w:tr w:rsidR="00EE77B8" w:rsidTr="00DB25B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87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ind w:left="5"/>
              <w:rPr>
                <w:lang w:val="en-GB"/>
              </w:rPr>
            </w:pPr>
            <w:r>
              <w:rPr>
                <w:color w:val="000000"/>
                <w:spacing w:val="-1"/>
                <w:lang w:val="en-GB"/>
              </w:rPr>
              <w:t>Percentage of sales in the automotive Industry (OEM / automotive supplier)</w:t>
            </w:r>
          </w:p>
          <w:p w:rsidR="00EE77B8" w:rsidRDefault="00EE77B8" w:rsidP="00DB25B4">
            <w:pPr>
              <w:shd w:val="clear" w:color="auto" w:fill="FFFFFF"/>
              <w:ind w:left="5"/>
            </w:pPr>
            <w:r>
              <w:rPr>
                <w:i/>
                <w:color w:val="000000"/>
                <w:sz w:val="16"/>
              </w:rPr>
              <w:t>Anteil des Umsatzes in der Automobilindustrie/Automobilzulieferindustrie in %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="00253A2E">
              <w:rPr>
                <w:b/>
              </w:rPr>
              <w:t xml:space="preserve"> </w:t>
            </w:r>
            <w:r w:rsidR="00253A2E" w:rsidRPr="00253A2E">
              <w:t>%</w:t>
            </w:r>
          </w:p>
        </w:tc>
      </w:tr>
      <w:tr w:rsidR="00EE77B8" w:rsidTr="00DB25B4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8773" w:type="dxa"/>
            <w:gridSpan w:val="11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  <w:ind w:left="5"/>
              <w:rPr>
                <w:lang w:val="en-GB"/>
              </w:rPr>
            </w:pPr>
            <w:r>
              <w:rPr>
                <w:color w:val="000000"/>
                <w:spacing w:val="-1"/>
                <w:lang w:val="en-GB"/>
              </w:rPr>
              <w:t>Percentage of sales with SMP/total sale</w:t>
            </w:r>
          </w:p>
          <w:p w:rsidR="00EE77B8" w:rsidRDefault="00EE77B8" w:rsidP="00DB25B4">
            <w:pPr>
              <w:shd w:val="clear" w:color="auto" w:fill="FFFFFF"/>
              <w:ind w:left="5"/>
            </w:pPr>
            <w:r>
              <w:rPr>
                <w:i/>
                <w:color w:val="000000"/>
                <w:sz w:val="16"/>
              </w:rPr>
              <w:t>Anteil des Umsatzes mit SMP/Gesamtumsatz in %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inset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="00253A2E">
              <w:rPr>
                <w:b/>
              </w:rPr>
              <w:t xml:space="preserve"> </w:t>
            </w:r>
            <w:r w:rsidR="00253A2E" w:rsidRPr="00253A2E">
              <w:t>%</w:t>
            </w:r>
          </w:p>
        </w:tc>
      </w:tr>
      <w:tr w:rsidR="00EE77B8" w:rsidTr="00DB25B4">
        <w:tblPrEx>
          <w:tblCellMar>
            <w:top w:w="0" w:type="dxa"/>
            <w:bottom w:w="0" w:type="dxa"/>
          </w:tblCellMar>
        </w:tblPrEx>
        <w:trPr>
          <w:trHeight w:hRule="exact" w:val="776"/>
        </w:trPr>
        <w:tc>
          <w:tcPr>
            <w:tcW w:w="10348" w:type="dxa"/>
            <w:gridSpan w:val="1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  <w:vAlign w:val="center"/>
          </w:tcPr>
          <w:p w:rsidR="009631CF" w:rsidRPr="009631CF" w:rsidRDefault="009631CF" w:rsidP="00DB25B4">
            <w:pPr>
              <w:shd w:val="clear" w:color="auto" w:fill="FFFFFF"/>
              <w:ind w:left="10"/>
              <w:rPr>
                <w:color w:val="000000"/>
                <w:spacing w:val="-1"/>
              </w:rPr>
            </w:pPr>
            <w:r w:rsidRPr="009631CF">
              <w:rPr>
                <w:color w:val="000000"/>
                <w:spacing w:val="-1"/>
              </w:rPr>
              <w:t>Amount of locations</w:t>
            </w:r>
          </w:p>
          <w:p w:rsidR="00EE77B8" w:rsidRPr="009631CF" w:rsidRDefault="009631CF" w:rsidP="00DB25B4">
            <w:pPr>
              <w:shd w:val="clear" w:color="auto" w:fill="FFFFFF"/>
              <w:ind w:left="10"/>
              <w:rPr>
                <w:i/>
                <w:color w:val="000000"/>
                <w:sz w:val="16"/>
              </w:rPr>
            </w:pPr>
            <w:r w:rsidRPr="009631CF">
              <w:rPr>
                <w:i/>
                <w:color w:val="000000"/>
                <w:sz w:val="16"/>
              </w:rPr>
              <w:t>Anzahl Standorte</w:t>
            </w:r>
          </w:p>
          <w:p w:rsidR="00EE77B8" w:rsidRDefault="009631CF" w:rsidP="00DB25B4">
            <w:pPr>
              <w:shd w:val="clear" w:color="auto" w:fill="FFFFFF"/>
              <w:ind w:left="10"/>
            </w:pPr>
            <w:r>
              <w:t xml:space="preserve">                                     USA      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>
              <w:t xml:space="preserve">                          EUROPE     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>
              <w:t xml:space="preserve">                       ASIA        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871A2E" w:rsidRPr="00871A2E" w:rsidTr="00DB25B4">
        <w:tblPrEx>
          <w:tblCellMar>
            <w:top w:w="0" w:type="dxa"/>
            <w:bottom w:w="0" w:type="dxa"/>
          </w:tblCellMar>
        </w:tblPrEx>
        <w:trPr>
          <w:trHeight w:hRule="exact" w:val="702"/>
        </w:trPr>
        <w:tc>
          <w:tcPr>
            <w:tcW w:w="10348" w:type="dxa"/>
            <w:gridSpan w:val="12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clear" w:color="auto" w:fill="FFFFFF"/>
            <w:vAlign w:val="center"/>
          </w:tcPr>
          <w:p w:rsidR="00871A2E" w:rsidRPr="00871A2E" w:rsidRDefault="00871A2E" w:rsidP="00DB25B4">
            <w:pPr>
              <w:shd w:val="clear" w:color="auto" w:fill="FFFFFF"/>
              <w:ind w:left="10"/>
              <w:rPr>
                <w:color w:val="000000"/>
                <w:spacing w:val="-1"/>
                <w:lang w:val="en-US"/>
              </w:rPr>
            </w:pPr>
            <w:r w:rsidRPr="00871A2E">
              <w:rPr>
                <w:color w:val="000000"/>
                <w:spacing w:val="-1"/>
                <w:lang w:val="en-US"/>
              </w:rPr>
              <w:t>Amount of production plants</w:t>
            </w:r>
          </w:p>
          <w:p w:rsidR="00871A2E" w:rsidRPr="00871A2E" w:rsidRDefault="00871A2E" w:rsidP="00DB25B4">
            <w:pPr>
              <w:shd w:val="clear" w:color="auto" w:fill="FFFFFF"/>
              <w:ind w:left="10"/>
              <w:rPr>
                <w:i/>
                <w:color w:val="000000"/>
                <w:sz w:val="16"/>
                <w:lang w:val="en-US"/>
              </w:rPr>
            </w:pPr>
            <w:r w:rsidRPr="00871A2E">
              <w:rPr>
                <w:i/>
                <w:color w:val="000000"/>
                <w:sz w:val="16"/>
                <w:lang w:val="en-US"/>
              </w:rPr>
              <w:t>Anzahl Produktionsstandorte</w:t>
            </w:r>
          </w:p>
          <w:p w:rsidR="00871A2E" w:rsidRPr="00871A2E" w:rsidRDefault="00871A2E" w:rsidP="00DB25B4">
            <w:pPr>
              <w:shd w:val="clear" w:color="auto" w:fill="FFFFFF"/>
              <w:ind w:left="10"/>
              <w:rPr>
                <w:color w:val="000000"/>
                <w:spacing w:val="-1"/>
                <w:lang w:val="en-US"/>
              </w:rPr>
            </w:pPr>
            <w:r w:rsidRPr="00871A2E">
              <w:rPr>
                <w:lang w:val="en-US"/>
              </w:rPr>
              <w:t xml:space="preserve">                                     USA      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71A2E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Pr="00871A2E">
              <w:rPr>
                <w:lang w:val="en-US"/>
              </w:rPr>
              <w:t xml:space="preserve">                          EUROPE       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71A2E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 w:rsidRPr="00871A2E">
              <w:rPr>
                <w:lang w:val="en-US"/>
              </w:rPr>
              <w:t xml:space="preserve">                       ASIA           </w:t>
            </w:r>
            <w:r w:rsidR="00B136C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B136C4" w:rsidRPr="00871A2E">
              <w:rPr>
                <w:b/>
                <w:lang w:val="en-US"/>
              </w:rPr>
              <w:instrText xml:space="preserve"> FORMTEXT </w:instrText>
            </w:r>
            <w:r w:rsidR="00B136C4">
              <w:rPr>
                <w:b/>
              </w:rPr>
            </w:r>
            <w:r w:rsidR="00B136C4">
              <w:rPr>
                <w:b/>
              </w:rPr>
              <w:fldChar w:fldCharType="separate"/>
            </w:r>
            <w:r w:rsidR="00B136C4">
              <w:rPr>
                <w:b/>
                <w:noProof/>
              </w:rPr>
              <w:t> </w:t>
            </w:r>
            <w:r w:rsidR="00B136C4">
              <w:rPr>
                <w:b/>
                <w:noProof/>
              </w:rPr>
              <w:t> </w:t>
            </w:r>
            <w:r w:rsidR="00B136C4">
              <w:rPr>
                <w:b/>
                <w:noProof/>
              </w:rPr>
              <w:t> </w:t>
            </w:r>
            <w:r w:rsidR="00B136C4">
              <w:rPr>
                <w:b/>
                <w:noProof/>
              </w:rPr>
              <w:t> </w:t>
            </w:r>
            <w:r w:rsidR="00B136C4">
              <w:rPr>
                <w:b/>
                <w:noProof/>
              </w:rPr>
              <w:t> </w:t>
            </w:r>
            <w:r w:rsidR="00B136C4">
              <w:rPr>
                <w:b/>
              </w:rPr>
              <w:fldChar w:fldCharType="end"/>
            </w:r>
          </w:p>
        </w:tc>
      </w:tr>
      <w:tr w:rsidR="00EE77B8" w:rsidRPr="00EE77B8" w:rsidTr="00DB25B4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3771" w:type="dxa"/>
            <w:gridSpan w:val="3"/>
            <w:tcBorders>
              <w:top w:val="in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1A2E" w:rsidRDefault="00871A2E" w:rsidP="00DB25B4">
            <w:pPr>
              <w:shd w:val="clear" w:color="auto" w:fill="FFFFFF"/>
              <w:ind w:left="19"/>
              <w:rPr>
                <w:i/>
                <w:color w:val="000000"/>
                <w:spacing w:val="-5"/>
                <w:sz w:val="18"/>
              </w:rPr>
            </w:pPr>
            <w:r>
              <w:rPr>
                <w:color w:val="000000"/>
                <w:spacing w:val="-1"/>
                <w:lang w:val="en-US"/>
              </w:rPr>
              <w:t>P</w:t>
            </w:r>
            <w:r w:rsidRPr="00871A2E">
              <w:rPr>
                <w:color w:val="000000"/>
                <w:spacing w:val="-1"/>
                <w:lang w:val="en-US"/>
              </w:rPr>
              <w:t>roduction plant</w:t>
            </w:r>
            <w:r>
              <w:rPr>
                <w:i/>
                <w:color w:val="000000"/>
                <w:spacing w:val="-5"/>
                <w:sz w:val="18"/>
              </w:rPr>
              <w:t xml:space="preserve"> </w:t>
            </w:r>
          </w:p>
          <w:p w:rsidR="00EE77B8" w:rsidRDefault="00871A2E" w:rsidP="00DB25B4">
            <w:pPr>
              <w:shd w:val="clear" w:color="auto" w:fill="FFFFFF"/>
              <w:ind w:left="19"/>
            </w:pPr>
            <w:r w:rsidRPr="00871A2E">
              <w:rPr>
                <w:i/>
                <w:color w:val="000000"/>
                <w:sz w:val="16"/>
                <w:lang w:val="en-US"/>
              </w:rPr>
              <w:t>Produktionsstandorte</w:t>
            </w:r>
          </w:p>
        </w:tc>
        <w:tc>
          <w:tcPr>
            <w:tcW w:w="1671" w:type="dxa"/>
            <w:gridSpan w:val="2"/>
            <w:tcBorders>
              <w:top w:val="in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Default="00EE77B8" w:rsidP="00DB25B4">
            <w:pPr>
              <w:shd w:val="clear" w:color="auto" w:fill="FFFFFF"/>
            </w:pPr>
            <w:r>
              <w:rPr>
                <w:color w:val="000000"/>
                <w:spacing w:val="-2"/>
              </w:rPr>
              <w:t>Country code</w:t>
            </w:r>
          </w:p>
          <w:p w:rsidR="00EE77B8" w:rsidRDefault="00EE77B8" w:rsidP="00DB25B4">
            <w:pPr>
              <w:shd w:val="clear" w:color="auto" w:fill="FFFFFF"/>
            </w:pPr>
            <w:r>
              <w:rPr>
                <w:i/>
                <w:color w:val="000000"/>
                <w:spacing w:val="-2"/>
                <w:sz w:val="16"/>
              </w:rPr>
              <w:t>Landeskurzzeichen</w:t>
            </w:r>
          </w:p>
        </w:tc>
        <w:tc>
          <w:tcPr>
            <w:tcW w:w="2851" w:type="dxa"/>
            <w:gridSpan w:val="5"/>
            <w:tcBorders>
              <w:top w:val="in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Pr="009631CF" w:rsidRDefault="00EE77B8" w:rsidP="00DB25B4">
            <w:pPr>
              <w:shd w:val="clear" w:color="auto" w:fill="FFFFFF"/>
              <w:rPr>
                <w:lang w:val="en-US"/>
              </w:rPr>
            </w:pPr>
            <w:r w:rsidRPr="009631CF">
              <w:rPr>
                <w:color w:val="000000"/>
                <w:spacing w:val="-3"/>
                <w:lang w:val="en-US"/>
              </w:rPr>
              <w:t>Number of employees</w:t>
            </w:r>
            <w:r w:rsidR="009631CF">
              <w:rPr>
                <w:color w:val="000000"/>
                <w:spacing w:val="-3"/>
                <w:lang w:val="en-US"/>
              </w:rPr>
              <w:t xml:space="preserve"> total</w:t>
            </w:r>
          </w:p>
          <w:p w:rsidR="00EE77B8" w:rsidRPr="009631CF" w:rsidRDefault="00EE77B8" w:rsidP="00DB25B4">
            <w:pPr>
              <w:shd w:val="clear" w:color="auto" w:fill="FFFFFF"/>
              <w:rPr>
                <w:lang w:val="en-US"/>
              </w:rPr>
            </w:pPr>
            <w:r w:rsidRPr="009631CF">
              <w:rPr>
                <w:i/>
                <w:color w:val="000000"/>
                <w:sz w:val="16"/>
                <w:lang w:val="en-US"/>
              </w:rPr>
              <w:t>Anzahl Beschäftigte</w:t>
            </w:r>
            <w:r w:rsidR="009631CF" w:rsidRPr="009631CF">
              <w:rPr>
                <w:i/>
                <w:color w:val="000000"/>
                <w:sz w:val="16"/>
                <w:lang w:val="en-US"/>
              </w:rPr>
              <w:t xml:space="preserve"> </w:t>
            </w:r>
            <w:r w:rsidR="009631CF">
              <w:rPr>
                <w:i/>
                <w:color w:val="000000"/>
                <w:sz w:val="16"/>
                <w:lang w:val="en-US"/>
              </w:rPr>
              <w:t>gesamt</w:t>
            </w:r>
          </w:p>
        </w:tc>
        <w:tc>
          <w:tcPr>
            <w:tcW w:w="2055" w:type="dxa"/>
            <w:gridSpan w:val="2"/>
            <w:tcBorders>
              <w:top w:val="in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Pr="00EE77B8" w:rsidRDefault="00EE77B8" w:rsidP="00DB25B4">
            <w:pPr>
              <w:shd w:val="clear" w:color="auto" w:fill="FFFFFF"/>
            </w:pPr>
            <w:r w:rsidRPr="00EE77B8">
              <w:rPr>
                <w:color w:val="000000"/>
                <w:spacing w:val="-1"/>
              </w:rPr>
              <w:t>Turnover last year</w:t>
            </w:r>
          </w:p>
          <w:p w:rsidR="00EE77B8" w:rsidRPr="00EE77B8" w:rsidRDefault="00EE77B8" w:rsidP="00DB25B4">
            <w:pPr>
              <w:shd w:val="clear" w:color="auto" w:fill="FFFFFF"/>
            </w:pPr>
            <w:r w:rsidRPr="00EE77B8">
              <w:rPr>
                <w:i/>
                <w:color w:val="000000"/>
                <w:spacing w:val="-2"/>
                <w:sz w:val="16"/>
              </w:rPr>
              <w:t>Umsatzerlöse Vorjahr</w:t>
            </w:r>
          </w:p>
        </w:tc>
      </w:tr>
      <w:tr w:rsidR="00EE77B8" w:rsidTr="00DB25B4">
        <w:tblPrEx>
          <w:tblCellMar>
            <w:top w:w="0" w:type="dxa"/>
            <w:bottom w:w="0" w:type="dxa"/>
          </w:tblCellMar>
        </w:tblPrEx>
        <w:trPr>
          <w:trHeight w:hRule="exact" w:val="434"/>
        </w:trPr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Pr="00A91CD1" w:rsidRDefault="00EE77B8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Pr="00A91CD1" w:rsidRDefault="00EE77B8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Pr="00A91CD1" w:rsidRDefault="00EE77B8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E77B8" w:rsidRPr="00A91CD1" w:rsidRDefault="00EE77B8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</w:tr>
      <w:tr w:rsidR="005C520D" w:rsidTr="00DB25B4">
        <w:tblPrEx>
          <w:tblCellMar>
            <w:top w:w="0" w:type="dxa"/>
            <w:bottom w:w="0" w:type="dxa"/>
          </w:tblCellMar>
        </w:tblPrEx>
        <w:trPr>
          <w:trHeight w:hRule="exact" w:val="434"/>
        </w:trPr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</w:tr>
      <w:tr w:rsidR="005C520D" w:rsidTr="00DB25B4">
        <w:tblPrEx>
          <w:tblCellMar>
            <w:top w:w="0" w:type="dxa"/>
            <w:bottom w:w="0" w:type="dxa"/>
          </w:tblCellMar>
        </w:tblPrEx>
        <w:trPr>
          <w:trHeight w:hRule="exact" w:val="434"/>
        </w:trPr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</w:tr>
      <w:tr w:rsidR="005C520D" w:rsidTr="00DB25B4">
        <w:tblPrEx>
          <w:tblCellMar>
            <w:top w:w="0" w:type="dxa"/>
            <w:bottom w:w="0" w:type="dxa"/>
          </w:tblCellMar>
        </w:tblPrEx>
        <w:trPr>
          <w:trHeight w:hRule="exact" w:val="434"/>
        </w:trPr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</w:tr>
      <w:tr w:rsidR="005C520D" w:rsidTr="00DB25B4">
        <w:tblPrEx>
          <w:tblCellMar>
            <w:top w:w="0" w:type="dxa"/>
            <w:bottom w:w="0" w:type="dxa"/>
          </w:tblCellMar>
        </w:tblPrEx>
        <w:trPr>
          <w:trHeight w:hRule="exact" w:val="434"/>
        </w:trPr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</w:tr>
      <w:tr w:rsidR="005C520D" w:rsidTr="00DB25B4">
        <w:tblPrEx>
          <w:tblCellMar>
            <w:top w:w="0" w:type="dxa"/>
            <w:bottom w:w="0" w:type="dxa"/>
          </w:tblCellMar>
        </w:tblPrEx>
        <w:trPr>
          <w:trHeight w:hRule="exact" w:val="434"/>
        </w:trPr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16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8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</w:tr>
      <w:tr w:rsidR="00BB194F" w:rsidTr="00DB25B4">
        <w:tblPrEx>
          <w:tblCellMar>
            <w:top w:w="0" w:type="dxa"/>
            <w:bottom w:w="0" w:type="dxa"/>
          </w:tblCellMar>
        </w:tblPrEx>
        <w:trPr>
          <w:trHeight w:hRule="exact" w:val="426"/>
        </w:trPr>
        <w:tc>
          <w:tcPr>
            <w:tcW w:w="1034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194F" w:rsidRPr="00BB194F" w:rsidRDefault="00BB194F" w:rsidP="00DB25B4">
            <w:pPr>
              <w:shd w:val="clear" w:color="auto" w:fill="FFFFFF"/>
              <w:rPr>
                <w:lang w:val="en-US"/>
              </w:rPr>
            </w:pPr>
            <w:r w:rsidRPr="00BB194F">
              <w:rPr>
                <w:color w:val="000000"/>
                <w:spacing w:val="-3"/>
                <w:lang w:val="en-US"/>
              </w:rPr>
              <w:t xml:space="preserve">Number of employees </w:t>
            </w:r>
            <w:r>
              <w:rPr>
                <w:color w:val="000000"/>
                <w:spacing w:val="-3"/>
                <w:lang w:val="en-US"/>
              </w:rPr>
              <w:t xml:space="preserve">per </w:t>
            </w:r>
            <w:r w:rsidRPr="00BB194F">
              <w:rPr>
                <w:color w:val="000000"/>
                <w:spacing w:val="-3"/>
                <w:lang w:val="en-US"/>
              </w:rPr>
              <w:t>D</w:t>
            </w:r>
            <w:r>
              <w:rPr>
                <w:color w:val="000000"/>
                <w:spacing w:val="-3"/>
                <w:lang w:val="en-US"/>
              </w:rPr>
              <w:t>epartment</w:t>
            </w:r>
          </w:p>
          <w:p w:rsidR="00BB194F" w:rsidRDefault="00BB194F" w:rsidP="00DB25B4">
            <w:pPr>
              <w:shd w:val="clear" w:color="auto" w:fill="FFFFFF"/>
              <w:rPr>
                <w:b/>
              </w:rPr>
            </w:pPr>
            <w:r w:rsidRPr="00BB194F">
              <w:rPr>
                <w:i/>
                <w:color w:val="000000"/>
                <w:sz w:val="16"/>
              </w:rPr>
              <w:t>Anzahl der MitarbeiterInnen pro Abteilung</w:t>
            </w:r>
          </w:p>
        </w:tc>
      </w:tr>
      <w:tr w:rsidR="009631CF" w:rsidTr="00DB25B4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31CF" w:rsidRPr="00BB194F" w:rsidRDefault="009631CF" w:rsidP="00DB25B4">
            <w:pPr>
              <w:shd w:val="clear" w:color="auto" w:fill="FFFFFF"/>
              <w:rPr>
                <w:lang w:val="en-US"/>
              </w:rPr>
            </w:pPr>
            <w:r w:rsidRPr="00BB194F">
              <w:rPr>
                <w:color w:val="000000"/>
                <w:spacing w:val="-3"/>
                <w:lang w:val="en-US"/>
              </w:rPr>
              <w:t>Development</w:t>
            </w:r>
            <w:r w:rsidR="00BB194F">
              <w:rPr>
                <w:color w:val="000000"/>
                <w:spacing w:val="-3"/>
                <w:lang w:val="en-US"/>
              </w:rPr>
              <w:t xml:space="preserve">                    </w:t>
            </w:r>
          </w:p>
          <w:p w:rsidR="009631CF" w:rsidRPr="00BB194F" w:rsidRDefault="00BB194F" w:rsidP="00DB25B4">
            <w:pPr>
              <w:shd w:val="clear" w:color="auto" w:fill="FFFFFF"/>
              <w:rPr>
                <w:i/>
                <w:color w:val="000000"/>
                <w:sz w:val="16"/>
                <w:lang w:val="en-US"/>
              </w:rPr>
            </w:pPr>
            <w:r>
              <w:rPr>
                <w:i/>
                <w:color w:val="000000"/>
                <w:sz w:val="16"/>
                <w:lang w:val="en-US"/>
              </w:rPr>
              <w:t xml:space="preserve">Entwicklung                </w:t>
            </w:r>
          </w:p>
        </w:tc>
        <w:tc>
          <w:tcPr>
            <w:tcW w:w="20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31CF" w:rsidRDefault="009631CF" w:rsidP="00DB25B4">
            <w:pPr>
              <w:shd w:val="clear" w:color="auto" w:fill="FFFFFF"/>
              <w:rPr>
                <w:color w:val="000000"/>
                <w:spacing w:val="-3"/>
              </w:rPr>
            </w:pPr>
            <w:r w:rsidRPr="00BB194F">
              <w:rPr>
                <w:color w:val="000000"/>
                <w:spacing w:val="-3"/>
              </w:rPr>
              <w:t>Production</w:t>
            </w:r>
            <w:r w:rsidR="00BB194F">
              <w:rPr>
                <w:color w:val="000000"/>
                <w:spacing w:val="-3"/>
              </w:rPr>
              <w:t xml:space="preserve">    </w:t>
            </w:r>
          </w:p>
          <w:p w:rsidR="00BB194F" w:rsidRDefault="00BB194F" w:rsidP="00DB25B4">
            <w:pPr>
              <w:shd w:val="clear" w:color="auto" w:fill="FFFFFF"/>
              <w:rPr>
                <w:b/>
              </w:rPr>
            </w:pPr>
            <w:r w:rsidRPr="00BB194F">
              <w:rPr>
                <w:i/>
                <w:color w:val="000000"/>
                <w:sz w:val="16"/>
              </w:rPr>
              <w:t>Produktion</w:t>
            </w:r>
          </w:p>
        </w:tc>
        <w:tc>
          <w:tcPr>
            <w:tcW w:w="24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31CF" w:rsidRDefault="009631CF" w:rsidP="00DB25B4">
            <w:pPr>
              <w:shd w:val="clear" w:color="auto" w:fill="FFFFFF"/>
              <w:rPr>
                <w:color w:val="000000"/>
                <w:spacing w:val="-3"/>
              </w:rPr>
            </w:pPr>
            <w:r w:rsidRPr="00BB194F">
              <w:rPr>
                <w:color w:val="000000"/>
                <w:spacing w:val="-3"/>
              </w:rPr>
              <w:t>Quality</w:t>
            </w:r>
            <w:r w:rsidR="00BB194F">
              <w:rPr>
                <w:color w:val="000000"/>
                <w:spacing w:val="-3"/>
              </w:rPr>
              <w:t xml:space="preserve">    </w:t>
            </w:r>
          </w:p>
          <w:p w:rsidR="00BB194F" w:rsidRDefault="00BB194F" w:rsidP="00DB25B4">
            <w:pPr>
              <w:shd w:val="clear" w:color="auto" w:fill="FFFFFF"/>
              <w:rPr>
                <w:b/>
              </w:rPr>
            </w:pPr>
            <w:r w:rsidRPr="00BB194F">
              <w:rPr>
                <w:i/>
                <w:color w:val="000000"/>
                <w:sz w:val="16"/>
              </w:rPr>
              <w:t>Qualität</w:t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31CF" w:rsidRPr="00A91CD1" w:rsidRDefault="00FF6CE3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</w:tr>
      <w:tr w:rsidR="005C520D" w:rsidTr="00DB25B4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377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04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48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  <w:tc>
          <w:tcPr>
            <w:tcW w:w="205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520D" w:rsidRPr="00A91CD1" w:rsidRDefault="005C520D" w:rsidP="00DB25B4">
            <w:pPr>
              <w:shd w:val="clear" w:color="auto" w:fill="FFFFFF"/>
              <w:rPr>
                <w:b/>
              </w:rPr>
            </w:pPr>
            <w:r w:rsidRPr="00A91CD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91CD1">
              <w:rPr>
                <w:b/>
              </w:rPr>
              <w:instrText xml:space="preserve"> FORMTEXT </w:instrText>
            </w:r>
            <w:r w:rsidRPr="00A91CD1">
              <w:rPr>
                <w:b/>
              </w:rPr>
            </w:r>
            <w:r w:rsidRPr="00A91CD1">
              <w:rPr>
                <w:b/>
              </w:rPr>
              <w:fldChar w:fldCharType="separate"/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  <w:noProof/>
              </w:rPr>
              <w:t> </w:t>
            </w:r>
            <w:r w:rsidRPr="00A91CD1">
              <w:rPr>
                <w:b/>
              </w:rPr>
              <w:fldChar w:fldCharType="end"/>
            </w:r>
          </w:p>
        </w:tc>
      </w:tr>
      <w:tr w:rsidR="00843870" w:rsidRPr="005C520D" w:rsidTr="00DB25B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870" w:rsidRPr="005C520D" w:rsidRDefault="00843870" w:rsidP="00DB25B4">
            <w:pPr>
              <w:shd w:val="clear" w:color="auto" w:fill="FFFFFF"/>
              <w:rPr>
                <w:color w:val="000000"/>
                <w:spacing w:val="-3"/>
                <w:lang w:val="en-US"/>
              </w:rPr>
            </w:pPr>
            <w:r w:rsidRPr="005C520D">
              <w:rPr>
                <w:color w:val="000000"/>
                <w:spacing w:val="-3"/>
                <w:lang w:val="en-US"/>
              </w:rPr>
              <w:t>Size of production plant(s) sq.m (ft.) total</w:t>
            </w:r>
          </w:p>
          <w:p w:rsidR="00843870" w:rsidRPr="005C520D" w:rsidRDefault="00843870" w:rsidP="00DB25B4">
            <w:pPr>
              <w:shd w:val="clear" w:color="auto" w:fill="FFFFFF"/>
              <w:rPr>
                <w:color w:val="000000"/>
                <w:spacing w:val="-1"/>
              </w:rPr>
            </w:pPr>
            <w:r w:rsidRPr="005C520D">
              <w:rPr>
                <w:i/>
                <w:color w:val="000000"/>
                <w:sz w:val="16"/>
              </w:rPr>
              <w:t>Größe der Produktionsfläche qm gesamt</w:t>
            </w:r>
          </w:p>
        </w:tc>
        <w:tc>
          <w:tcPr>
            <w:tcW w:w="65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870" w:rsidRDefault="00843870" w:rsidP="00DB25B4">
            <w:r w:rsidRPr="001A381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3818">
              <w:rPr>
                <w:b/>
              </w:rPr>
              <w:instrText xml:space="preserve"> FORMTEXT </w:instrText>
            </w:r>
            <w:r w:rsidRPr="001A3818">
              <w:rPr>
                <w:b/>
              </w:rPr>
            </w:r>
            <w:r w:rsidRPr="001A3818">
              <w:rPr>
                <w:b/>
              </w:rPr>
              <w:fldChar w:fldCharType="separate"/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</w:rPr>
              <w:fldChar w:fldCharType="end"/>
            </w:r>
          </w:p>
        </w:tc>
      </w:tr>
      <w:tr w:rsidR="00843870" w:rsidRPr="00843870" w:rsidTr="00DB25B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870" w:rsidRDefault="00843870" w:rsidP="00DB25B4">
            <w:pPr>
              <w:shd w:val="clear" w:color="auto" w:fill="FFFFFF"/>
              <w:rPr>
                <w:color w:val="000000"/>
                <w:spacing w:val="-1"/>
                <w:lang w:val="en-US"/>
              </w:rPr>
            </w:pPr>
            <w:r w:rsidRPr="005C520D">
              <w:rPr>
                <w:color w:val="000000"/>
                <w:spacing w:val="-1"/>
                <w:lang w:val="en-US"/>
              </w:rPr>
              <w:t>Size of plant(s) to</w:t>
            </w:r>
            <w:r>
              <w:rPr>
                <w:color w:val="000000"/>
                <w:spacing w:val="-1"/>
                <w:lang w:val="en-US"/>
              </w:rPr>
              <w:t>tal sq.m (ft.)</w:t>
            </w:r>
          </w:p>
          <w:p w:rsidR="00843870" w:rsidRPr="00843870" w:rsidRDefault="00843870" w:rsidP="00DB25B4">
            <w:pPr>
              <w:shd w:val="clear" w:color="auto" w:fill="FFFFFF"/>
              <w:rPr>
                <w:color w:val="000000"/>
                <w:spacing w:val="-1"/>
              </w:rPr>
            </w:pPr>
            <w:r w:rsidRPr="00843870">
              <w:rPr>
                <w:i/>
                <w:color w:val="000000"/>
                <w:sz w:val="16"/>
              </w:rPr>
              <w:t>Größe der Gesamtfläche qm total</w:t>
            </w:r>
          </w:p>
        </w:tc>
        <w:tc>
          <w:tcPr>
            <w:tcW w:w="65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3870" w:rsidRDefault="00843870" w:rsidP="00DB25B4">
            <w:r w:rsidRPr="001A381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A3818">
              <w:rPr>
                <w:b/>
              </w:rPr>
              <w:instrText xml:space="preserve"> FORMTEXT </w:instrText>
            </w:r>
            <w:r w:rsidRPr="001A3818">
              <w:rPr>
                <w:b/>
              </w:rPr>
            </w:r>
            <w:r w:rsidRPr="001A3818">
              <w:rPr>
                <w:b/>
              </w:rPr>
              <w:fldChar w:fldCharType="separate"/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  <w:noProof/>
              </w:rPr>
              <w:t> </w:t>
            </w:r>
            <w:r w:rsidRPr="001A3818">
              <w:rPr>
                <w:b/>
              </w:rPr>
              <w:fldChar w:fldCharType="end"/>
            </w:r>
          </w:p>
        </w:tc>
      </w:tr>
      <w:tr w:rsidR="0082125A" w:rsidRPr="00843870" w:rsidTr="00DB25B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103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125A" w:rsidRPr="0082125A" w:rsidRDefault="0082125A" w:rsidP="00DB25B4">
            <w:pPr>
              <w:rPr>
                <w:color w:val="000000"/>
                <w:spacing w:val="-3"/>
                <w:lang w:val="en-US"/>
              </w:rPr>
            </w:pPr>
            <w:r w:rsidRPr="0082125A">
              <w:rPr>
                <w:color w:val="000000"/>
                <w:spacing w:val="-3"/>
                <w:lang w:val="en-US"/>
              </w:rPr>
              <w:t>Capital investments in Mio</w:t>
            </w:r>
            <w:r>
              <w:rPr>
                <w:color w:val="000000"/>
                <w:spacing w:val="-3"/>
                <w:lang w:val="en-US"/>
              </w:rPr>
              <w:t>.</w:t>
            </w:r>
          </w:p>
          <w:p w:rsidR="0082125A" w:rsidRPr="001A3818" w:rsidRDefault="0082125A" w:rsidP="00DB25B4">
            <w:pPr>
              <w:rPr>
                <w:b/>
              </w:rPr>
            </w:pPr>
            <w:r w:rsidRPr="0082125A">
              <w:rPr>
                <w:i/>
                <w:color w:val="000000"/>
                <w:sz w:val="16"/>
              </w:rPr>
              <w:t>Investitionen in Mio.</w:t>
            </w:r>
          </w:p>
        </w:tc>
      </w:tr>
      <w:tr w:rsidR="0082125A" w:rsidRPr="00947CAD" w:rsidTr="00DB25B4">
        <w:tblPrEx>
          <w:tblCellMar>
            <w:top w:w="0" w:type="dxa"/>
            <w:bottom w:w="0" w:type="dxa"/>
          </w:tblCellMar>
        </w:tblPrEx>
        <w:trPr>
          <w:trHeight w:hRule="exact" w:val="848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25A" w:rsidRPr="00947CAD" w:rsidRDefault="0082125A" w:rsidP="00DB25B4">
            <w:pPr>
              <w:shd w:val="clear" w:color="auto" w:fill="FFFFFF"/>
              <w:ind w:left="10"/>
              <w:rPr>
                <w:lang w:val="en-US"/>
              </w:rPr>
            </w:pPr>
            <w:r w:rsidRPr="00947CAD">
              <w:rPr>
                <w:color w:val="000000"/>
                <w:lang w:val="en-US"/>
              </w:rPr>
              <w:t>Planned current year</w:t>
            </w:r>
          </w:p>
          <w:p w:rsidR="0082125A" w:rsidRDefault="0082125A" w:rsidP="00DB25B4">
            <w:pPr>
              <w:shd w:val="clear" w:color="auto" w:fill="FFFFFF"/>
              <w:ind w:left="10"/>
              <w:rPr>
                <w:i/>
                <w:color w:val="000000"/>
                <w:spacing w:val="-2"/>
                <w:sz w:val="16"/>
                <w:lang w:val="en-US"/>
              </w:rPr>
            </w:pPr>
            <w:r w:rsidRPr="00947CAD">
              <w:rPr>
                <w:i/>
                <w:color w:val="000000"/>
                <w:spacing w:val="-2"/>
                <w:sz w:val="16"/>
                <w:lang w:val="en-US"/>
              </w:rPr>
              <w:t>G</w:t>
            </w:r>
            <w:r>
              <w:rPr>
                <w:i/>
                <w:color w:val="000000"/>
                <w:spacing w:val="-2"/>
                <w:sz w:val="16"/>
                <w:lang w:val="en-US"/>
              </w:rPr>
              <w:t xml:space="preserve">eplant lfd. Jahr </w:t>
            </w:r>
          </w:p>
          <w:p w:rsidR="0082125A" w:rsidRDefault="0082125A" w:rsidP="00DB25B4">
            <w:pPr>
              <w:shd w:val="clear" w:color="auto" w:fill="FFFFFF"/>
              <w:spacing w:line="230" w:lineRule="exact"/>
              <w:ind w:right="178" w:hanging="10"/>
            </w:pPr>
            <w:r>
              <w:rPr>
                <w:color w:val="000000"/>
                <w:spacing w:val="-2"/>
              </w:rPr>
              <w:t xml:space="preserve">Amount, </w:t>
            </w:r>
            <w:r>
              <w:rPr>
                <w:color w:val="000000"/>
                <w:spacing w:val="-3"/>
              </w:rPr>
              <w:t>Currency</w:t>
            </w:r>
          </w:p>
          <w:p w:rsidR="0082125A" w:rsidRPr="00947CAD" w:rsidRDefault="0082125A" w:rsidP="00DB25B4">
            <w:pPr>
              <w:shd w:val="clear" w:color="auto" w:fill="FFFFFF"/>
              <w:ind w:left="10"/>
              <w:rPr>
                <w:lang w:val="en-US"/>
              </w:rPr>
            </w:pPr>
            <w:r>
              <w:rPr>
                <w:i/>
                <w:color w:val="000000"/>
                <w:spacing w:val="-4"/>
                <w:sz w:val="16"/>
              </w:rPr>
              <w:t>Betrag, Währung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25A" w:rsidRDefault="0082125A" w:rsidP="00DB25B4">
            <w:pPr>
              <w:shd w:val="clear" w:color="auto" w:fill="FFFFFF"/>
              <w:rPr>
                <w:b/>
              </w:rPr>
            </w:pPr>
          </w:p>
          <w:p w:rsidR="00CD02D6" w:rsidRDefault="00CD02D6" w:rsidP="00DB25B4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7CAD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  <w:p w:rsidR="0082125A" w:rsidRPr="00947CAD" w:rsidRDefault="0082125A" w:rsidP="00DB25B4">
            <w:pPr>
              <w:shd w:val="clear" w:color="auto" w:fill="FFFFFF"/>
              <w:rPr>
                <w:lang w:val="en-US"/>
              </w:rPr>
            </w:pP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25A" w:rsidRDefault="0082125A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  <w:lang w:val="en-US"/>
              </w:rPr>
              <w:t>Last year</w:t>
            </w:r>
          </w:p>
          <w:p w:rsidR="0082125A" w:rsidRPr="00947CAD" w:rsidRDefault="0082125A" w:rsidP="00DB25B4">
            <w:pPr>
              <w:shd w:val="clear" w:color="auto" w:fill="FFFFFF"/>
              <w:rPr>
                <w:lang w:val="en-US"/>
              </w:rPr>
            </w:pPr>
            <w:r>
              <w:rPr>
                <w:i/>
                <w:color w:val="000000"/>
                <w:spacing w:val="3"/>
                <w:sz w:val="16"/>
              </w:rPr>
              <w:t>Vorjahr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25A" w:rsidRDefault="0082125A" w:rsidP="00DB25B4">
            <w:pPr>
              <w:shd w:val="clear" w:color="auto" w:fill="FFFFFF"/>
              <w:rPr>
                <w:lang w:val="en-US"/>
              </w:rPr>
            </w:pPr>
          </w:p>
          <w:p w:rsidR="00CD02D6" w:rsidRPr="00947CAD" w:rsidRDefault="00CD02D6" w:rsidP="00DB25B4">
            <w:pPr>
              <w:shd w:val="clear" w:color="auto" w:fill="FFFFFF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7CAD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1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6459" w:rsidRDefault="00AC6459" w:rsidP="00DB25B4">
            <w:pPr>
              <w:shd w:val="clear" w:color="auto" w:fill="FFFFFF"/>
              <w:ind w:left="5"/>
            </w:pPr>
            <w:r>
              <w:rPr>
                <w:color w:val="000000"/>
                <w:spacing w:val="-3"/>
              </w:rPr>
              <w:t>2 years ago</w:t>
            </w:r>
          </w:p>
          <w:p w:rsidR="0082125A" w:rsidRPr="00947CAD" w:rsidRDefault="00AC6459" w:rsidP="00DB25B4">
            <w:pPr>
              <w:shd w:val="clear" w:color="auto" w:fill="FFFFFF"/>
              <w:rPr>
                <w:lang w:val="en-US"/>
              </w:rPr>
            </w:pPr>
            <w:r>
              <w:rPr>
                <w:i/>
                <w:color w:val="000000"/>
                <w:spacing w:val="3"/>
                <w:sz w:val="16"/>
              </w:rPr>
              <w:t>Vor 2 Jahren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25A" w:rsidRDefault="0082125A" w:rsidP="00DB25B4">
            <w:pPr>
              <w:shd w:val="clear" w:color="auto" w:fill="FFFFFF"/>
              <w:rPr>
                <w:lang w:val="en-US"/>
              </w:rPr>
            </w:pPr>
          </w:p>
          <w:p w:rsidR="00CD02D6" w:rsidRPr="00947CAD" w:rsidRDefault="00CD02D6" w:rsidP="00DB25B4">
            <w:pPr>
              <w:shd w:val="clear" w:color="auto" w:fill="FFFFFF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7CAD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3947D0" w:rsidRPr="00947CAD" w:rsidTr="00DB25B4">
        <w:tblPrEx>
          <w:tblCellMar>
            <w:top w:w="0" w:type="dxa"/>
            <w:bottom w:w="0" w:type="dxa"/>
          </w:tblCellMar>
        </w:tblPrEx>
        <w:trPr>
          <w:trHeight w:hRule="exact" w:val="889"/>
        </w:trPr>
        <w:tc>
          <w:tcPr>
            <w:tcW w:w="2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7D0" w:rsidRPr="003947D0" w:rsidRDefault="00233015" w:rsidP="00DB25B4">
            <w:pPr>
              <w:shd w:val="clear" w:color="auto" w:fill="FFFFFF"/>
              <w:ind w:left="1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IMDS is known and</w:t>
            </w:r>
            <w:r w:rsidR="003947D0" w:rsidRPr="003947D0">
              <w:rPr>
                <w:color w:val="000000"/>
                <w:lang w:val="en-US"/>
              </w:rPr>
              <w:t xml:space="preserve"> will be atten</w:t>
            </w:r>
            <w:r>
              <w:rPr>
                <w:color w:val="000000"/>
                <w:lang w:val="en-US"/>
              </w:rPr>
              <w:t>te</w:t>
            </w:r>
            <w:r w:rsidR="003947D0" w:rsidRPr="003947D0">
              <w:rPr>
                <w:color w:val="000000"/>
                <w:lang w:val="en-US"/>
              </w:rPr>
              <w:t>d</w:t>
            </w:r>
          </w:p>
          <w:p w:rsidR="003947D0" w:rsidRPr="00DD32D6" w:rsidRDefault="003947D0" w:rsidP="00DB25B4">
            <w:pPr>
              <w:shd w:val="clear" w:color="auto" w:fill="FFFFFF"/>
              <w:ind w:left="10"/>
              <w:rPr>
                <w:i/>
                <w:color w:val="000000"/>
                <w:sz w:val="16"/>
              </w:rPr>
            </w:pPr>
            <w:r w:rsidRPr="003947D0">
              <w:rPr>
                <w:i/>
                <w:color w:val="000000"/>
                <w:sz w:val="16"/>
              </w:rPr>
              <w:t>IMDS ist bekannt und wird eingegeben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7D0" w:rsidRPr="003947D0" w:rsidRDefault="003947D0" w:rsidP="00DB25B4">
            <w:pPr>
              <w:shd w:val="clear" w:color="auto" w:fill="FFFFFF"/>
            </w:pPr>
            <w:r w:rsidRPr="003947D0">
              <w:t>YES</w:t>
            </w:r>
            <w:r w:rsidR="00CB4E3D">
              <w:t>/Ja</w:t>
            </w:r>
          </w:p>
          <w:p w:rsidR="003947D0" w:rsidRPr="003947D0" w:rsidRDefault="003947D0" w:rsidP="00DB25B4">
            <w:pPr>
              <w:shd w:val="clear" w:color="auto" w:fill="FFFFFF"/>
            </w:pPr>
          </w:p>
          <w:p w:rsidR="003947D0" w:rsidRDefault="003947D0" w:rsidP="00DB25B4">
            <w:pPr>
              <w:shd w:val="clear" w:color="auto" w:fill="FFFFFF"/>
              <w:rPr>
                <w:b/>
              </w:rPr>
            </w:pPr>
            <w:r w:rsidRPr="003947D0">
              <w:t>NO</w:t>
            </w:r>
            <w:r w:rsidR="00CB4E3D">
              <w:t>/Nein</w:t>
            </w:r>
          </w:p>
        </w:tc>
        <w:tc>
          <w:tcPr>
            <w:tcW w:w="2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7D0" w:rsidRDefault="00FF6CE3" w:rsidP="00DB25B4">
            <w:pPr>
              <w:shd w:val="clear" w:color="auto" w:fill="FFFFFF"/>
              <w:rPr>
                <w:b/>
              </w:rPr>
            </w:pPr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  <w:p w:rsidR="003947D0" w:rsidRDefault="003947D0" w:rsidP="00DB25B4">
            <w:pPr>
              <w:shd w:val="clear" w:color="auto" w:fill="FFFFFF"/>
              <w:ind w:left="5"/>
              <w:rPr>
                <w:color w:val="000000"/>
                <w:spacing w:val="-3"/>
                <w:lang w:val="en-US"/>
              </w:rPr>
            </w:pPr>
          </w:p>
          <w:p w:rsidR="003947D0" w:rsidRDefault="00FF6CE3" w:rsidP="00DB25B4">
            <w:pPr>
              <w:shd w:val="clear" w:color="auto" w:fill="FFFFFF"/>
              <w:rPr>
                <w:b/>
              </w:rPr>
            </w:pPr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  <w:p w:rsidR="003947D0" w:rsidRDefault="003947D0" w:rsidP="00DB25B4">
            <w:pPr>
              <w:shd w:val="clear" w:color="auto" w:fill="FFFFFF"/>
              <w:ind w:left="5"/>
              <w:rPr>
                <w:color w:val="000000"/>
                <w:spacing w:val="-3"/>
                <w:lang w:val="en-US"/>
              </w:rPr>
            </w:pP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7D0" w:rsidRPr="003947D0" w:rsidRDefault="003947D0" w:rsidP="00DB25B4">
            <w:pPr>
              <w:shd w:val="clear" w:color="auto" w:fill="FFFFFF"/>
            </w:pPr>
            <w:r w:rsidRPr="003947D0">
              <w:t>IMDS-Org. ID:</w:t>
            </w:r>
          </w:p>
        </w:tc>
        <w:tc>
          <w:tcPr>
            <w:tcW w:w="37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02D6" w:rsidRDefault="00CD02D6" w:rsidP="00DB25B4">
            <w:pPr>
              <w:shd w:val="clear" w:color="auto" w:fill="FFFFFF"/>
              <w:rPr>
                <w:b/>
              </w:rPr>
            </w:pPr>
          </w:p>
          <w:p w:rsidR="003947D0" w:rsidRDefault="003947D0" w:rsidP="00DB25B4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47CAD">
              <w:rPr>
                <w:b/>
                <w:lang w:val="en-U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D930C8" w:rsidRDefault="00D930C8">
      <w:pPr>
        <w:shd w:val="clear" w:color="auto" w:fill="FFFFFF"/>
        <w:rPr>
          <w:sz w:val="16"/>
          <w:szCs w:val="16"/>
        </w:rPr>
      </w:pPr>
    </w:p>
    <w:tbl>
      <w:tblPr>
        <w:tblW w:w="10348" w:type="dxa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00"/>
        <w:gridCol w:w="4448"/>
      </w:tblGrid>
      <w:tr w:rsidR="00FF6CE3" w:rsidTr="00DB25B4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5900" w:type="dxa"/>
            <w:shd w:val="clear" w:color="auto" w:fill="FFFFFF"/>
            <w:vAlign w:val="center"/>
          </w:tcPr>
          <w:p w:rsidR="00FF6CE3" w:rsidRPr="002A0BA8" w:rsidRDefault="00FF6CE3" w:rsidP="00DB25B4">
            <w:pPr>
              <w:shd w:val="clear" w:color="auto" w:fill="FFFFFF"/>
              <w:ind w:left="10"/>
              <w:rPr>
                <w:color w:val="000000"/>
                <w:spacing w:val="-1"/>
                <w:lang w:val="en-US"/>
              </w:rPr>
            </w:pPr>
            <w:r w:rsidRPr="002A0BA8">
              <w:rPr>
                <w:spacing w:val="-2"/>
                <w:lang w:val="en-US"/>
              </w:rPr>
              <w:lastRenderedPageBreak/>
              <w:t>Willingness for usage SMP form for 8-D Report</w:t>
            </w:r>
            <w:r w:rsidRPr="002A0BA8">
              <w:rPr>
                <w:color w:val="000000"/>
                <w:spacing w:val="-1"/>
                <w:lang w:val="en-US"/>
              </w:rPr>
              <w:t xml:space="preserve"> </w:t>
            </w:r>
          </w:p>
          <w:p w:rsidR="00FF6CE3" w:rsidRPr="002A0BA8" w:rsidRDefault="00D930C8" w:rsidP="00DB25B4">
            <w:pPr>
              <w:shd w:val="clear" w:color="auto" w:fill="FFFFFF"/>
              <w:ind w:left="10"/>
            </w:pPr>
            <w:r>
              <w:rPr>
                <w:i/>
                <w:spacing w:val="-1"/>
                <w:sz w:val="16"/>
              </w:rPr>
              <w:t xml:space="preserve">Bereitschaft zur Verwendung </w:t>
            </w:r>
            <w:r w:rsidR="00FF6CE3" w:rsidRPr="00FF6CE3">
              <w:rPr>
                <w:i/>
                <w:spacing w:val="-1"/>
                <w:sz w:val="16"/>
              </w:rPr>
              <w:t xml:space="preserve"> SMP vorgegebener 8-D Report</w:t>
            </w:r>
          </w:p>
        </w:tc>
        <w:tc>
          <w:tcPr>
            <w:tcW w:w="4448" w:type="dxa"/>
            <w:shd w:val="clear" w:color="auto" w:fill="FFFFFF"/>
            <w:vAlign w:val="center"/>
          </w:tcPr>
          <w:p w:rsidR="00CB4E3D" w:rsidRPr="00253A2E" w:rsidRDefault="00CB4E3D" w:rsidP="00DB25B4">
            <w:pPr>
              <w:shd w:val="clear" w:color="auto" w:fill="FFFFFF"/>
              <w:rPr>
                <w:sz w:val="16"/>
                <w:szCs w:val="16"/>
              </w:rPr>
            </w:pPr>
          </w:p>
          <w:p w:rsidR="00FF6CE3" w:rsidRDefault="00CB4E3D" w:rsidP="00DB25B4">
            <w:pPr>
              <w:shd w:val="clear" w:color="auto" w:fill="FFFFFF"/>
            </w:pPr>
            <w:r>
              <w:t xml:space="preserve">  </w:t>
            </w:r>
            <w:r w:rsidR="002B5A3C">
              <w:t xml:space="preserve">       </w:t>
            </w:r>
            <w:r w:rsidR="002B5A3C" w:rsidRPr="00BA4482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A3C" w:rsidRPr="00BA4482">
              <w:instrText xml:space="preserve"> FORMCHECKBOX </w:instrText>
            </w:r>
            <w:r w:rsidR="002B5A3C" w:rsidRPr="00BA4482">
              <w:fldChar w:fldCharType="end"/>
            </w:r>
            <w:r w:rsidR="002B5A3C">
              <w:t xml:space="preserve">     </w:t>
            </w:r>
            <w:r w:rsidRPr="007A56EB">
              <w:t xml:space="preserve">yes / </w:t>
            </w:r>
            <w:r w:rsidRPr="002B5A3C">
              <w:t>ja</w:t>
            </w:r>
            <w:r w:rsidR="002B5A3C">
              <w:rPr>
                <w:sz w:val="16"/>
                <w:szCs w:val="16"/>
              </w:rPr>
              <w:t xml:space="preserve">                 </w:t>
            </w:r>
            <w:r w:rsidR="002B5A3C" w:rsidRPr="00BA4482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5A3C" w:rsidRPr="00BA4482">
              <w:instrText xml:space="preserve"> FORMCHECKBOX </w:instrText>
            </w:r>
            <w:r w:rsidR="002B5A3C" w:rsidRPr="00BA4482">
              <w:fldChar w:fldCharType="end"/>
            </w:r>
            <w:r w:rsidR="002B5A3C">
              <w:rPr>
                <w:sz w:val="16"/>
                <w:szCs w:val="16"/>
              </w:rPr>
              <w:t xml:space="preserve">    </w:t>
            </w:r>
            <w:r w:rsidR="002B5A3C" w:rsidRPr="00BA4482">
              <w:t xml:space="preserve">no / </w:t>
            </w:r>
            <w:r w:rsidR="002B5A3C" w:rsidRPr="00AE70BA">
              <w:rPr>
                <w:sz w:val="16"/>
                <w:szCs w:val="16"/>
              </w:rPr>
              <w:t>nein</w:t>
            </w:r>
          </w:p>
        </w:tc>
      </w:tr>
      <w:tr w:rsidR="00FF6CE3" w:rsidTr="00DB25B4">
        <w:tblPrEx>
          <w:tblCellMar>
            <w:top w:w="0" w:type="dxa"/>
            <w:bottom w:w="0" w:type="dxa"/>
          </w:tblCellMar>
        </w:tblPrEx>
        <w:trPr>
          <w:trHeight w:hRule="exact" w:val="727"/>
        </w:trPr>
        <w:tc>
          <w:tcPr>
            <w:tcW w:w="5900" w:type="dxa"/>
            <w:shd w:val="clear" w:color="auto" w:fill="FFFFFF"/>
            <w:vAlign w:val="center"/>
          </w:tcPr>
          <w:p w:rsidR="00FF6CE3" w:rsidRPr="002A0BA8" w:rsidRDefault="00FF6CE3" w:rsidP="00DB25B4">
            <w:pPr>
              <w:shd w:val="clear" w:color="auto" w:fill="FFFFFF"/>
              <w:ind w:left="10"/>
              <w:rPr>
                <w:spacing w:val="-2"/>
                <w:lang w:val="en-US"/>
              </w:rPr>
            </w:pPr>
            <w:r w:rsidRPr="002A0BA8">
              <w:rPr>
                <w:spacing w:val="-2"/>
                <w:lang w:val="en-US"/>
              </w:rPr>
              <w:t>Willingness for usage SMP form for cost-break-down (Purchase, logistics,..)</w:t>
            </w:r>
          </w:p>
          <w:p w:rsidR="00FF6CE3" w:rsidRPr="002A0BA8" w:rsidRDefault="00D930C8" w:rsidP="00DB25B4">
            <w:pPr>
              <w:shd w:val="clear" w:color="auto" w:fill="FFFFFF"/>
              <w:ind w:left="10"/>
              <w:rPr>
                <w:color w:val="000000"/>
                <w:spacing w:val="-1"/>
              </w:rPr>
            </w:pPr>
            <w:r>
              <w:rPr>
                <w:i/>
                <w:spacing w:val="-1"/>
                <w:sz w:val="16"/>
              </w:rPr>
              <w:t xml:space="preserve">Bereitschaft zur Verwendung </w:t>
            </w:r>
            <w:r w:rsidR="00FF6CE3" w:rsidRPr="00FF6CE3">
              <w:rPr>
                <w:i/>
                <w:spacing w:val="-1"/>
                <w:sz w:val="16"/>
              </w:rPr>
              <w:t xml:space="preserve"> SMP Cost-break-down (Einkauf, Logistik,..)</w:t>
            </w:r>
          </w:p>
        </w:tc>
        <w:tc>
          <w:tcPr>
            <w:tcW w:w="4448" w:type="dxa"/>
            <w:shd w:val="clear" w:color="auto" w:fill="FFFFFF"/>
            <w:vAlign w:val="center"/>
          </w:tcPr>
          <w:p w:rsidR="002B5A3C" w:rsidRPr="00253A2E" w:rsidRDefault="002B5A3C" w:rsidP="00DB25B4">
            <w:pPr>
              <w:shd w:val="clear" w:color="auto" w:fill="FFFFFF"/>
              <w:rPr>
                <w:sz w:val="16"/>
                <w:szCs w:val="16"/>
              </w:rPr>
            </w:pPr>
            <w:r>
              <w:t xml:space="preserve"> </w:t>
            </w:r>
          </w:p>
          <w:p w:rsidR="00FF6CE3" w:rsidRDefault="002B5A3C" w:rsidP="00DB25B4">
            <w:pPr>
              <w:shd w:val="clear" w:color="auto" w:fill="FFFFFF"/>
              <w:rPr>
                <w:b/>
              </w:rPr>
            </w:pPr>
            <w:r>
              <w:t xml:space="preserve">         </w:t>
            </w:r>
            <w:r w:rsidRPr="00BA4482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  <w:r>
              <w:t xml:space="preserve">     </w:t>
            </w:r>
            <w:r w:rsidRPr="007A56EB">
              <w:t xml:space="preserve">yes / </w:t>
            </w:r>
            <w:r w:rsidRPr="002B5A3C">
              <w:t>ja</w:t>
            </w:r>
            <w:r>
              <w:rPr>
                <w:sz w:val="16"/>
                <w:szCs w:val="16"/>
              </w:rPr>
              <w:t xml:space="preserve">                 </w:t>
            </w:r>
            <w:r w:rsidRPr="00BA4482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  <w:r>
              <w:rPr>
                <w:sz w:val="16"/>
                <w:szCs w:val="16"/>
              </w:rPr>
              <w:t xml:space="preserve">    </w:t>
            </w:r>
            <w:r w:rsidRPr="00BA4482">
              <w:t xml:space="preserve">no / </w:t>
            </w:r>
            <w:r w:rsidRPr="00AE70BA">
              <w:rPr>
                <w:sz w:val="16"/>
                <w:szCs w:val="16"/>
              </w:rPr>
              <w:t>nein</w:t>
            </w:r>
          </w:p>
        </w:tc>
      </w:tr>
      <w:tr w:rsidR="00FF6CE3" w:rsidRPr="00EF4C72" w:rsidTr="00DB25B4">
        <w:tblPrEx>
          <w:tblCellMar>
            <w:top w:w="0" w:type="dxa"/>
            <w:bottom w:w="0" w:type="dxa"/>
          </w:tblCellMar>
        </w:tblPrEx>
        <w:trPr>
          <w:trHeight w:hRule="exact" w:val="1070"/>
        </w:trPr>
        <w:tc>
          <w:tcPr>
            <w:tcW w:w="5900" w:type="dxa"/>
            <w:shd w:val="clear" w:color="auto" w:fill="FFFFFF"/>
            <w:vAlign w:val="center"/>
          </w:tcPr>
          <w:p w:rsidR="00FF6CE3" w:rsidRDefault="00FF6CE3" w:rsidP="00DB25B4">
            <w:pPr>
              <w:shd w:val="clear" w:color="auto" w:fill="FFFFFF"/>
              <w:ind w:left="10"/>
              <w:rPr>
                <w:color w:val="000000"/>
                <w:spacing w:val="-2"/>
                <w:lang w:val="en-US"/>
              </w:rPr>
            </w:pPr>
            <w:r w:rsidRPr="00EF4C72">
              <w:rPr>
                <w:color w:val="000000"/>
                <w:spacing w:val="-2"/>
                <w:lang w:val="en-US"/>
              </w:rPr>
              <w:t>Self-assessment questionnaire</w:t>
            </w:r>
            <w:r>
              <w:rPr>
                <w:color w:val="000000"/>
                <w:spacing w:val="-2"/>
                <w:lang w:val="en-US"/>
              </w:rPr>
              <w:t xml:space="preserve"> “Powertraining” </w:t>
            </w:r>
            <w:r w:rsidRPr="00EF4C72">
              <w:rPr>
                <w:color w:val="000000"/>
                <w:spacing w:val="-2"/>
                <w:lang w:val="en-US"/>
              </w:rPr>
              <w:t xml:space="preserve"> </w:t>
            </w:r>
            <w:r w:rsidRPr="00171ED4">
              <w:rPr>
                <w:color w:val="000000"/>
                <w:spacing w:val="-2"/>
                <w:lang w:val="en-US"/>
              </w:rPr>
              <w:t>filled out will be returned</w:t>
            </w:r>
            <w:r>
              <w:rPr>
                <w:color w:val="000000"/>
                <w:spacing w:val="-2"/>
                <w:lang w:val="en-US"/>
              </w:rPr>
              <w:t xml:space="preserve"> until (</w:t>
            </w:r>
            <w:r w:rsidRPr="00F27C1A">
              <w:rPr>
                <w:color w:val="000000"/>
                <w:spacing w:val="-2"/>
                <w:lang w:val="en-US"/>
              </w:rPr>
              <w:t xml:space="preserve">within </w:t>
            </w:r>
            <w:r>
              <w:rPr>
                <w:color w:val="000000"/>
                <w:spacing w:val="-2"/>
                <w:lang w:val="en-US"/>
              </w:rPr>
              <w:t>4</w:t>
            </w:r>
            <w:r w:rsidRPr="00F27C1A">
              <w:rPr>
                <w:color w:val="000000"/>
                <w:spacing w:val="-2"/>
                <w:lang w:val="en-US"/>
              </w:rPr>
              <w:t xml:space="preserve"> weeks from sending at the latest)</w:t>
            </w:r>
          </w:p>
          <w:p w:rsidR="00FF6CE3" w:rsidRPr="00F27C1A" w:rsidRDefault="00FF6CE3" w:rsidP="00DB25B4">
            <w:pPr>
              <w:shd w:val="clear" w:color="auto" w:fill="FFFFFF"/>
              <w:ind w:left="10"/>
              <w:rPr>
                <w:color w:val="000000"/>
                <w:spacing w:val="-2"/>
                <w:sz w:val="10"/>
                <w:szCs w:val="10"/>
                <w:lang w:val="en-US"/>
              </w:rPr>
            </w:pPr>
          </w:p>
          <w:p w:rsidR="00FF6CE3" w:rsidRDefault="00FF6CE3" w:rsidP="00DB25B4">
            <w:pPr>
              <w:shd w:val="clear" w:color="auto" w:fill="FFFFFF"/>
              <w:ind w:left="10"/>
              <w:rPr>
                <w:i/>
                <w:color w:val="000000"/>
                <w:sz w:val="16"/>
              </w:rPr>
            </w:pPr>
            <w:r w:rsidRPr="00171ED4">
              <w:rPr>
                <w:i/>
                <w:color w:val="000000"/>
                <w:sz w:val="16"/>
              </w:rPr>
              <w:t xml:space="preserve">Selbst-Bewertungsfragebogen </w:t>
            </w:r>
            <w:r>
              <w:rPr>
                <w:i/>
                <w:color w:val="000000"/>
                <w:sz w:val="16"/>
              </w:rPr>
              <w:t xml:space="preserve">„Powertraining“ wird </w:t>
            </w:r>
            <w:r w:rsidRPr="00171ED4">
              <w:rPr>
                <w:i/>
                <w:color w:val="000000"/>
                <w:sz w:val="16"/>
              </w:rPr>
              <w:t>ausgefüllt retourniert</w:t>
            </w:r>
            <w:r>
              <w:rPr>
                <w:i/>
                <w:color w:val="000000"/>
                <w:sz w:val="16"/>
              </w:rPr>
              <w:t xml:space="preserve"> bis</w:t>
            </w:r>
          </w:p>
          <w:p w:rsidR="00FF6CE3" w:rsidRDefault="00FF6CE3" w:rsidP="00DB25B4">
            <w:pPr>
              <w:shd w:val="clear" w:color="auto" w:fill="FFFFFF"/>
              <w:ind w:left="10"/>
              <w:rPr>
                <w:i/>
                <w:color w:val="000000"/>
                <w:sz w:val="16"/>
              </w:rPr>
            </w:pPr>
            <w:r>
              <w:rPr>
                <w:i/>
                <w:color w:val="000000"/>
                <w:sz w:val="16"/>
              </w:rPr>
              <w:t>(Längstens binnen 4 Wochen ab Zusendung)</w:t>
            </w:r>
          </w:p>
          <w:p w:rsidR="00FF6CE3" w:rsidRDefault="00FF6CE3" w:rsidP="00DB25B4">
            <w:pPr>
              <w:shd w:val="clear" w:color="auto" w:fill="FFFFFF"/>
              <w:ind w:left="10"/>
              <w:rPr>
                <w:i/>
                <w:color w:val="000000"/>
                <w:sz w:val="16"/>
              </w:rPr>
            </w:pPr>
          </w:p>
          <w:p w:rsidR="00FF6CE3" w:rsidRDefault="00FF6CE3" w:rsidP="00DB25B4">
            <w:pPr>
              <w:shd w:val="clear" w:color="auto" w:fill="FFFFFF"/>
              <w:ind w:left="10"/>
              <w:rPr>
                <w:i/>
                <w:color w:val="000000"/>
                <w:sz w:val="16"/>
              </w:rPr>
            </w:pPr>
          </w:p>
          <w:p w:rsidR="00FF6CE3" w:rsidRPr="00EF4C72" w:rsidRDefault="00FF6CE3" w:rsidP="00DB25B4">
            <w:pPr>
              <w:shd w:val="clear" w:color="auto" w:fill="FFFFFF"/>
              <w:ind w:left="10"/>
            </w:pPr>
          </w:p>
        </w:tc>
        <w:tc>
          <w:tcPr>
            <w:tcW w:w="4448" w:type="dxa"/>
            <w:shd w:val="clear" w:color="auto" w:fill="FFFFFF"/>
            <w:vAlign w:val="center"/>
          </w:tcPr>
          <w:p w:rsidR="00CD02D6" w:rsidRDefault="00CD02D6" w:rsidP="00DB25B4">
            <w:pPr>
              <w:shd w:val="clear" w:color="auto" w:fill="FFFFFF"/>
              <w:rPr>
                <w:b/>
              </w:rPr>
            </w:pPr>
          </w:p>
          <w:p w:rsidR="00FF6CE3" w:rsidRPr="00EF4C72" w:rsidRDefault="002B5A3C" w:rsidP="00DB25B4">
            <w:pPr>
              <w:shd w:val="clear" w:color="auto" w:fill="FFFFFF"/>
            </w:pPr>
            <w:r>
              <w:t xml:space="preserve">         </w:t>
            </w:r>
            <w:r w:rsidRPr="00BA4482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  <w:r>
              <w:t xml:space="preserve">     </w:t>
            </w:r>
            <w:r w:rsidRPr="007A56EB">
              <w:t xml:space="preserve">yes / </w:t>
            </w:r>
            <w:r w:rsidRPr="002B5A3C">
              <w:t>ja</w:t>
            </w:r>
            <w:r>
              <w:rPr>
                <w:sz w:val="16"/>
                <w:szCs w:val="16"/>
              </w:rPr>
              <w:t xml:space="preserve">                 </w:t>
            </w:r>
            <w:r w:rsidR="00332D43"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332D43" w:rsidRPr="00AE70BA">
              <w:rPr>
                <w:lang w:val="en-GB"/>
              </w:rPr>
              <w:instrText xml:space="preserve"> FORMTEXT </w:instrText>
            </w:r>
            <w:r w:rsidR="00332D43" w:rsidRPr="00AE70BA">
              <w:rPr>
                <w:lang w:val="en-GB"/>
              </w:rPr>
            </w:r>
            <w:r w:rsidR="00332D43" w:rsidRPr="00AE70BA">
              <w:rPr>
                <w:lang w:val="en-GB"/>
              </w:rPr>
              <w:fldChar w:fldCharType="separate"/>
            </w:r>
            <w:r w:rsidR="00332D43" w:rsidRPr="00AE70BA">
              <w:rPr>
                <w:noProof/>
                <w:lang w:val="en-GB"/>
              </w:rPr>
              <w:t> </w:t>
            </w:r>
            <w:r w:rsidR="00332D43" w:rsidRPr="00AE70BA">
              <w:rPr>
                <w:noProof/>
                <w:lang w:val="en-GB"/>
              </w:rPr>
              <w:t> </w:t>
            </w:r>
            <w:r w:rsidR="00332D43" w:rsidRPr="00AE70BA">
              <w:rPr>
                <w:noProof/>
                <w:lang w:val="en-GB"/>
              </w:rPr>
              <w:t> </w:t>
            </w:r>
            <w:r w:rsidR="00332D43" w:rsidRPr="00AE70BA">
              <w:rPr>
                <w:noProof/>
                <w:lang w:val="en-GB"/>
              </w:rPr>
              <w:t> </w:t>
            </w:r>
            <w:r w:rsidR="00332D43" w:rsidRPr="00AE70BA">
              <w:rPr>
                <w:noProof/>
                <w:lang w:val="en-GB"/>
              </w:rPr>
              <w:t> </w:t>
            </w:r>
            <w:r w:rsidR="00332D43" w:rsidRPr="00AE70BA">
              <w:rPr>
                <w:lang w:val="en-GB"/>
              </w:rPr>
              <w:fldChar w:fldCharType="end"/>
            </w:r>
          </w:p>
        </w:tc>
      </w:tr>
    </w:tbl>
    <w:p w:rsidR="00FF6CE3" w:rsidRDefault="00FF6CE3">
      <w:pPr>
        <w:shd w:val="clear" w:color="auto" w:fill="FFFFFF"/>
        <w:rPr>
          <w:sz w:val="16"/>
          <w:szCs w:val="16"/>
        </w:rPr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3335"/>
        <w:gridCol w:w="1175"/>
        <w:gridCol w:w="4782"/>
      </w:tblGrid>
      <w:tr w:rsidR="00574C1C" w:rsidRPr="00BA4482" w:rsidTr="003A466E">
        <w:trPr>
          <w:trHeight w:val="265"/>
        </w:trPr>
        <w:tc>
          <w:tcPr>
            <w:tcW w:w="1034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C1C" w:rsidRPr="00AE70BA" w:rsidRDefault="00574C1C" w:rsidP="00B32F69">
            <w:pPr>
              <w:pStyle w:val="Tabellenzeile"/>
              <w:rPr>
                <w:b/>
              </w:rPr>
            </w:pPr>
            <w:r w:rsidRPr="00AE70BA">
              <w:rPr>
                <w:b/>
              </w:rPr>
              <w:t xml:space="preserve">3 Customers / </w:t>
            </w:r>
            <w:r w:rsidRPr="00AE70BA">
              <w:rPr>
                <w:b/>
                <w:sz w:val="16"/>
                <w:szCs w:val="16"/>
              </w:rPr>
              <w:t>Kunden</w:t>
            </w:r>
          </w:p>
        </w:tc>
      </w:tr>
      <w:tr w:rsidR="00574C1C" w:rsidRPr="00BA4482" w:rsidTr="003A466E">
        <w:tc>
          <w:tcPr>
            <w:tcW w:w="556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74C1C" w:rsidRPr="00AE70BA" w:rsidRDefault="00574C1C" w:rsidP="00B32F69">
            <w:pPr>
              <w:pStyle w:val="Tabellenzeile"/>
              <w:rPr>
                <w:b/>
              </w:rPr>
            </w:pPr>
            <w:r w:rsidRPr="00454E44">
              <w:t>Main customers (5 largest)</w:t>
            </w:r>
            <w:r w:rsidR="00CD02D6">
              <w:t xml:space="preserve">                  </w:t>
            </w:r>
            <w:r w:rsidR="00F8300C">
              <w:t>Industry</w:t>
            </w:r>
            <w:r w:rsidRPr="00AE70BA">
              <w:rPr>
                <w:b/>
              </w:rPr>
              <w:br/>
            </w:r>
            <w:r w:rsidR="00684DBA">
              <w:rPr>
                <w:b/>
                <w:sz w:val="16"/>
                <w:szCs w:val="16"/>
              </w:rPr>
              <w:t>Hauptkunden (5 G</w:t>
            </w:r>
            <w:r w:rsidRPr="00AE70BA">
              <w:rPr>
                <w:b/>
                <w:sz w:val="16"/>
                <w:szCs w:val="16"/>
              </w:rPr>
              <w:t>rößten)</w:t>
            </w:r>
            <w:r w:rsidR="00F8300C">
              <w:rPr>
                <w:b/>
                <w:sz w:val="16"/>
                <w:szCs w:val="16"/>
              </w:rPr>
              <w:t xml:space="preserve">                                 </w:t>
            </w:r>
            <w:r w:rsidR="00CD02D6">
              <w:rPr>
                <w:b/>
                <w:sz w:val="16"/>
                <w:szCs w:val="16"/>
              </w:rPr>
              <w:t xml:space="preserve"> </w:t>
            </w:r>
            <w:r w:rsidR="00F8300C" w:rsidRPr="00F8300C">
              <w:rPr>
                <w:sz w:val="16"/>
                <w:szCs w:val="16"/>
              </w:rPr>
              <w:t>Branche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4C1C" w:rsidRPr="00BA4482" w:rsidRDefault="00574C1C" w:rsidP="00B32F69">
            <w:pPr>
              <w:pStyle w:val="Tabellenzeile"/>
            </w:pPr>
            <w:r w:rsidRPr="00BA4482">
              <w:t>Country</w:t>
            </w:r>
          </w:p>
          <w:p w:rsidR="00574C1C" w:rsidRPr="00AE70BA" w:rsidRDefault="00574C1C" w:rsidP="00B32F69">
            <w:pPr>
              <w:pStyle w:val="Tabellenzeile"/>
              <w:rPr>
                <w:sz w:val="16"/>
                <w:szCs w:val="16"/>
              </w:rPr>
            </w:pPr>
            <w:r w:rsidRPr="00AE70BA">
              <w:rPr>
                <w:sz w:val="16"/>
                <w:szCs w:val="16"/>
              </w:rPr>
              <w:t>Land</w:t>
            </w:r>
          </w:p>
        </w:tc>
      </w:tr>
      <w:tr w:rsidR="00574C1C" w:rsidRPr="00BA4482" w:rsidTr="00DB25B4">
        <w:trPr>
          <w:trHeight w:val="270"/>
        </w:trPr>
        <w:tc>
          <w:tcPr>
            <w:tcW w:w="5566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BA4482">
              <w:t>1)</w:t>
            </w:r>
            <w:r w:rsidRPr="00AE70BA">
              <w:rPr>
                <w:lang w:val="en-GB"/>
              </w:rPr>
              <w:t xml:space="preserve"> </w:t>
            </w: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F8300C">
              <w:rPr>
                <w:lang w:val="en-GB"/>
              </w:rPr>
              <w:t xml:space="preserve">                                          </w:t>
            </w:r>
            <w:r w:rsidR="00F8300C"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F8300C" w:rsidRPr="00AE70BA">
              <w:rPr>
                <w:lang w:val="en-GB"/>
              </w:rPr>
              <w:instrText xml:space="preserve"> FORMTEXT </w:instrText>
            </w:r>
            <w:r w:rsidR="00F8300C" w:rsidRPr="00AE70BA">
              <w:rPr>
                <w:lang w:val="en-GB"/>
              </w:rPr>
            </w:r>
            <w:r w:rsidR="00F8300C" w:rsidRPr="00AE70BA">
              <w:rPr>
                <w:lang w:val="en-GB"/>
              </w:rPr>
              <w:fldChar w:fldCharType="separate"/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lang w:val="en-GB"/>
              </w:rPr>
              <w:fldChar w:fldCharType="end"/>
            </w:r>
          </w:p>
        </w:tc>
        <w:tc>
          <w:tcPr>
            <w:tcW w:w="4782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DB25B4">
        <w:trPr>
          <w:trHeight w:val="270"/>
        </w:trPr>
        <w:tc>
          <w:tcPr>
            <w:tcW w:w="5566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BA4482">
              <w:t>2)</w:t>
            </w:r>
            <w:r w:rsidRPr="00AE70BA">
              <w:rPr>
                <w:lang w:val="en-GB"/>
              </w:rPr>
              <w:t xml:space="preserve"> </w:t>
            </w: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F8300C">
              <w:rPr>
                <w:lang w:val="en-GB"/>
              </w:rPr>
              <w:t xml:space="preserve">                                          </w:t>
            </w:r>
            <w:r w:rsidR="00F8300C"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F8300C" w:rsidRPr="00AE70BA">
              <w:rPr>
                <w:lang w:val="en-GB"/>
              </w:rPr>
              <w:instrText xml:space="preserve"> FORMTEXT </w:instrText>
            </w:r>
            <w:r w:rsidR="00F8300C" w:rsidRPr="00AE70BA">
              <w:rPr>
                <w:lang w:val="en-GB"/>
              </w:rPr>
            </w:r>
            <w:r w:rsidR="00F8300C" w:rsidRPr="00AE70BA">
              <w:rPr>
                <w:lang w:val="en-GB"/>
              </w:rPr>
              <w:fldChar w:fldCharType="separate"/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lang w:val="en-GB"/>
              </w:rPr>
              <w:fldChar w:fldCharType="end"/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DB25B4">
        <w:trPr>
          <w:trHeight w:val="270"/>
        </w:trPr>
        <w:tc>
          <w:tcPr>
            <w:tcW w:w="5566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BA4482">
              <w:t>3)</w:t>
            </w:r>
            <w:r w:rsidRPr="00AE70BA">
              <w:rPr>
                <w:lang w:val="en-GB"/>
              </w:rPr>
              <w:t xml:space="preserve"> </w:t>
            </w: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F8300C">
              <w:rPr>
                <w:lang w:val="en-GB"/>
              </w:rPr>
              <w:t xml:space="preserve">            </w:t>
            </w:r>
            <w:r w:rsidR="00CD02D6">
              <w:rPr>
                <w:lang w:val="en-GB"/>
              </w:rPr>
              <w:t xml:space="preserve">                             </w:t>
            </w:r>
            <w:r w:rsidR="00F8300C">
              <w:rPr>
                <w:lang w:val="en-GB"/>
              </w:rPr>
              <w:t xml:space="preserve"> </w:t>
            </w:r>
            <w:r w:rsidR="00F8300C"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F8300C" w:rsidRPr="00AE70BA">
              <w:rPr>
                <w:lang w:val="en-GB"/>
              </w:rPr>
              <w:instrText xml:space="preserve"> FORMTEXT </w:instrText>
            </w:r>
            <w:r w:rsidR="00F8300C" w:rsidRPr="00AE70BA">
              <w:rPr>
                <w:lang w:val="en-GB"/>
              </w:rPr>
            </w:r>
            <w:r w:rsidR="00F8300C" w:rsidRPr="00AE70BA">
              <w:rPr>
                <w:lang w:val="en-GB"/>
              </w:rPr>
              <w:fldChar w:fldCharType="separate"/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lang w:val="en-GB"/>
              </w:rPr>
              <w:fldChar w:fldCharType="end"/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DB25B4">
        <w:trPr>
          <w:trHeight w:val="270"/>
        </w:trPr>
        <w:tc>
          <w:tcPr>
            <w:tcW w:w="5566" w:type="dxa"/>
            <w:gridSpan w:val="3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BA4482">
              <w:t>4)</w:t>
            </w:r>
            <w:r w:rsidRPr="00AE70BA">
              <w:rPr>
                <w:lang w:val="en-GB"/>
              </w:rPr>
              <w:t xml:space="preserve"> </w:t>
            </w: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F8300C">
              <w:rPr>
                <w:lang w:val="en-GB"/>
              </w:rPr>
              <w:t xml:space="preserve">                                          </w:t>
            </w:r>
            <w:r w:rsidR="00F8300C"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F8300C" w:rsidRPr="00AE70BA">
              <w:rPr>
                <w:lang w:val="en-GB"/>
              </w:rPr>
              <w:instrText xml:space="preserve"> FORMTEXT </w:instrText>
            </w:r>
            <w:r w:rsidR="00F8300C" w:rsidRPr="00AE70BA">
              <w:rPr>
                <w:lang w:val="en-GB"/>
              </w:rPr>
            </w:r>
            <w:r w:rsidR="00F8300C" w:rsidRPr="00AE70BA">
              <w:rPr>
                <w:lang w:val="en-GB"/>
              </w:rPr>
              <w:fldChar w:fldCharType="separate"/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lang w:val="en-GB"/>
              </w:rPr>
              <w:fldChar w:fldCharType="end"/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DB25B4">
        <w:trPr>
          <w:trHeight w:val="270"/>
        </w:trPr>
        <w:tc>
          <w:tcPr>
            <w:tcW w:w="5566" w:type="dxa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BA4482">
              <w:t>5)</w:t>
            </w:r>
            <w:r w:rsidRPr="00AE70BA">
              <w:rPr>
                <w:lang w:val="en-GB"/>
              </w:rPr>
              <w:t xml:space="preserve"> </w:t>
            </w: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F8300C">
              <w:rPr>
                <w:lang w:val="en-GB"/>
              </w:rPr>
              <w:t xml:space="preserve">                                          </w:t>
            </w:r>
            <w:r w:rsidR="00F8300C"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F8300C" w:rsidRPr="00AE70BA">
              <w:rPr>
                <w:lang w:val="en-GB"/>
              </w:rPr>
              <w:instrText xml:space="preserve"> FORMTEXT </w:instrText>
            </w:r>
            <w:r w:rsidR="00F8300C" w:rsidRPr="00AE70BA">
              <w:rPr>
                <w:lang w:val="en-GB"/>
              </w:rPr>
            </w:r>
            <w:r w:rsidR="00F8300C" w:rsidRPr="00AE70BA">
              <w:rPr>
                <w:lang w:val="en-GB"/>
              </w:rPr>
              <w:fldChar w:fldCharType="separate"/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noProof/>
                <w:lang w:val="en-GB"/>
              </w:rPr>
              <w:t> </w:t>
            </w:r>
            <w:r w:rsidR="00F8300C" w:rsidRPr="00AE70BA">
              <w:rPr>
                <w:lang w:val="en-GB"/>
              </w:rPr>
              <w:fldChar w:fldCharType="end"/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DB25B4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3A466E">
        <w:trPr>
          <w:trHeight w:val="61"/>
        </w:trPr>
        <w:tc>
          <w:tcPr>
            <w:tcW w:w="1034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C1C" w:rsidRPr="00AE70BA" w:rsidRDefault="00574C1C" w:rsidP="00B32F69">
            <w:pPr>
              <w:pStyle w:val="Tabellenzeile"/>
              <w:rPr>
                <w:b/>
              </w:rPr>
            </w:pPr>
          </w:p>
        </w:tc>
      </w:tr>
      <w:tr w:rsidR="00574C1C" w:rsidRPr="00BA4482" w:rsidTr="003A466E">
        <w:trPr>
          <w:trHeight w:val="325"/>
        </w:trPr>
        <w:tc>
          <w:tcPr>
            <w:tcW w:w="10348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4C1C" w:rsidRPr="00AE70BA" w:rsidRDefault="00574C1C" w:rsidP="00B32F69">
            <w:pPr>
              <w:pStyle w:val="Tabellenzeile"/>
              <w:rPr>
                <w:b/>
              </w:rPr>
            </w:pPr>
            <w:r w:rsidRPr="00AE70BA">
              <w:rPr>
                <w:b/>
              </w:rPr>
              <w:t xml:space="preserve">4 Production technologies / </w:t>
            </w:r>
            <w:r w:rsidRPr="00AE70BA">
              <w:rPr>
                <w:b/>
                <w:sz w:val="16"/>
                <w:szCs w:val="16"/>
              </w:rPr>
              <w:t>Fertigungstechnologien</w:t>
            </w:r>
          </w:p>
        </w:tc>
      </w:tr>
      <w:tr w:rsidR="00574C1C" w:rsidRPr="00BA4482" w:rsidTr="003A466E">
        <w:trPr>
          <w:trHeight w:val="340"/>
        </w:trPr>
        <w:tc>
          <w:tcPr>
            <w:tcW w:w="105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55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33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47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3A466E">
        <w:trPr>
          <w:trHeight w:val="340"/>
        </w:trPr>
        <w:tc>
          <w:tcPr>
            <w:tcW w:w="1056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3A466E">
        <w:trPr>
          <w:trHeight w:val="340"/>
        </w:trPr>
        <w:tc>
          <w:tcPr>
            <w:tcW w:w="1056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3A466E">
        <w:trPr>
          <w:trHeight w:val="340"/>
        </w:trPr>
        <w:tc>
          <w:tcPr>
            <w:tcW w:w="1056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574C1C" w:rsidRPr="00BA4482" w:rsidTr="003A466E">
        <w:trPr>
          <w:trHeight w:val="340"/>
        </w:trPr>
        <w:tc>
          <w:tcPr>
            <w:tcW w:w="1056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BA4482"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574C1C" w:rsidRPr="00BA4482" w:rsidRDefault="00574C1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</w:tbl>
    <w:p w:rsidR="00574C1C" w:rsidRDefault="00574C1C">
      <w:pPr>
        <w:shd w:val="clear" w:color="auto" w:fill="FFFFFF"/>
      </w:pPr>
    </w:p>
    <w:tbl>
      <w:tblPr>
        <w:tblW w:w="1034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3759"/>
        <w:gridCol w:w="1344"/>
        <w:gridCol w:w="4111"/>
      </w:tblGrid>
      <w:tr w:rsidR="00574C1C" w:rsidTr="003A466E">
        <w:tblPrEx>
          <w:tblCellMar>
            <w:top w:w="0" w:type="dxa"/>
            <w:bottom w:w="0" w:type="dxa"/>
          </w:tblCellMar>
        </w:tblPrEx>
        <w:tc>
          <w:tcPr>
            <w:tcW w:w="10348" w:type="dxa"/>
            <w:gridSpan w:val="4"/>
            <w:vAlign w:val="center"/>
          </w:tcPr>
          <w:p w:rsidR="00574C1C" w:rsidRDefault="00574C1C" w:rsidP="00B32F69">
            <w:pPr>
              <w:rPr>
                <w:b/>
              </w:rPr>
            </w:pPr>
            <w:r>
              <w:rPr>
                <w:b/>
              </w:rPr>
              <w:t xml:space="preserve">5 Products, Service / </w:t>
            </w:r>
            <w:r>
              <w:rPr>
                <w:b/>
                <w:i/>
              </w:rPr>
              <w:t>Produkte, Dienstleistungen</w:t>
            </w:r>
          </w:p>
        </w:tc>
      </w:tr>
      <w:tr w:rsidR="00574C1C" w:rsidTr="00DB25B4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3759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34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574C1C" w:rsidTr="00DB25B4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3759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34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574C1C" w:rsidTr="00DB25B4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3759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34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574C1C" w:rsidTr="00DB25B4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3759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34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574C1C" w:rsidTr="00DB25B4">
        <w:tblPrEx>
          <w:tblCellMar>
            <w:top w:w="0" w:type="dxa"/>
            <w:bottom w:w="0" w:type="dxa"/>
          </w:tblCellMar>
        </w:tblPrEx>
        <w:tc>
          <w:tcPr>
            <w:tcW w:w="113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3759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344" w:type="dxa"/>
            <w:vAlign w:val="center"/>
          </w:tcPr>
          <w:p w:rsidR="00574C1C" w:rsidRDefault="00574C1C" w:rsidP="00DB25B4">
            <w:r>
              <w:rPr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</w:rPr>
              <w:instrText xml:space="preserve"> FORMCHECKBOX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end"/>
            </w:r>
          </w:p>
        </w:tc>
        <w:tc>
          <w:tcPr>
            <w:tcW w:w="4111" w:type="dxa"/>
            <w:vAlign w:val="center"/>
          </w:tcPr>
          <w:p w:rsidR="00574C1C" w:rsidRDefault="00574C1C" w:rsidP="00DB25B4"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574C1C" w:rsidTr="003A466E">
        <w:tblPrEx>
          <w:tblCellMar>
            <w:top w:w="0" w:type="dxa"/>
            <w:bottom w:w="0" w:type="dxa"/>
          </w:tblCellMar>
        </w:tblPrEx>
        <w:tc>
          <w:tcPr>
            <w:tcW w:w="1134" w:type="dxa"/>
          </w:tcPr>
          <w:p w:rsidR="00574C1C" w:rsidRDefault="00574C1C" w:rsidP="00B32F69">
            <w:pPr>
              <w:rPr>
                <w:sz w:val="24"/>
              </w:rPr>
            </w:pPr>
          </w:p>
        </w:tc>
        <w:tc>
          <w:tcPr>
            <w:tcW w:w="3759" w:type="dxa"/>
          </w:tcPr>
          <w:p w:rsidR="00574C1C" w:rsidRDefault="00574C1C" w:rsidP="00B32F69"/>
        </w:tc>
        <w:tc>
          <w:tcPr>
            <w:tcW w:w="1344" w:type="dxa"/>
          </w:tcPr>
          <w:p w:rsidR="00574C1C" w:rsidRDefault="00574C1C" w:rsidP="00B32F69">
            <w:pPr>
              <w:rPr>
                <w:sz w:val="24"/>
              </w:rPr>
            </w:pPr>
          </w:p>
        </w:tc>
        <w:tc>
          <w:tcPr>
            <w:tcW w:w="4111" w:type="dxa"/>
          </w:tcPr>
          <w:p w:rsidR="00574C1C" w:rsidRDefault="00574C1C" w:rsidP="00B32F69"/>
        </w:tc>
      </w:tr>
      <w:tr w:rsidR="00574C1C" w:rsidTr="003A466E">
        <w:tblPrEx>
          <w:tblCellMar>
            <w:top w:w="0" w:type="dxa"/>
            <w:bottom w:w="0" w:type="dxa"/>
          </w:tblCellMar>
        </w:tblPrEx>
        <w:tc>
          <w:tcPr>
            <w:tcW w:w="10348" w:type="dxa"/>
            <w:gridSpan w:val="4"/>
          </w:tcPr>
          <w:p w:rsidR="00574C1C" w:rsidRDefault="00574C1C" w:rsidP="00B32F69">
            <w:pPr>
              <w:rPr>
                <w:b/>
              </w:rPr>
            </w:pPr>
            <w:r>
              <w:rPr>
                <w:b/>
              </w:rPr>
              <w:t xml:space="preserve">Special abilities, products / </w:t>
            </w:r>
            <w:r>
              <w:rPr>
                <w:b/>
                <w:i/>
              </w:rPr>
              <w:t>Besondere Fähigkeiten, Produkte</w:t>
            </w:r>
          </w:p>
        </w:tc>
      </w:tr>
      <w:tr w:rsidR="00574C1C" w:rsidTr="003A466E">
        <w:tblPrEx>
          <w:tblCellMar>
            <w:top w:w="0" w:type="dxa"/>
            <w:bottom w:w="0" w:type="dxa"/>
          </w:tblCellMar>
        </w:tblPrEx>
        <w:tc>
          <w:tcPr>
            <w:tcW w:w="10348" w:type="dxa"/>
            <w:gridSpan w:val="4"/>
          </w:tcPr>
          <w:p w:rsidR="00574C1C" w:rsidRDefault="00574C1C" w:rsidP="00B32F69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574C1C" w:rsidRDefault="00574C1C" w:rsidP="00B32F69"/>
          <w:p w:rsidR="00574C1C" w:rsidRDefault="00574C1C" w:rsidP="00B32F69"/>
          <w:p w:rsidR="00684DBA" w:rsidRDefault="00684DBA" w:rsidP="00B32F69"/>
          <w:p w:rsidR="00684DBA" w:rsidRDefault="00684DBA" w:rsidP="00B32F69"/>
        </w:tc>
      </w:tr>
    </w:tbl>
    <w:p w:rsidR="00574C1C" w:rsidRDefault="00574C1C">
      <w:pPr>
        <w:shd w:val="clear" w:color="auto" w:fill="FFFFFF"/>
      </w:pP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4297"/>
        <w:gridCol w:w="938"/>
        <w:gridCol w:w="1455"/>
      </w:tblGrid>
      <w:tr w:rsidR="00966A3C" w:rsidRPr="00BA4482" w:rsidTr="00DB25B4">
        <w:trPr>
          <w:trHeight w:val="226"/>
        </w:trPr>
        <w:tc>
          <w:tcPr>
            <w:tcW w:w="7955" w:type="dxa"/>
            <w:gridSpan w:val="2"/>
            <w:shd w:val="clear" w:color="auto" w:fill="auto"/>
            <w:vAlign w:val="center"/>
          </w:tcPr>
          <w:p w:rsidR="00966A3C" w:rsidRPr="00AE70BA" w:rsidRDefault="00966A3C" w:rsidP="00DB25B4">
            <w:pPr>
              <w:pStyle w:val="Tabellenzeile"/>
              <w:rPr>
                <w:b/>
              </w:rPr>
            </w:pPr>
            <w:r w:rsidRPr="00AE70BA">
              <w:rPr>
                <w:b/>
              </w:rPr>
              <w:t xml:space="preserve">Produktion equipment / </w:t>
            </w:r>
            <w:r w:rsidRPr="00AE70BA">
              <w:rPr>
                <w:b/>
                <w:sz w:val="16"/>
                <w:szCs w:val="16"/>
              </w:rPr>
              <w:t>Fertigungsausrüstung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966A3C" w:rsidRPr="00BA4482" w:rsidRDefault="00966A3C" w:rsidP="00DB25B4">
            <w:pPr>
              <w:pStyle w:val="Tabellenzeile"/>
            </w:pPr>
            <w:r w:rsidRPr="00BA4482">
              <w:t xml:space="preserve">yes / </w:t>
            </w:r>
            <w:r w:rsidRPr="00AE70BA">
              <w:rPr>
                <w:sz w:val="16"/>
                <w:szCs w:val="16"/>
              </w:rPr>
              <w:t>ja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966A3C" w:rsidRPr="00BA4482" w:rsidRDefault="00966A3C" w:rsidP="00DB25B4">
            <w:pPr>
              <w:pStyle w:val="Tabellenzeile"/>
            </w:pPr>
            <w:r w:rsidRPr="00BA4482">
              <w:t xml:space="preserve">no / </w:t>
            </w:r>
            <w:r w:rsidRPr="00AE70BA">
              <w:rPr>
                <w:sz w:val="16"/>
                <w:szCs w:val="16"/>
              </w:rPr>
              <w:t>nein</w:t>
            </w:r>
          </w:p>
        </w:tc>
      </w:tr>
      <w:tr w:rsidR="00966A3C" w:rsidRPr="00454E44" w:rsidTr="00DB25B4">
        <w:tc>
          <w:tcPr>
            <w:tcW w:w="795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A3C" w:rsidRPr="00AE70BA" w:rsidRDefault="00966A3C" w:rsidP="00DB25B4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 xml:space="preserve">List of machines including technical specs (e.g. press size [to]) brand and age </w:t>
            </w:r>
            <w:r w:rsidRPr="00AE70BA">
              <w:rPr>
                <w:lang w:val="en-GB"/>
              </w:rPr>
              <w:br/>
              <w:t xml:space="preserve">provide on separate sheet </w:t>
            </w:r>
            <w:r w:rsidRPr="00AE70BA">
              <w:rPr>
                <w:lang w:val="en-GB"/>
              </w:rPr>
              <w:br/>
            </w:r>
            <w:r w:rsidRPr="00684DBA">
              <w:rPr>
                <w:rFonts w:ascii="Arial" w:hAnsi="Arial" w:cs="Arial"/>
                <w:sz w:val="16"/>
                <w:szCs w:val="16"/>
                <w:lang w:val="en-GB"/>
              </w:rPr>
              <w:t>Aufstellung der Maschinen</w:t>
            </w:r>
            <w:r w:rsidRPr="00AE70BA">
              <w:rPr>
                <w:sz w:val="16"/>
                <w:szCs w:val="16"/>
                <w:lang w:val="en-GB"/>
              </w:rPr>
              <w:t xml:space="preserve"> inkl. Fabrikat und Alter auf Beiblatt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A3C" w:rsidRPr="00454E44" w:rsidRDefault="00966A3C" w:rsidP="00DB25B4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54E44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A3C" w:rsidRPr="00454E44" w:rsidRDefault="00966A3C" w:rsidP="00DB25B4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E44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BA4482" w:rsidTr="00DB25B4">
        <w:trPr>
          <w:trHeight w:val="307"/>
        </w:trPr>
        <w:tc>
          <w:tcPr>
            <w:tcW w:w="3658" w:type="dxa"/>
            <w:shd w:val="clear" w:color="auto" w:fill="auto"/>
            <w:vAlign w:val="center"/>
          </w:tcPr>
          <w:p w:rsidR="00966A3C" w:rsidRPr="00BA4482" w:rsidRDefault="00966A3C" w:rsidP="00DB25B4">
            <w:pPr>
              <w:pStyle w:val="Tabellenzeile"/>
            </w:pPr>
            <w:r w:rsidRPr="00BA4482">
              <w:t xml:space="preserve">Number of shifts / </w:t>
            </w:r>
            <w:r w:rsidRPr="00AE70BA">
              <w:rPr>
                <w:sz w:val="16"/>
                <w:szCs w:val="16"/>
              </w:rPr>
              <w:t xml:space="preserve">Anzahl der </w:t>
            </w:r>
            <w:r w:rsidR="00432082">
              <w:rPr>
                <w:sz w:val="16"/>
                <w:szCs w:val="16"/>
              </w:rPr>
              <w:t xml:space="preserve"> </w:t>
            </w:r>
            <w:r w:rsidRPr="00AE70BA">
              <w:rPr>
                <w:sz w:val="16"/>
                <w:szCs w:val="16"/>
              </w:rPr>
              <w:t>Schichten</w:t>
            </w:r>
          </w:p>
        </w:tc>
        <w:tc>
          <w:tcPr>
            <w:tcW w:w="6690" w:type="dxa"/>
            <w:gridSpan w:val="3"/>
            <w:shd w:val="clear" w:color="auto" w:fill="auto"/>
            <w:vAlign w:val="center"/>
          </w:tcPr>
          <w:p w:rsidR="00966A3C" w:rsidRPr="00AE70BA" w:rsidRDefault="00966A3C" w:rsidP="00DB25B4">
            <w:pPr>
              <w:pStyle w:val="Tabellenzeile"/>
              <w:rPr>
                <w:sz w:val="4"/>
                <w:szCs w:val="4"/>
              </w:rPr>
            </w:pPr>
          </w:p>
          <w:p w:rsidR="00966A3C" w:rsidRPr="00BA4482" w:rsidRDefault="00966A3C" w:rsidP="00DB25B4">
            <w:pPr>
              <w:pStyle w:val="Tabellenzeile"/>
              <w:spacing w:before="0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54E44"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CD02D6">
              <w:rPr>
                <w:lang w:val="en-GB"/>
              </w:rPr>
              <w:t xml:space="preserve"> shifts / Schichten</w:t>
            </w:r>
          </w:p>
        </w:tc>
      </w:tr>
      <w:tr w:rsidR="009542F2" w:rsidRPr="00DF1FBE" w:rsidTr="00DB25B4">
        <w:trPr>
          <w:trHeight w:val="391"/>
        </w:trPr>
        <w:tc>
          <w:tcPr>
            <w:tcW w:w="3658" w:type="dxa"/>
            <w:shd w:val="clear" w:color="auto" w:fill="auto"/>
            <w:vAlign w:val="center"/>
          </w:tcPr>
          <w:p w:rsidR="009542F2" w:rsidRPr="00BA4482" w:rsidRDefault="009542F2" w:rsidP="00DB25B4">
            <w:pPr>
              <w:pStyle w:val="Tabellenzeile"/>
            </w:pPr>
            <w:r w:rsidRPr="009542F2">
              <w:rPr>
                <w:sz w:val="18"/>
                <w:lang w:val="en-US"/>
              </w:rPr>
              <w:t>Number of production days per annum</w:t>
            </w:r>
            <w:r w:rsidRPr="00BA4482">
              <w:t xml:space="preserve"> / </w:t>
            </w:r>
            <w:r w:rsidRPr="009542F2">
              <w:rPr>
                <w:sz w:val="16"/>
                <w:szCs w:val="16"/>
                <w:lang w:val="en-GB"/>
              </w:rPr>
              <w:t>Anzahl der Produktionstage pro Jahr</w:t>
            </w:r>
          </w:p>
        </w:tc>
        <w:tc>
          <w:tcPr>
            <w:tcW w:w="6690" w:type="dxa"/>
            <w:gridSpan w:val="3"/>
            <w:shd w:val="clear" w:color="auto" w:fill="auto"/>
            <w:vAlign w:val="center"/>
          </w:tcPr>
          <w:p w:rsidR="009542F2" w:rsidRPr="00DF1FBE" w:rsidRDefault="009542F2" w:rsidP="00DB25B4">
            <w:pPr>
              <w:pStyle w:val="Tabellenzeile"/>
              <w:rPr>
                <w:sz w:val="4"/>
                <w:szCs w:val="4"/>
                <w:lang w:val="en-US"/>
              </w:rPr>
            </w:pPr>
          </w:p>
          <w:p w:rsidR="009542F2" w:rsidRPr="00DF1FBE" w:rsidRDefault="009542F2" w:rsidP="00DB25B4">
            <w:pPr>
              <w:pStyle w:val="Tabellenzeile"/>
              <w:spacing w:before="0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F1FBE">
              <w:rPr>
                <w:lang w:val="en-US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DF1FBE">
              <w:rPr>
                <w:lang w:val="en-GB"/>
              </w:rPr>
              <w:t xml:space="preserve"> Days</w:t>
            </w:r>
            <w:r w:rsidR="00253A2E">
              <w:rPr>
                <w:lang w:val="en-GB"/>
              </w:rPr>
              <w:t xml:space="preserve"> p.a.</w:t>
            </w:r>
            <w:r w:rsidR="00DF1FBE">
              <w:rPr>
                <w:lang w:val="en-GB"/>
              </w:rPr>
              <w:t xml:space="preserve"> / Tage p.a. </w:t>
            </w:r>
          </w:p>
        </w:tc>
      </w:tr>
      <w:tr w:rsidR="009542F2" w:rsidRPr="00DF1FBE" w:rsidTr="00DB25B4">
        <w:trPr>
          <w:trHeight w:val="391"/>
        </w:trPr>
        <w:tc>
          <w:tcPr>
            <w:tcW w:w="3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2F2" w:rsidRPr="009542F2" w:rsidRDefault="00315971" w:rsidP="00DB25B4">
            <w:pPr>
              <w:pStyle w:val="Tabellenzeile"/>
              <w:rPr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en-GB"/>
              </w:rPr>
              <w:t>Ø</w:t>
            </w:r>
            <w:r>
              <w:rPr>
                <w:sz w:val="18"/>
                <w:lang w:val="en-GB"/>
              </w:rPr>
              <w:t xml:space="preserve"> </w:t>
            </w:r>
            <w:r w:rsidR="009542F2">
              <w:rPr>
                <w:sz w:val="18"/>
                <w:lang w:val="en-GB"/>
              </w:rPr>
              <w:t xml:space="preserve">Production capacity rate in % /               </w:t>
            </w:r>
            <w:r>
              <w:rPr>
                <w:sz w:val="18"/>
                <w:lang w:val="en-GB"/>
              </w:rPr>
              <w:t xml:space="preserve">  </w:t>
            </w:r>
            <w:r>
              <w:rPr>
                <w:rFonts w:ascii="Arial" w:hAnsi="Arial" w:cs="Arial"/>
                <w:sz w:val="18"/>
                <w:lang w:val="en-GB"/>
              </w:rPr>
              <w:t>Ø</w:t>
            </w:r>
            <w:r>
              <w:rPr>
                <w:sz w:val="18"/>
                <w:lang w:val="en-GB"/>
              </w:rPr>
              <w:t xml:space="preserve"> </w:t>
            </w:r>
            <w:r w:rsidR="009542F2" w:rsidRPr="009542F2">
              <w:rPr>
                <w:sz w:val="16"/>
                <w:szCs w:val="16"/>
                <w:lang w:val="en-GB"/>
              </w:rPr>
              <w:t>Auslastung der Produktion</w:t>
            </w:r>
            <w:r w:rsidR="009542F2">
              <w:rPr>
                <w:sz w:val="16"/>
                <w:szCs w:val="16"/>
                <w:lang w:val="en-GB"/>
              </w:rPr>
              <w:t xml:space="preserve"> in %</w:t>
            </w:r>
          </w:p>
        </w:tc>
        <w:tc>
          <w:tcPr>
            <w:tcW w:w="66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42F2" w:rsidRPr="00DF1FBE" w:rsidRDefault="009542F2" w:rsidP="00DB25B4">
            <w:pPr>
              <w:pStyle w:val="Tabellenzeile"/>
              <w:rPr>
                <w:sz w:val="4"/>
                <w:szCs w:val="4"/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DF1FBE">
              <w:rPr>
                <w:lang w:val="en-US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DF1FBE">
              <w:rPr>
                <w:lang w:val="en-GB"/>
              </w:rPr>
              <w:t xml:space="preserve"> %</w:t>
            </w:r>
          </w:p>
        </w:tc>
      </w:tr>
    </w:tbl>
    <w:p w:rsidR="00D930C8" w:rsidRDefault="00D930C8">
      <w:pPr>
        <w:shd w:val="clear" w:color="auto" w:fill="FFFFFF"/>
        <w:rPr>
          <w:sz w:val="16"/>
          <w:szCs w:val="16"/>
          <w:lang w:val="en-US"/>
        </w:rPr>
      </w:pPr>
    </w:p>
    <w:p w:rsidR="00106BB1" w:rsidRPr="00DF1FBE" w:rsidRDefault="00106BB1">
      <w:pPr>
        <w:shd w:val="clear" w:color="auto" w:fill="FFFFFF"/>
        <w:rPr>
          <w:sz w:val="16"/>
          <w:szCs w:val="16"/>
          <w:lang w:val="en-US"/>
        </w:rPr>
      </w:pPr>
    </w:p>
    <w:tbl>
      <w:tblPr>
        <w:tblW w:w="1047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2"/>
        <w:gridCol w:w="5484"/>
      </w:tblGrid>
      <w:tr w:rsidR="00966A3C" w:rsidRPr="00BA4482" w:rsidTr="00A23D18">
        <w:trPr>
          <w:trHeight w:val="284"/>
        </w:trPr>
        <w:tc>
          <w:tcPr>
            <w:tcW w:w="104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A3C" w:rsidRPr="00AE70BA" w:rsidRDefault="00966A3C" w:rsidP="00684DBA">
            <w:pPr>
              <w:pStyle w:val="Tabellenzeile"/>
              <w:rPr>
                <w:b/>
              </w:rPr>
            </w:pPr>
            <w:r w:rsidRPr="00DF1FBE">
              <w:rPr>
                <w:lang w:val="en-US"/>
              </w:rPr>
              <w:br w:type="page"/>
            </w:r>
            <w:r w:rsidR="00684DBA" w:rsidRPr="00DF1FBE">
              <w:rPr>
                <w:b/>
                <w:lang w:val="en-US"/>
              </w:rPr>
              <w:t>6</w:t>
            </w:r>
            <w:r w:rsidRPr="00DF1FBE">
              <w:rPr>
                <w:b/>
                <w:lang w:val="en-US"/>
              </w:rPr>
              <w:t xml:space="preserve"> </w:t>
            </w:r>
            <w:r w:rsidRPr="00AE70BA">
              <w:rPr>
                <w:b/>
              </w:rPr>
              <w:t xml:space="preserve">Research &amp; Development / </w:t>
            </w:r>
            <w:r w:rsidRPr="00AE70BA">
              <w:rPr>
                <w:b/>
                <w:sz w:val="16"/>
                <w:szCs w:val="16"/>
              </w:rPr>
              <w:t>Entwicklung/Konstruktion</w:t>
            </w:r>
          </w:p>
        </w:tc>
      </w:tr>
      <w:tr w:rsidR="00966A3C" w:rsidRPr="00AE70BA" w:rsidTr="00A23D18">
        <w:tc>
          <w:tcPr>
            <w:tcW w:w="4992" w:type="dxa"/>
            <w:tcBorders>
              <w:top w:val="single" w:sz="4" w:space="0" w:color="auto"/>
            </w:tcBorders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BA4482">
              <w:t xml:space="preserve">R&amp;D focus / </w:t>
            </w:r>
            <w:r w:rsidRPr="00AE70BA">
              <w:rPr>
                <w:sz w:val="16"/>
                <w:szCs w:val="16"/>
              </w:rPr>
              <w:t>Entwicklungsschwerpunkte</w:t>
            </w:r>
          </w:p>
        </w:tc>
        <w:tc>
          <w:tcPr>
            <w:tcW w:w="5484" w:type="dxa"/>
            <w:tcBorders>
              <w:top w:val="single" w:sz="4" w:space="0" w:color="auto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 xml:space="preserve">Patents (incl. patent-no.) / </w:t>
            </w:r>
            <w:r w:rsidRPr="00AE70BA">
              <w:rPr>
                <w:sz w:val="16"/>
                <w:szCs w:val="16"/>
                <w:lang w:val="en-GB"/>
              </w:rPr>
              <w:t>Patente (inkl. Patent-Nr.)</w:t>
            </w:r>
          </w:p>
        </w:tc>
      </w:tr>
      <w:tr w:rsidR="00966A3C" w:rsidRPr="00AE70BA" w:rsidTr="00A23D18">
        <w:tc>
          <w:tcPr>
            <w:tcW w:w="4992" w:type="dxa"/>
            <w:tcBorders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tcBorders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AE70BA" w:rsidTr="00A23D18">
        <w:tc>
          <w:tcPr>
            <w:tcW w:w="4992" w:type="dxa"/>
            <w:tcBorders>
              <w:top w:val="nil"/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tcBorders>
              <w:top w:val="nil"/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AE70BA" w:rsidTr="00A23D18">
        <w:tc>
          <w:tcPr>
            <w:tcW w:w="4992" w:type="dxa"/>
            <w:tcBorders>
              <w:top w:val="nil"/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tcBorders>
              <w:top w:val="nil"/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AE70BA" w:rsidTr="00A23D18">
        <w:tc>
          <w:tcPr>
            <w:tcW w:w="4992" w:type="dxa"/>
            <w:tcBorders>
              <w:top w:val="nil"/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tcBorders>
              <w:top w:val="nil"/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AE70BA" w:rsidTr="00A23D18">
        <w:tc>
          <w:tcPr>
            <w:tcW w:w="10476" w:type="dxa"/>
            <w:gridSpan w:val="2"/>
            <w:shd w:val="clear" w:color="auto" w:fill="auto"/>
          </w:tcPr>
          <w:p w:rsidR="002A3334" w:rsidRPr="002A3334" w:rsidRDefault="002A3334" w:rsidP="00B32F69">
            <w:pPr>
              <w:pStyle w:val="Tabellenzeile"/>
              <w:rPr>
                <w:sz w:val="10"/>
                <w:szCs w:val="10"/>
                <w:lang w:val="en-GB"/>
              </w:rPr>
            </w:pPr>
          </w:p>
        </w:tc>
      </w:tr>
      <w:tr w:rsidR="00966A3C" w:rsidRPr="00BA4482" w:rsidTr="00A23D18">
        <w:tc>
          <w:tcPr>
            <w:tcW w:w="10476" w:type="dxa"/>
            <w:gridSpan w:val="2"/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BA4482">
              <w:t xml:space="preserve">Locations for R&amp;D / </w:t>
            </w:r>
            <w:r w:rsidRPr="00AE70BA">
              <w:rPr>
                <w:sz w:val="16"/>
                <w:szCs w:val="16"/>
              </w:rPr>
              <w:t>Entwicklungsstandorte</w:t>
            </w:r>
          </w:p>
        </w:tc>
      </w:tr>
      <w:tr w:rsidR="00966A3C" w:rsidRPr="00BA4482" w:rsidTr="00A23D18">
        <w:tc>
          <w:tcPr>
            <w:tcW w:w="10476" w:type="dxa"/>
            <w:gridSpan w:val="2"/>
            <w:tcBorders>
              <w:bottom w:val="nil"/>
            </w:tcBorders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BA4482" w:rsidTr="00A23D18">
        <w:tc>
          <w:tcPr>
            <w:tcW w:w="1047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BA4482" w:rsidTr="00A23D18">
        <w:tc>
          <w:tcPr>
            <w:tcW w:w="1047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BA4482" w:rsidTr="00A23D18">
        <w:tc>
          <w:tcPr>
            <w:tcW w:w="1047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66A3C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  <w:p w:rsidR="00CD02D6" w:rsidRPr="00AE70BA" w:rsidRDefault="00CD02D6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BA4482" w:rsidTr="00A23D18">
        <w:tc>
          <w:tcPr>
            <w:tcW w:w="10476" w:type="dxa"/>
            <w:gridSpan w:val="2"/>
            <w:shd w:val="clear" w:color="auto" w:fill="auto"/>
          </w:tcPr>
          <w:p w:rsidR="00966A3C" w:rsidRPr="002A3334" w:rsidRDefault="00966A3C" w:rsidP="00B32F69">
            <w:pPr>
              <w:pStyle w:val="Tabellenzeile"/>
              <w:rPr>
                <w:sz w:val="10"/>
                <w:szCs w:val="10"/>
              </w:rPr>
            </w:pPr>
          </w:p>
        </w:tc>
      </w:tr>
      <w:tr w:rsidR="00966A3C" w:rsidRPr="00BA4482" w:rsidTr="002A3334">
        <w:tc>
          <w:tcPr>
            <w:tcW w:w="104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BA4482">
              <w:t xml:space="preserve">Special testing capabilities &amp; equipment / </w:t>
            </w:r>
            <w:r w:rsidRPr="00AE70BA">
              <w:rPr>
                <w:sz w:val="16"/>
                <w:szCs w:val="16"/>
              </w:rPr>
              <w:t>Möglichkeit zur Testdurchführung, Prüfverfahren, Ausstattung</w:t>
            </w:r>
          </w:p>
        </w:tc>
      </w:tr>
      <w:tr w:rsidR="00966A3C" w:rsidRPr="00BA4482" w:rsidTr="00A23D18">
        <w:tc>
          <w:tcPr>
            <w:tcW w:w="10476" w:type="dxa"/>
            <w:gridSpan w:val="2"/>
            <w:tcBorders>
              <w:bottom w:val="nil"/>
            </w:tcBorders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BA4482" w:rsidTr="00A23D18">
        <w:tc>
          <w:tcPr>
            <w:tcW w:w="1047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BA4482" w:rsidTr="00A23D18">
        <w:tc>
          <w:tcPr>
            <w:tcW w:w="1047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BA4482" w:rsidTr="002A3334">
        <w:tc>
          <w:tcPr>
            <w:tcW w:w="1047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66A3C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  <w:p w:rsidR="00CD02D6" w:rsidRPr="00AE70BA" w:rsidRDefault="00CD02D6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</w:tbl>
    <w:p w:rsidR="00966A3C" w:rsidRPr="002A3334" w:rsidRDefault="00966A3C" w:rsidP="00966A3C">
      <w:pPr>
        <w:rPr>
          <w:sz w:val="10"/>
          <w:szCs w:val="10"/>
        </w:rPr>
      </w:pPr>
    </w:p>
    <w:tbl>
      <w:tblPr>
        <w:tblW w:w="1047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28"/>
        <w:gridCol w:w="938"/>
        <w:gridCol w:w="1192"/>
        <w:gridCol w:w="5018"/>
      </w:tblGrid>
      <w:tr w:rsidR="00966A3C" w:rsidRPr="007A56EB" w:rsidTr="00183DAD">
        <w:trPr>
          <w:trHeight w:val="160"/>
        </w:trPr>
        <w:tc>
          <w:tcPr>
            <w:tcW w:w="3328" w:type="dxa"/>
            <w:shd w:val="clear" w:color="auto" w:fill="auto"/>
            <w:vAlign w:val="center"/>
          </w:tcPr>
          <w:p w:rsidR="00966A3C" w:rsidRPr="007A56EB" w:rsidRDefault="00233015" w:rsidP="00183DAD">
            <w:pPr>
              <w:pStyle w:val="Tabellenzeile"/>
            </w:pPr>
            <w:r>
              <w:t>Capa</w:t>
            </w:r>
            <w:r w:rsidR="00DF1FBE">
              <w:t>bility</w:t>
            </w:r>
            <w:r>
              <w:t xml:space="preserve"> / </w:t>
            </w:r>
            <w:r w:rsidRPr="00233015">
              <w:rPr>
                <w:sz w:val="16"/>
                <w:szCs w:val="16"/>
              </w:rPr>
              <w:t>Fähigkeit</w:t>
            </w:r>
            <w:r w:rsidR="00DF1FBE">
              <w:rPr>
                <w:sz w:val="16"/>
                <w:szCs w:val="16"/>
              </w:rPr>
              <w:t>en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966A3C" w:rsidRPr="007A56EB" w:rsidRDefault="00966A3C" w:rsidP="00183DAD">
            <w:pPr>
              <w:pStyle w:val="Tabellenzeile"/>
            </w:pPr>
            <w:r w:rsidRPr="007A56EB">
              <w:t xml:space="preserve">yes / </w:t>
            </w:r>
            <w:r w:rsidRPr="00AE70BA">
              <w:rPr>
                <w:sz w:val="16"/>
                <w:szCs w:val="16"/>
              </w:rPr>
              <w:t>ja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966A3C" w:rsidRPr="007A56EB" w:rsidRDefault="00966A3C" w:rsidP="00183DAD">
            <w:pPr>
              <w:pStyle w:val="Tabellenzeile"/>
            </w:pPr>
            <w:r w:rsidRPr="007A56EB">
              <w:t xml:space="preserve">no / </w:t>
            </w:r>
            <w:r w:rsidRPr="00AE70BA">
              <w:rPr>
                <w:sz w:val="16"/>
                <w:szCs w:val="16"/>
              </w:rPr>
              <w:t>nein</w:t>
            </w:r>
          </w:p>
        </w:tc>
        <w:tc>
          <w:tcPr>
            <w:tcW w:w="5018" w:type="dxa"/>
            <w:shd w:val="clear" w:color="auto" w:fill="auto"/>
            <w:vAlign w:val="center"/>
          </w:tcPr>
          <w:p w:rsidR="00966A3C" w:rsidRPr="007A56EB" w:rsidRDefault="00966A3C" w:rsidP="00183DAD">
            <w:pPr>
              <w:pStyle w:val="Tabellenzeile"/>
            </w:pPr>
            <w:r w:rsidRPr="007A56EB">
              <w:t>Remarks</w:t>
            </w:r>
            <w:r w:rsidR="00DF1FBE">
              <w:t xml:space="preserve"> / Anmerkungen</w:t>
            </w:r>
          </w:p>
        </w:tc>
      </w:tr>
      <w:tr w:rsidR="0028115C" w:rsidRPr="00BA4482" w:rsidTr="00183DAD">
        <w:trPr>
          <w:trHeight w:val="308"/>
        </w:trPr>
        <w:tc>
          <w:tcPr>
            <w:tcW w:w="3328" w:type="dxa"/>
            <w:shd w:val="clear" w:color="auto" w:fill="auto"/>
            <w:vAlign w:val="center"/>
          </w:tcPr>
          <w:p w:rsidR="0028115C" w:rsidRPr="00DF1FBE" w:rsidRDefault="00DF1FBE" w:rsidP="00183DAD">
            <w:pPr>
              <w:pStyle w:val="Tabellenzeile"/>
              <w:rPr>
                <w:lang w:val="en-US"/>
              </w:rPr>
            </w:pPr>
            <w:r w:rsidRPr="00DF1FBE">
              <w:rPr>
                <w:lang w:val="en-US"/>
              </w:rPr>
              <w:t>Own tool shop</w:t>
            </w:r>
            <w:r w:rsidR="0028115C" w:rsidRPr="00DF1FBE">
              <w:rPr>
                <w:lang w:val="en-US"/>
              </w:rPr>
              <w:t xml:space="preserve"> /               </w:t>
            </w:r>
            <w:r w:rsidRPr="00DF1FBE">
              <w:rPr>
                <w:lang w:val="en-US"/>
              </w:rPr>
              <w:t xml:space="preserve">      </w:t>
            </w:r>
            <w:r w:rsidR="0028115C" w:rsidRPr="00DF1FBE">
              <w:rPr>
                <w:lang w:val="en-US"/>
              </w:rPr>
              <w:t xml:space="preserve"> </w:t>
            </w:r>
            <w:r w:rsidR="0028115C" w:rsidRPr="00DF1FBE">
              <w:rPr>
                <w:sz w:val="16"/>
                <w:szCs w:val="16"/>
                <w:lang w:val="en-US"/>
              </w:rPr>
              <w:t>Eigener Werkzeugbau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501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A4482">
              <w:instrText xml:space="preserve"> FORMTEXT </w:instrText>
            </w:r>
            <w:r w:rsidRPr="00BA4482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A4482">
              <w:fldChar w:fldCharType="end"/>
            </w:r>
          </w:p>
        </w:tc>
      </w:tr>
      <w:tr w:rsidR="0028115C" w:rsidRPr="00BA4482" w:rsidTr="00183DAD">
        <w:trPr>
          <w:trHeight w:val="308"/>
        </w:trPr>
        <w:tc>
          <w:tcPr>
            <w:tcW w:w="332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t xml:space="preserve">Prototype build / </w:t>
            </w:r>
            <w:r w:rsidRPr="00AE70BA">
              <w:rPr>
                <w:sz w:val="16"/>
                <w:szCs w:val="16"/>
              </w:rPr>
              <w:t>Musterbau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501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BA4482">
              <w:instrText xml:space="preserve"> FORMTEXT </w:instrText>
            </w:r>
            <w:r w:rsidRPr="00BA4482"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Pr="00BA4482">
              <w:fldChar w:fldCharType="end"/>
            </w:r>
          </w:p>
        </w:tc>
      </w:tr>
      <w:tr w:rsidR="0028115C" w:rsidRPr="00BA4482" w:rsidTr="00183DAD">
        <w:trPr>
          <w:trHeight w:val="309"/>
        </w:trPr>
        <w:tc>
          <w:tcPr>
            <w:tcW w:w="332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t xml:space="preserve">Prototype tooling / </w:t>
            </w:r>
            <w:r w:rsidRPr="00AE70BA">
              <w:rPr>
                <w:sz w:val="16"/>
                <w:szCs w:val="16"/>
              </w:rPr>
              <w:t>Versuchswerkzeugbau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501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BA4482">
              <w:instrText xml:space="preserve"> FORMTEXT </w:instrText>
            </w:r>
            <w:r w:rsidRPr="00BA448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BA4482">
              <w:fldChar w:fldCharType="end"/>
            </w:r>
          </w:p>
        </w:tc>
      </w:tr>
      <w:tr w:rsidR="0028115C" w:rsidRPr="00BA4482" w:rsidTr="00183DAD">
        <w:trPr>
          <w:trHeight w:val="515"/>
        </w:trPr>
        <w:tc>
          <w:tcPr>
            <w:tcW w:w="332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t xml:space="preserve">Rapid prototyping / </w:t>
            </w:r>
            <w:r>
              <w:rPr>
                <w:i/>
              </w:rPr>
              <w:t xml:space="preserve">         </w:t>
            </w:r>
            <w:r w:rsidR="00DF1FBE">
              <w:rPr>
                <w:i/>
              </w:rPr>
              <w:t xml:space="preserve">      </w:t>
            </w:r>
            <w:r>
              <w:rPr>
                <w:i/>
              </w:rPr>
              <w:t xml:space="preserve">   </w:t>
            </w:r>
            <w:r w:rsidRPr="00AE70BA">
              <w:rPr>
                <w:sz w:val="16"/>
                <w:szCs w:val="16"/>
              </w:rPr>
              <w:t>„Rapid prototyping“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5018" w:type="dxa"/>
            <w:shd w:val="clear" w:color="auto" w:fill="auto"/>
            <w:vAlign w:val="center"/>
          </w:tcPr>
          <w:p w:rsidR="0028115C" w:rsidRPr="00BA4482" w:rsidRDefault="0028115C" w:rsidP="00183DAD">
            <w:pPr>
              <w:pStyle w:val="Tabellenzeile"/>
            </w:pPr>
            <w:r w:rsidRPr="00BA4482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BA4482">
              <w:instrText xml:space="preserve"> FORMTEXT </w:instrText>
            </w:r>
            <w:r w:rsidRPr="00BA448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BA4482">
              <w:fldChar w:fldCharType="end"/>
            </w:r>
          </w:p>
        </w:tc>
      </w:tr>
      <w:tr w:rsidR="00106BB1" w:rsidRPr="00BA4482" w:rsidTr="00183DAD">
        <w:trPr>
          <w:trHeight w:val="309"/>
        </w:trPr>
        <w:tc>
          <w:tcPr>
            <w:tcW w:w="3328" w:type="dxa"/>
            <w:shd w:val="clear" w:color="auto" w:fill="auto"/>
            <w:vAlign w:val="center"/>
          </w:tcPr>
          <w:p w:rsidR="00106BB1" w:rsidRPr="003726B5" w:rsidRDefault="00106BB1" w:rsidP="00183DAD">
            <w:pPr>
              <w:pStyle w:val="Tabellenzeile"/>
              <w:spacing w:before="0" w:after="0"/>
            </w:pPr>
            <w:r w:rsidRPr="003726B5">
              <w:t>In-house 3-D Measurement</w:t>
            </w:r>
            <w:r>
              <w:t xml:space="preserve"> /</w:t>
            </w:r>
          </w:p>
          <w:p w:rsidR="00106BB1" w:rsidRPr="00BA4482" w:rsidRDefault="00106BB1" w:rsidP="00183DAD">
            <w:pPr>
              <w:pStyle w:val="Tabellenzeile"/>
              <w:spacing w:before="0" w:after="0"/>
            </w:pPr>
            <w:r w:rsidRPr="003726B5">
              <w:rPr>
                <w:sz w:val="16"/>
                <w:szCs w:val="16"/>
              </w:rPr>
              <w:t>Interne 3-D Vermessung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06BB1" w:rsidRPr="00BA4482" w:rsidRDefault="00106BB1" w:rsidP="00183DAD">
            <w:pPr>
              <w:pStyle w:val="Tabellenzeile"/>
            </w:pPr>
            <w:r w:rsidRPr="00BA4482"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106BB1" w:rsidRPr="00BA4482" w:rsidRDefault="00106BB1" w:rsidP="00183DAD">
            <w:pPr>
              <w:pStyle w:val="Tabellenzeile"/>
            </w:pPr>
            <w:r w:rsidRPr="00BA4482"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5018" w:type="dxa"/>
            <w:shd w:val="clear" w:color="auto" w:fill="auto"/>
            <w:vAlign w:val="center"/>
          </w:tcPr>
          <w:p w:rsidR="00106BB1" w:rsidRPr="00BA4482" w:rsidRDefault="00106BB1" w:rsidP="00183DAD">
            <w:pPr>
              <w:pStyle w:val="Tabellenzeile"/>
            </w:pPr>
            <w:r w:rsidRPr="00BA4482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BA4482">
              <w:instrText xml:space="preserve"> FORMTEXT </w:instrText>
            </w:r>
            <w:r w:rsidRPr="00BA448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BA4482">
              <w:fldChar w:fldCharType="end"/>
            </w:r>
          </w:p>
        </w:tc>
      </w:tr>
      <w:tr w:rsidR="00106BB1" w:rsidRPr="00BA4482" w:rsidTr="00183DAD">
        <w:trPr>
          <w:trHeight w:val="491"/>
        </w:trPr>
        <w:tc>
          <w:tcPr>
            <w:tcW w:w="3328" w:type="dxa"/>
            <w:shd w:val="clear" w:color="auto" w:fill="auto"/>
            <w:vAlign w:val="center"/>
          </w:tcPr>
          <w:p w:rsidR="00106BB1" w:rsidRPr="003726B5" w:rsidRDefault="00106BB1" w:rsidP="00183DAD">
            <w:pPr>
              <w:pStyle w:val="Tabellenzeile"/>
              <w:spacing w:before="0" w:after="0"/>
            </w:pPr>
            <w:r>
              <w:t xml:space="preserve">Own </w:t>
            </w:r>
            <w:r w:rsidRPr="003726B5">
              <w:t>Research &amp; Development</w:t>
            </w:r>
            <w:r>
              <w:t xml:space="preserve"> /</w:t>
            </w:r>
          </w:p>
          <w:p w:rsidR="00106BB1" w:rsidRPr="00BA4482" w:rsidRDefault="00106BB1" w:rsidP="00183DAD">
            <w:pPr>
              <w:pStyle w:val="Tabellenzeile"/>
              <w:spacing w:before="0" w:after="0"/>
            </w:pPr>
            <w:r w:rsidRPr="003726B5">
              <w:rPr>
                <w:sz w:val="16"/>
                <w:szCs w:val="16"/>
              </w:rPr>
              <w:t>Eigene Entwicklung/Konstruktion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06BB1" w:rsidRPr="00BA4482" w:rsidRDefault="00106BB1" w:rsidP="00183DAD">
            <w:pPr>
              <w:pStyle w:val="Tabellenzeile"/>
            </w:pPr>
            <w:r w:rsidRPr="00BA4482"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106BB1" w:rsidRPr="00BA4482" w:rsidRDefault="00106BB1" w:rsidP="00183DAD">
            <w:pPr>
              <w:pStyle w:val="Tabellenzeile"/>
            </w:pPr>
            <w:r w:rsidRPr="00BA4482"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5018" w:type="dxa"/>
            <w:shd w:val="clear" w:color="auto" w:fill="auto"/>
            <w:vAlign w:val="center"/>
          </w:tcPr>
          <w:p w:rsidR="00106BB1" w:rsidRPr="00BA4482" w:rsidRDefault="00106BB1" w:rsidP="00183DAD">
            <w:pPr>
              <w:pStyle w:val="Tabellenzeile"/>
            </w:pPr>
            <w:r w:rsidRPr="00BA4482"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BA4482">
              <w:instrText xml:space="preserve"> FORMTEXT </w:instrText>
            </w:r>
            <w:r w:rsidRPr="00BA448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BA4482">
              <w:fldChar w:fldCharType="end"/>
            </w:r>
          </w:p>
        </w:tc>
      </w:tr>
    </w:tbl>
    <w:p w:rsidR="00966A3C" w:rsidRDefault="00966A3C" w:rsidP="00966A3C"/>
    <w:tbl>
      <w:tblPr>
        <w:tblW w:w="1047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4293"/>
        <w:gridCol w:w="466"/>
        <w:gridCol w:w="727"/>
        <w:gridCol w:w="4291"/>
      </w:tblGrid>
      <w:tr w:rsidR="00966A3C" w:rsidRPr="00AE70BA" w:rsidTr="000637FD">
        <w:tc>
          <w:tcPr>
            <w:tcW w:w="10476" w:type="dxa"/>
            <w:gridSpan w:val="5"/>
            <w:shd w:val="clear" w:color="auto" w:fill="auto"/>
            <w:vAlign w:val="center"/>
          </w:tcPr>
          <w:p w:rsidR="00966A3C" w:rsidRPr="00AE70BA" w:rsidRDefault="009F49B9" w:rsidP="000637FD">
            <w:pPr>
              <w:pStyle w:val="Tabellenzeile"/>
              <w:rPr>
                <w:b/>
              </w:rPr>
            </w:pPr>
            <w:r>
              <w:rPr>
                <w:b/>
              </w:rPr>
              <w:t>7</w:t>
            </w:r>
            <w:r w:rsidR="00966A3C">
              <w:rPr>
                <w:b/>
              </w:rPr>
              <w:t xml:space="preserve"> </w:t>
            </w:r>
            <w:r w:rsidR="00966A3C" w:rsidRPr="00AE70BA">
              <w:rPr>
                <w:b/>
              </w:rPr>
              <w:t xml:space="preserve">IT-Equipment / </w:t>
            </w:r>
            <w:r w:rsidR="00A636E5">
              <w:rPr>
                <w:b/>
                <w:sz w:val="16"/>
                <w:szCs w:val="16"/>
              </w:rPr>
              <w:t>IT</w:t>
            </w:r>
            <w:r w:rsidR="00966A3C" w:rsidRPr="00AE70BA">
              <w:rPr>
                <w:b/>
                <w:sz w:val="16"/>
                <w:szCs w:val="16"/>
              </w:rPr>
              <w:t>-Ausstattung</w:t>
            </w:r>
          </w:p>
        </w:tc>
      </w:tr>
      <w:tr w:rsidR="00966A3C" w:rsidRPr="007A56EB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BA4482" w:rsidRDefault="00966A3C" w:rsidP="000637FD">
            <w:pPr>
              <w:pStyle w:val="Tabellenzeile"/>
            </w:pPr>
          </w:p>
        </w:tc>
        <w:tc>
          <w:tcPr>
            <w:tcW w:w="5484" w:type="dxa"/>
            <w:gridSpan w:val="3"/>
            <w:shd w:val="clear" w:color="auto" w:fill="auto"/>
            <w:vAlign w:val="center"/>
          </w:tcPr>
          <w:p w:rsidR="00966A3C" w:rsidRPr="007A56EB" w:rsidRDefault="00966A3C" w:rsidP="000637FD">
            <w:pPr>
              <w:pStyle w:val="Tabellenzeile"/>
            </w:pPr>
            <w:r w:rsidRPr="007A56EB">
              <w:t xml:space="preserve">System / </w:t>
            </w:r>
            <w:r w:rsidRPr="00AE70BA">
              <w:rPr>
                <w:sz w:val="16"/>
                <w:szCs w:val="16"/>
              </w:rPr>
              <w:t>software</w:t>
            </w: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BA4482" w:rsidRDefault="00966A3C" w:rsidP="000637FD">
            <w:pPr>
              <w:pStyle w:val="Tabellenzeile"/>
            </w:pPr>
            <w:r w:rsidRPr="00BA4482">
              <w:t xml:space="preserve">CAD-Systems / </w:t>
            </w:r>
            <w:r w:rsidRPr="00AE70BA">
              <w:rPr>
                <w:sz w:val="16"/>
                <w:szCs w:val="16"/>
              </w:rPr>
              <w:t>CAD-Systeme</w:t>
            </w:r>
          </w:p>
        </w:tc>
        <w:tc>
          <w:tcPr>
            <w:tcW w:w="5484" w:type="dxa"/>
            <w:gridSpan w:val="3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gridSpan w:val="3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9016A7" w:rsidRDefault="00966A3C" w:rsidP="000637FD">
            <w:pPr>
              <w:pStyle w:val="Tabellenzeile"/>
            </w:pPr>
            <w:r w:rsidRPr="009016A7">
              <w:t xml:space="preserve">CAD data exchange / </w:t>
            </w:r>
            <w:r w:rsidRPr="00AE70BA">
              <w:rPr>
                <w:sz w:val="16"/>
                <w:szCs w:val="16"/>
              </w:rPr>
              <w:t>CAD-Datenaustausch</w:t>
            </w:r>
          </w:p>
        </w:tc>
        <w:tc>
          <w:tcPr>
            <w:tcW w:w="5484" w:type="dxa"/>
            <w:gridSpan w:val="3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 xml:space="preserve">FE-Analysis / </w:t>
            </w:r>
            <w:r w:rsidRPr="00AE70BA">
              <w:rPr>
                <w:sz w:val="16"/>
                <w:szCs w:val="16"/>
                <w:lang w:val="en-GB"/>
              </w:rPr>
              <w:t>FEM-Berechnung</w:t>
            </w:r>
          </w:p>
        </w:tc>
        <w:tc>
          <w:tcPr>
            <w:tcW w:w="548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 xml:space="preserve">EDI / </w:t>
            </w:r>
            <w:r w:rsidRPr="00AE70BA">
              <w:rPr>
                <w:sz w:val="16"/>
                <w:szCs w:val="16"/>
                <w:lang w:val="en-GB"/>
              </w:rPr>
              <w:t>DFÜ</w:t>
            </w:r>
          </w:p>
        </w:tc>
        <w:tc>
          <w:tcPr>
            <w:tcW w:w="548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sz w:val="16"/>
                <w:szCs w:val="16"/>
              </w:rPr>
            </w:pP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6A3C" w:rsidRPr="00AE70BA" w:rsidRDefault="002005C5" w:rsidP="000637FD">
            <w:pPr>
              <w:pStyle w:val="Tabellenzeile"/>
              <w:rPr>
                <w:sz w:val="16"/>
                <w:szCs w:val="16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E673A8">
              <w:rPr>
                <w:lang w:val="en-GB"/>
              </w:rPr>
              <w:t xml:space="preserve">     </w:t>
            </w: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AE70BA" w:rsidRDefault="007A6B18" w:rsidP="000637FD">
            <w:pPr>
              <w:pStyle w:val="Tabellenzeile"/>
              <w:rPr>
                <w:lang w:val="en-GB"/>
              </w:rPr>
            </w:pPr>
            <w:r>
              <w:rPr>
                <w:lang w:val="en-GB"/>
              </w:rPr>
              <w:t xml:space="preserve">ERP-System (e.g. </w:t>
            </w:r>
            <w:r w:rsidRPr="00E23CEB">
              <w:rPr>
                <w:sz w:val="16"/>
                <w:szCs w:val="16"/>
                <w:lang w:val="en-GB"/>
              </w:rPr>
              <w:t>z.B.</w:t>
            </w:r>
            <w:r>
              <w:rPr>
                <w:lang w:val="en-GB"/>
              </w:rPr>
              <w:t xml:space="preserve"> SAP,…)</w:t>
            </w:r>
          </w:p>
        </w:tc>
        <w:tc>
          <w:tcPr>
            <w:tcW w:w="5484" w:type="dxa"/>
            <w:gridSpan w:val="3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</w:p>
        </w:tc>
      </w:tr>
      <w:tr w:rsidR="00966A3C" w:rsidRPr="00AE70BA" w:rsidTr="000637FD">
        <w:tc>
          <w:tcPr>
            <w:tcW w:w="4992" w:type="dxa"/>
            <w:gridSpan w:val="2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lastRenderedPageBreak/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gridSpan w:val="3"/>
            <w:shd w:val="clear" w:color="auto" w:fill="auto"/>
            <w:vAlign w:val="center"/>
          </w:tcPr>
          <w:p w:rsidR="00966A3C" w:rsidRPr="00AE70BA" w:rsidRDefault="00966A3C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4F1A1D" w:rsidRPr="0063780F" w:rsidTr="000637FD"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1D" w:rsidRPr="0063780F" w:rsidRDefault="004F1A1D" w:rsidP="000637FD">
            <w:pPr>
              <w:pStyle w:val="Tabellenzeile"/>
            </w:pPr>
            <w:r w:rsidRPr="0063780F">
              <w:t>Barcode System</w:t>
            </w:r>
            <w:r w:rsidR="00DD0197" w:rsidRPr="0063780F">
              <w:t xml:space="preserve"> / barcode System</w:t>
            </w:r>
            <w:r w:rsidR="0063780F" w:rsidRPr="0063780F">
              <w:t xml:space="preserve"> </w:t>
            </w:r>
            <w:r w:rsidR="0063780F">
              <w:rPr>
                <w:sz w:val="16"/>
                <w:szCs w:val="16"/>
              </w:rPr>
              <w:t xml:space="preserve">                      </w:t>
            </w:r>
            <w:r w:rsidR="0063780F" w:rsidRPr="0063780F">
              <w:rPr>
                <w:sz w:val="16"/>
                <w:szCs w:val="16"/>
              </w:rPr>
              <w:t>(</w:t>
            </w:r>
            <w:r w:rsidR="0063780F" w:rsidRPr="0063780F">
              <w:rPr>
                <w:rFonts w:ascii="Arial" w:hAnsi="Arial"/>
                <w:sz w:val="16"/>
                <w:szCs w:val="16"/>
              </w:rPr>
              <w:t>VDA 4902/4903)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1D" w:rsidRPr="0063780F" w:rsidRDefault="004F1A1D" w:rsidP="000637FD">
            <w:pPr>
              <w:pStyle w:val="Tabellenzeile"/>
            </w:pPr>
          </w:p>
        </w:tc>
      </w:tr>
      <w:tr w:rsidR="004F1A1D" w:rsidRPr="00AE70BA" w:rsidTr="000637FD"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1D" w:rsidRPr="00AE70BA" w:rsidRDefault="004F1A1D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1D" w:rsidRPr="00AE70BA" w:rsidRDefault="004F1A1D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D75655" w:rsidRPr="00AE70BA" w:rsidTr="000637FD">
        <w:tc>
          <w:tcPr>
            <w:tcW w:w="4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5" w:rsidRPr="00AE70BA" w:rsidRDefault="00B76CC9" w:rsidP="000637FD">
            <w:pPr>
              <w:pStyle w:val="Tabellenzeile"/>
              <w:rPr>
                <w:lang w:val="en-GB"/>
              </w:rPr>
            </w:pPr>
            <w:r>
              <w:rPr>
                <w:lang w:val="en-GB"/>
              </w:rPr>
              <w:t>Maximum file size (Incoming</w:t>
            </w:r>
            <w:r w:rsidR="00D75655">
              <w:rPr>
                <w:lang w:val="en-GB"/>
              </w:rPr>
              <w:t xml:space="preserve">)               </w:t>
            </w:r>
            <w:r>
              <w:rPr>
                <w:lang w:val="en-GB"/>
              </w:rPr>
              <w:t xml:space="preserve">    </w:t>
            </w:r>
            <w:r w:rsidR="002A3334">
              <w:rPr>
                <w:lang w:val="en-GB"/>
              </w:rPr>
              <w:t xml:space="preserve">     </w:t>
            </w:r>
            <w:r w:rsidR="00D75655">
              <w:rPr>
                <w:lang w:val="en-GB"/>
              </w:rPr>
              <w:t>Maximale empfangbare Mailgröße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655" w:rsidRPr="000637FD" w:rsidRDefault="00D75655" w:rsidP="000637FD">
            <w:pPr>
              <w:pStyle w:val="Tabellenzeile"/>
              <w:rPr>
                <w:sz w:val="8"/>
                <w:szCs w:val="8"/>
                <w:lang w:val="en-GB"/>
              </w:rPr>
            </w:pPr>
          </w:p>
          <w:p w:rsidR="00D75655" w:rsidRPr="00AE70BA" w:rsidRDefault="00D75655" w:rsidP="000637FD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MB</w:t>
            </w:r>
            <w:r w:rsidR="00CD02D6">
              <w:rPr>
                <w:lang w:val="en-GB"/>
              </w:rPr>
              <w:t xml:space="preserve">         </w:t>
            </w:r>
            <w:r w:rsidR="002A3334">
              <w:rPr>
                <w:lang w:val="en-GB"/>
              </w:rPr>
              <w:t xml:space="preserve">or / oder     </w:t>
            </w:r>
            <w:r w:rsidR="00CD02D6">
              <w:rPr>
                <w:lang w:val="en-GB"/>
              </w:rPr>
              <w:t>unlimited /</w:t>
            </w:r>
            <w:r w:rsidR="002A3334">
              <w:rPr>
                <w:lang w:val="en-GB"/>
              </w:rPr>
              <w:t xml:space="preserve">unbegrenzt    </w:t>
            </w:r>
            <w:r w:rsidR="002A3334" w:rsidRPr="00BA4482"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A3334" w:rsidRPr="00BA4482">
              <w:instrText xml:space="preserve"> FORMCHECKBOX </w:instrText>
            </w:r>
            <w:r w:rsidR="002A3334" w:rsidRPr="00BA4482">
              <w:fldChar w:fldCharType="end"/>
            </w:r>
          </w:p>
        </w:tc>
      </w:tr>
      <w:tr w:rsidR="00966A3C" w:rsidRPr="00AE70BA" w:rsidTr="00A23D18">
        <w:trPr>
          <w:trHeight w:val="317"/>
        </w:trPr>
        <w:tc>
          <w:tcPr>
            <w:tcW w:w="1047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6A3C" w:rsidRPr="00AE70BA" w:rsidRDefault="009F49B9" w:rsidP="00B32F69">
            <w:pPr>
              <w:pStyle w:val="Tabellenzeile"/>
              <w:rPr>
                <w:b/>
                <w:lang w:val="en-GB"/>
              </w:rPr>
            </w:pPr>
            <w:r>
              <w:rPr>
                <w:b/>
                <w:lang w:val="en-GB"/>
              </w:rPr>
              <w:t>8</w:t>
            </w:r>
            <w:r w:rsidR="00966A3C" w:rsidRPr="00AE70BA">
              <w:rPr>
                <w:b/>
                <w:lang w:val="en-GB"/>
              </w:rPr>
              <w:t xml:space="preserve"> Quality / </w:t>
            </w:r>
            <w:r w:rsidR="00966A3C" w:rsidRPr="00AE70BA">
              <w:rPr>
                <w:b/>
                <w:sz w:val="16"/>
                <w:szCs w:val="16"/>
                <w:lang w:val="en-GB"/>
              </w:rPr>
              <w:t>Qualität</w:t>
            </w:r>
            <w:r w:rsidR="005415E7">
              <w:rPr>
                <w:b/>
                <w:sz w:val="16"/>
                <w:szCs w:val="16"/>
                <w:lang w:val="en-GB"/>
              </w:rPr>
              <w:t xml:space="preserve"> (SQA)</w:t>
            </w:r>
          </w:p>
        </w:tc>
      </w:tr>
      <w:tr w:rsidR="00966A3C" w:rsidRPr="00AE70BA" w:rsidTr="00A23D18">
        <w:tc>
          <w:tcPr>
            <w:tcW w:w="1047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 xml:space="preserve">Quality Assurance / </w:t>
            </w:r>
            <w:r w:rsidRPr="00AE70BA">
              <w:rPr>
                <w:sz w:val="16"/>
                <w:szCs w:val="16"/>
                <w:lang w:val="en-GB"/>
              </w:rPr>
              <w:t>Qualitätssicherung</w:t>
            </w:r>
            <w:r w:rsidRPr="00AE70BA">
              <w:rPr>
                <w:lang w:val="en-GB"/>
              </w:rPr>
              <w:t xml:space="preserve">                                Please tick, if applicable / </w:t>
            </w:r>
            <w:r>
              <w:rPr>
                <w:sz w:val="16"/>
                <w:szCs w:val="16"/>
                <w:lang w:val="en-GB"/>
              </w:rPr>
              <w:t>Z</w:t>
            </w:r>
            <w:r w:rsidRPr="00AE70BA">
              <w:rPr>
                <w:sz w:val="16"/>
                <w:szCs w:val="16"/>
                <w:lang w:val="en-GB"/>
              </w:rPr>
              <w:t xml:space="preserve">utreffendes </w:t>
            </w:r>
            <w:r w:rsidR="005415E7">
              <w:rPr>
                <w:sz w:val="16"/>
                <w:szCs w:val="16"/>
                <w:lang w:val="en-GB"/>
              </w:rPr>
              <w:t xml:space="preserve">bitte </w:t>
            </w:r>
            <w:r w:rsidRPr="00AE70BA">
              <w:rPr>
                <w:sz w:val="16"/>
                <w:szCs w:val="16"/>
                <w:lang w:val="en-GB"/>
              </w:rPr>
              <w:t>ankreuzen</w:t>
            </w:r>
          </w:p>
        </w:tc>
      </w:tr>
      <w:tr w:rsidR="00966A3C" w:rsidRPr="00BA4482" w:rsidTr="00A23D18">
        <w:tc>
          <w:tcPr>
            <w:tcW w:w="699" w:type="dxa"/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4759" w:type="dxa"/>
            <w:gridSpan w:val="2"/>
            <w:shd w:val="clear" w:color="auto" w:fill="auto"/>
            <w:vAlign w:val="center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>Material laboratory</w:t>
            </w:r>
            <w:r w:rsidRPr="00AE70BA">
              <w:rPr>
                <w:lang w:val="en-GB"/>
              </w:rPr>
              <w:br/>
            </w:r>
            <w:r w:rsidRPr="00AE70BA">
              <w:rPr>
                <w:sz w:val="16"/>
                <w:szCs w:val="16"/>
                <w:lang w:val="en-GB"/>
              </w:rPr>
              <w:t>Materiallabor</w:t>
            </w:r>
          </w:p>
        </w:tc>
        <w:tc>
          <w:tcPr>
            <w:tcW w:w="727" w:type="dxa"/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BA4482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966A3C" w:rsidRPr="00BA4482" w:rsidRDefault="00966A3C" w:rsidP="00B32F69">
            <w:pPr>
              <w:pStyle w:val="Tabellenzeile"/>
            </w:pPr>
            <w:r w:rsidRPr="00AE70BA">
              <w:rPr>
                <w:u w:val="single"/>
              </w:rPr>
              <w:t>F</w:t>
            </w:r>
            <w:r w:rsidRPr="00BA4482">
              <w:t xml:space="preserve">ailure </w:t>
            </w:r>
            <w:r w:rsidRPr="00AE70BA">
              <w:rPr>
                <w:u w:val="single"/>
              </w:rPr>
              <w:t>M</w:t>
            </w:r>
            <w:r w:rsidRPr="00BA4482">
              <w:t xml:space="preserve">ode and </w:t>
            </w:r>
            <w:r w:rsidRPr="00AE70BA">
              <w:rPr>
                <w:u w:val="single"/>
              </w:rPr>
              <w:t>E</w:t>
            </w:r>
            <w:r w:rsidRPr="00BA4482">
              <w:t xml:space="preserve">ffects </w:t>
            </w:r>
            <w:r w:rsidRPr="00AE70BA">
              <w:rPr>
                <w:u w:val="single"/>
              </w:rPr>
              <w:t>A</w:t>
            </w:r>
            <w:r w:rsidRPr="00BA4482">
              <w:t>nalysis</w:t>
            </w:r>
            <w:r>
              <w:br/>
            </w:r>
            <w:r w:rsidRPr="00AE70BA">
              <w:rPr>
                <w:sz w:val="16"/>
                <w:szCs w:val="16"/>
                <w:u w:val="single"/>
              </w:rPr>
              <w:t>F</w:t>
            </w:r>
            <w:r w:rsidRPr="00AE70BA">
              <w:rPr>
                <w:sz w:val="16"/>
                <w:szCs w:val="16"/>
              </w:rPr>
              <w:t xml:space="preserve">ehler– </w:t>
            </w:r>
            <w:r w:rsidRPr="00AE70BA">
              <w:rPr>
                <w:sz w:val="16"/>
                <w:szCs w:val="16"/>
                <w:u w:val="single"/>
              </w:rPr>
              <w:t>M</w:t>
            </w:r>
            <w:r w:rsidRPr="00AE70BA">
              <w:rPr>
                <w:sz w:val="16"/>
                <w:szCs w:val="16"/>
              </w:rPr>
              <w:t xml:space="preserve">öglichkeits- und </w:t>
            </w:r>
            <w:r w:rsidRPr="00AE70BA">
              <w:rPr>
                <w:sz w:val="16"/>
                <w:szCs w:val="16"/>
                <w:u w:val="single"/>
              </w:rPr>
              <w:t>E</w:t>
            </w:r>
            <w:r w:rsidR="00013FE8">
              <w:rPr>
                <w:sz w:val="16"/>
                <w:szCs w:val="16"/>
              </w:rPr>
              <w:t>influss</w:t>
            </w:r>
            <w:r w:rsidRPr="00AE70BA">
              <w:rPr>
                <w:sz w:val="16"/>
                <w:szCs w:val="16"/>
              </w:rPr>
              <w:t xml:space="preserve">- </w:t>
            </w:r>
            <w:r w:rsidRPr="00AE70BA">
              <w:rPr>
                <w:sz w:val="16"/>
                <w:szCs w:val="16"/>
                <w:u w:val="single"/>
              </w:rPr>
              <w:t>A</w:t>
            </w:r>
            <w:r w:rsidRPr="00AE70BA">
              <w:rPr>
                <w:sz w:val="16"/>
                <w:szCs w:val="16"/>
              </w:rPr>
              <w:t>nalyse</w:t>
            </w:r>
          </w:p>
        </w:tc>
      </w:tr>
      <w:tr w:rsidR="00966A3C" w:rsidRPr="006E72D3" w:rsidTr="00A23D18">
        <w:tc>
          <w:tcPr>
            <w:tcW w:w="699" w:type="dxa"/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4759" w:type="dxa"/>
            <w:gridSpan w:val="2"/>
            <w:shd w:val="clear" w:color="auto" w:fill="auto"/>
            <w:vAlign w:val="center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>Measure laboratory</w:t>
            </w:r>
            <w:r w:rsidRPr="00AE70BA">
              <w:rPr>
                <w:lang w:val="en-GB"/>
              </w:rPr>
              <w:br/>
            </w:r>
            <w:r w:rsidRPr="00AE70BA">
              <w:rPr>
                <w:sz w:val="16"/>
                <w:szCs w:val="16"/>
                <w:lang w:val="en-GB"/>
              </w:rPr>
              <w:t>Messlabor</w:t>
            </w:r>
          </w:p>
        </w:tc>
        <w:tc>
          <w:tcPr>
            <w:tcW w:w="727" w:type="dxa"/>
            <w:shd w:val="clear" w:color="auto" w:fill="auto"/>
          </w:tcPr>
          <w:p w:rsidR="00966A3C" w:rsidRPr="00BA4482" w:rsidRDefault="00966A3C" w:rsidP="00B32F69">
            <w:pPr>
              <w:pStyle w:val="Tabellenzeile"/>
            </w:pPr>
            <w:r w:rsidRPr="00BA4482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4291" w:type="dxa"/>
            <w:shd w:val="clear" w:color="auto" w:fill="auto"/>
            <w:vAlign w:val="center"/>
          </w:tcPr>
          <w:p w:rsidR="00966A3C" w:rsidRPr="006E72D3" w:rsidRDefault="00966A3C" w:rsidP="00B32F69">
            <w:pPr>
              <w:pStyle w:val="Tabellenzeile"/>
            </w:pPr>
            <w:r w:rsidRPr="00BA4482">
              <w:t>Machine capability studies</w:t>
            </w:r>
            <w:r>
              <w:br/>
            </w:r>
            <w:r w:rsidRPr="00AE70BA">
              <w:rPr>
                <w:sz w:val="16"/>
                <w:szCs w:val="16"/>
              </w:rPr>
              <w:t>Maschinenfähigkeitsuntersuchung (MFU)</w:t>
            </w:r>
          </w:p>
        </w:tc>
      </w:tr>
      <w:tr w:rsidR="00966A3C" w:rsidRPr="00AE70BA" w:rsidTr="00A23D18">
        <w:tc>
          <w:tcPr>
            <w:tcW w:w="699" w:type="dxa"/>
            <w:shd w:val="clear" w:color="auto" w:fill="auto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4759" w:type="dxa"/>
            <w:gridSpan w:val="2"/>
            <w:shd w:val="clear" w:color="auto" w:fill="auto"/>
            <w:vAlign w:val="center"/>
          </w:tcPr>
          <w:p w:rsidR="00966A3C" w:rsidRPr="00AE70BA" w:rsidRDefault="00966A3C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 xml:space="preserve">Process capability studies / </w:t>
            </w:r>
            <w:r w:rsidRPr="00AE70BA">
              <w:rPr>
                <w:u w:val="single"/>
                <w:lang w:val="en-GB"/>
              </w:rPr>
              <w:t>S</w:t>
            </w:r>
            <w:r w:rsidRPr="00AE70BA">
              <w:rPr>
                <w:lang w:val="en-GB"/>
              </w:rPr>
              <w:t xml:space="preserve">tatistical </w:t>
            </w:r>
            <w:r w:rsidRPr="00AE70BA">
              <w:rPr>
                <w:u w:val="single"/>
                <w:lang w:val="en-GB"/>
              </w:rPr>
              <w:t>P</w:t>
            </w:r>
            <w:r w:rsidRPr="00AE70BA">
              <w:rPr>
                <w:lang w:val="en-GB"/>
              </w:rPr>
              <w:t xml:space="preserve">rocess </w:t>
            </w:r>
            <w:r w:rsidRPr="00AE70BA">
              <w:rPr>
                <w:u w:val="single"/>
                <w:lang w:val="en-GB"/>
              </w:rPr>
              <w:t>C</w:t>
            </w:r>
            <w:r w:rsidRPr="00AE70BA">
              <w:rPr>
                <w:lang w:val="en-GB"/>
              </w:rPr>
              <w:t>ontroll</w:t>
            </w:r>
            <w:r w:rsidRPr="00AE70BA">
              <w:rPr>
                <w:lang w:val="en-GB"/>
              </w:rPr>
              <w:br/>
            </w:r>
            <w:r w:rsidR="00013FE8">
              <w:rPr>
                <w:sz w:val="16"/>
                <w:szCs w:val="16"/>
                <w:lang w:val="en-GB"/>
              </w:rPr>
              <w:t>Prozess</w:t>
            </w:r>
            <w:r w:rsidRPr="00AE70BA">
              <w:rPr>
                <w:sz w:val="16"/>
                <w:szCs w:val="16"/>
                <w:lang w:val="en-GB"/>
              </w:rPr>
              <w:t>fähigkeitsuntersuchung</w:t>
            </w:r>
          </w:p>
        </w:tc>
        <w:tc>
          <w:tcPr>
            <w:tcW w:w="5018" w:type="dxa"/>
            <w:gridSpan w:val="2"/>
            <w:shd w:val="clear" w:color="auto" w:fill="auto"/>
          </w:tcPr>
          <w:p w:rsidR="00966A3C" w:rsidRPr="00AE70BA" w:rsidRDefault="00DE3D46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199" w:rsidRPr="00BA4482" w:rsidTr="00A23D18">
        <w:tc>
          <w:tcPr>
            <w:tcW w:w="10476" w:type="dxa"/>
            <w:gridSpan w:val="5"/>
            <w:shd w:val="clear" w:color="auto" w:fill="auto"/>
          </w:tcPr>
          <w:p w:rsidR="00832199" w:rsidRPr="00BA4482" w:rsidRDefault="00832199" w:rsidP="00B32F69">
            <w:pPr>
              <w:pStyle w:val="Tabellenzeile"/>
            </w:pPr>
            <w:r w:rsidRPr="00832199">
              <w:rPr>
                <w:lang w:val="en-GB"/>
              </w:rPr>
              <w:t>Major Sub-suppliers</w:t>
            </w:r>
            <w:r>
              <w:rPr>
                <w:rFonts w:ascii="Arial" w:hAnsi="Arial" w:cs="Arial"/>
                <w:sz w:val="18"/>
              </w:rPr>
              <w:t xml:space="preserve"> / </w:t>
            </w:r>
            <w:r w:rsidRPr="00832199">
              <w:rPr>
                <w:sz w:val="16"/>
                <w:szCs w:val="16"/>
                <w:lang w:val="en-GB"/>
              </w:rPr>
              <w:t>Wichtigste Vorlieferanten</w:t>
            </w:r>
          </w:p>
        </w:tc>
      </w:tr>
      <w:tr w:rsidR="00832199" w:rsidRPr="00BA4482" w:rsidTr="00A23D18">
        <w:tc>
          <w:tcPr>
            <w:tcW w:w="10476" w:type="dxa"/>
            <w:gridSpan w:val="5"/>
            <w:tcBorders>
              <w:bottom w:val="nil"/>
            </w:tcBorders>
            <w:shd w:val="clear" w:color="auto" w:fill="auto"/>
          </w:tcPr>
          <w:p w:rsidR="00832199" w:rsidRPr="00BA4482" w:rsidRDefault="00832199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199" w:rsidRPr="00BA4482" w:rsidTr="00A23D18">
        <w:tc>
          <w:tcPr>
            <w:tcW w:w="1047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832199" w:rsidRPr="00BA4482" w:rsidRDefault="00832199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199" w:rsidRPr="00AE70BA" w:rsidTr="00A23D18">
        <w:tc>
          <w:tcPr>
            <w:tcW w:w="1047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832199" w:rsidRPr="00AE70BA" w:rsidRDefault="00832199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199" w:rsidRPr="00AE70BA" w:rsidTr="00A23D18">
        <w:tc>
          <w:tcPr>
            <w:tcW w:w="10476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832199" w:rsidRPr="00AE70BA" w:rsidRDefault="00832199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199" w:rsidRPr="00BA4482" w:rsidTr="00A23D18">
        <w:tc>
          <w:tcPr>
            <w:tcW w:w="10476" w:type="dxa"/>
            <w:gridSpan w:val="5"/>
            <w:tcBorders>
              <w:top w:val="nil"/>
            </w:tcBorders>
            <w:shd w:val="clear" w:color="auto" w:fill="auto"/>
          </w:tcPr>
          <w:p w:rsidR="00832199" w:rsidRPr="00BA4482" w:rsidRDefault="00832199" w:rsidP="00B32F69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</w:tbl>
    <w:p w:rsidR="00574C1C" w:rsidRDefault="00574C1C">
      <w:pPr>
        <w:shd w:val="clear" w:color="auto" w:fill="FFFFFF"/>
        <w:rPr>
          <w:lang w:val="en-US"/>
        </w:rPr>
      </w:pPr>
    </w:p>
    <w:tbl>
      <w:tblPr>
        <w:tblW w:w="1047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6"/>
        <w:gridCol w:w="1086"/>
        <w:gridCol w:w="1014"/>
        <w:gridCol w:w="2436"/>
        <w:gridCol w:w="3354"/>
      </w:tblGrid>
      <w:tr w:rsidR="00832080" w:rsidRPr="00AE70BA" w:rsidTr="00A23D18">
        <w:tc>
          <w:tcPr>
            <w:tcW w:w="10476" w:type="dxa"/>
            <w:gridSpan w:val="5"/>
            <w:shd w:val="clear" w:color="auto" w:fill="auto"/>
          </w:tcPr>
          <w:p w:rsidR="00832080" w:rsidRPr="00AE70BA" w:rsidRDefault="00832080" w:rsidP="00B32F69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 xml:space="preserve">Quality Management Certifications / </w:t>
            </w:r>
            <w:r w:rsidRPr="00AE70BA">
              <w:rPr>
                <w:sz w:val="16"/>
                <w:szCs w:val="16"/>
                <w:lang w:val="en-GB"/>
              </w:rPr>
              <w:t>Qualitätsmanagement-Zertifikate</w:t>
            </w:r>
            <w:r w:rsidRPr="00AE70BA">
              <w:rPr>
                <w:lang w:val="en-GB"/>
              </w:rPr>
              <w:br/>
              <w:t>Please tick and add copy of certificate</w:t>
            </w:r>
            <w:r w:rsidR="00600B6F">
              <w:rPr>
                <w:lang w:val="en-GB"/>
              </w:rPr>
              <w:t>(s)</w:t>
            </w:r>
            <w:r w:rsidRPr="00AE70BA">
              <w:rPr>
                <w:lang w:val="en-GB"/>
              </w:rPr>
              <w:t xml:space="preserve"> / </w:t>
            </w:r>
            <w:r w:rsidRPr="00AE70BA">
              <w:rPr>
                <w:sz w:val="16"/>
                <w:szCs w:val="16"/>
                <w:lang w:val="en-GB"/>
              </w:rPr>
              <w:t xml:space="preserve">Zutreffendes </w:t>
            </w:r>
            <w:r w:rsidR="00600B6F">
              <w:rPr>
                <w:sz w:val="16"/>
                <w:szCs w:val="16"/>
                <w:lang w:val="en-GB"/>
              </w:rPr>
              <w:t xml:space="preserve">bitte </w:t>
            </w:r>
            <w:r w:rsidRPr="00AE70BA">
              <w:rPr>
                <w:sz w:val="16"/>
                <w:szCs w:val="16"/>
                <w:lang w:val="en-GB"/>
              </w:rPr>
              <w:t>ankreuzen und Kopie der Urkunde</w:t>
            </w:r>
            <w:r w:rsidR="00600B6F">
              <w:rPr>
                <w:sz w:val="16"/>
                <w:szCs w:val="16"/>
                <w:lang w:val="en-GB"/>
              </w:rPr>
              <w:t>n</w:t>
            </w:r>
            <w:r w:rsidRPr="00AE70BA">
              <w:rPr>
                <w:sz w:val="16"/>
                <w:szCs w:val="16"/>
                <w:lang w:val="en-GB"/>
              </w:rPr>
              <w:t xml:space="preserve"> beifügen</w:t>
            </w:r>
          </w:p>
        </w:tc>
      </w:tr>
      <w:tr w:rsidR="00832080" w:rsidRPr="007A56EB" w:rsidTr="00F14AAA">
        <w:tc>
          <w:tcPr>
            <w:tcW w:w="2586" w:type="dxa"/>
            <w:shd w:val="clear" w:color="auto" w:fill="auto"/>
          </w:tcPr>
          <w:p w:rsidR="00832080" w:rsidRPr="007A56EB" w:rsidRDefault="00832080" w:rsidP="00B32F69">
            <w:pPr>
              <w:pStyle w:val="Tabellenzeile"/>
            </w:pPr>
            <w:r w:rsidRPr="007A56EB">
              <w:t>Certificate</w:t>
            </w:r>
            <w:r w:rsidRPr="007A56EB">
              <w:br/>
            </w:r>
            <w:r w:rsidRPr="00AE70BA">
              <w:rPr>
                <w:sz w:val="16"/>
                <w:szCs w:val="16"/>
              </w:rPr>
              <w:t>Zertifikat</w:t>
            </w:r>
          </w:p>
        </w:tc>
        <w:tc>
          <w:tcPr>
            <w:tcW w:w="1086" w:type="dxa"/>
            <w:shd w:val="clear" w:color="auto" w:fill="auto"/>
          </w:tcPr>
          <w:p w:rsidR="00832080" w:rsidRPr="007A56EB" w:rsidRDefault="00832080" w:rsidP="00B32F69">
            <w:pPr>
              <w:pStyle w:val="Tabellenzeile"/>
            </w:pPr>
            <w:r w:rsidRPr="007A56EB">
              <w:t>Issued</w:t>
            </w:r>
            <w:r>
              <w:br/>
            </w:r>
            <w:r w:rsidRPr="00AE70BA">
              <w:rPr>
                <w:sz w:val="16"/>
                <w:szCs w:val="16"/>
              </w:rPr>
              <w:t>ausgestellt</w:t>
            </w:r>
          </w:p>
        </w:tc>
        <w:tc>
          <w:tcPr>
            <w:tcW w:w="1014" w:type="dxa"/>
            <w:shd w:val="clear" w:color="auto" w:fill="auto"/>
          </w:tcPr>
          <w:p w:rsidR="00832080" w:rsidRPr="007A56EB" w:rsidRDefault="00832080" w:rsidP="00B32F69">
            <w:pPr>
              <w:pStyle w:val="Tabellenzeile"/>
            </w:pPr>
            <w:r w:rsidRPr="007A56EB">
              <w:t>Planned</w:t>
            </w:r>
            <w:r>
              <w:br/>
            </w:r>
            <w:r w:rsidRPr="00AE70BA">
              <w:rPr>
                <w:sz w:val="16"/>
                <w:szCs w:val="16"/>
              </w:rPr>
              <w:t>geplant</w:t>
            </w:r>
          </w:p>
        </w:tc>
        <w:tc>
          <w:tcPr>
            <w:tcW w:w="2436" w:type="dxa"/>
            <w:shd w:val="clear" w:color="auto" w:fill="auto"/>
          </w:tcPr>
          <w:p w:rsidR="00832080" w:rsidRPr="007A56EB" w:rsidRDefault="00832080" w:rsidP="00B32F69">
            <w:pPr>
              <w:pStyle w:val="Tabellenzeile"/>
            </w:pPr>
            <w:r w:rsidRPr="007A56EB">
              <w:t>Date of certification</w:t>
            </w:r>
            <w:r>
              <w:br/>
            </w:r>
            <w:r w:rsidRPr="00AE70BA">
              <w:rPr>
                <w:sz w:val="16"/>
                <w:szCs w:val="16"/>
              </w:rPr>
              <w:t>Zertifizierungsdatum</w:t>
            </w:r>
          </w:p>
        </w:tc>
        <w:tc>
          <w:tcPr>
            <w:tcW w:w="3354" w:type="dxa"/>
            <w:shd w:val="clear" w:color="auto" w:fill="auto"/>
          </w:tcPr>
          <w:p w:rsidR="00832080" w:rsidRPr="007A56EB" w:rsidRDefault="00832080" w:rsidP="00B32F69">
            <w:pPr>
              <w:pStyle w:val="Tabellenzeile"/>
            </w:pPr>
            <w:r w:rsidRPr="007A56EB">
              <w:t>Certifying institute</w:t>
            </w:r>
            <w:r>
              <w:br/>
            </w:r>
            <w:r w:rsidRPr="00AE70BA">
              <w:rPr>
                <w:sz w:val="16"/>
                <w:szCs w:val="16"/>
              </w:rPr>
              <w:t>Zertifizierungsgesellschaft</w:t>
            </w:r>
          </w:p>
        </w:tc>
      </w:tr>
      <w:tr w:rsidR="00832080" w:rsidRPr="007A56EB" w:rsidTr="007C1D8C">
        <w:tc>
          <w:tcPr>
            <w:tcW w:w="2586" w:type="dxa"/>
            <w:shd w:val="clear" w:color="auto" w:fill="auto"/>
            <w:vAlign w:val="center"/>
          </w:tcPr>
          <w:p w:rsidR="00832080" w:rsidRPr="007A56EB" w:rsidRDefault="005C62BA" w:rsidP="007C1D8C">
            <w:pPr>
              <w:pStyle w:val="Tabellenzeile"/>
            </w:pPr>
            <w:r>
              <w:t>VDA 6.</w:t>
            </w:r>
            <w:r w:rsidRPr="00AE70BA">
              <w:rPr>
                <w:lang w:val="en-GB"/>
              </w:rPr>
              <w:t xml:space="preserve"> </w:t>
            </w: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A56EB"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32080" w:rsidRPr="007A56EB" w:rsidRDefault="00832080" w:rsidP="007C1D8C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832080" w:rsidRPr="007A56EB" w:rsidRDefault="00832080" w:rsidP="007C1D8C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832080" w:rsidRPr="007A56EB" w:rsidRDefault="00832080" w:rsidP="007C1D8C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A56EB"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832080" w:rsidRPr="007A56EB" w:rsidRDefault="00832080" w:rsidP="007C1D8C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A56EB"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080" w:rsidRPr="00AE70BA" w:rsidTr="007C1D8C">
        <w:tc>
          <w:tcPr>
            <w:tcW w:w="2586" w:type="dxa"/>
            <w:shd w:val="clear" w:color="auto" w:fill="auto"/>
            <w:vAlign w:val="center"/>
          </w:tcPr>
          <w:p w:rsidR="00832080" w:rsidRPr="007A56EB" w:rsidRDefault="003C72B9" w:rsidP="007C1D8C">
            <w:pPr>
              <w:pStyle w:val="Tabellenzeile"/>
            </w:pPr>
            <w:r>
              <w:t>ISO 9001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32080" w:rsidRPr="007A56EB" w:rsidRDefault="00832080" w:rsidP="007C1D8C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080" w:rsidRPr="00AE70BA" w:rsidTr="007C1D8C">
        <w:tc>
          <w:tcPr>
            <w:tcW w:w="2586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>TS 16949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080" w:rsidRPr="00AE70BA" w:rsidTr="007C1D8C">
        <w:tc>
          <w:tcPr>
            <w:tcW w:w="2586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>ISO 14001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1E0754" w:rsidRPr="00AE70BA" w:rsidTr="007C1D8C">
        <w:tc>
          <w:tcPr>
            <w:tcW w:w="2586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>
              <w:rPr>
                <w:lang w:val="en-GB"/>
              </w:rPr>
              <w:t>BS OHSAS 18001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1E0754" w:rsidRPr="00AE70BA" w:rsidTr="007C1D8C">
        <w:tc>
          <w:tcPr>
            <w:tcW w:w="2586" w:type="dxa"/>
            <w:shd w:val="clear" w:color="auto" w:fill="auto"/>
            <w:vAlign w:val="center"/>
          </w:tcPr>
          <w:p w:rsidR="001E0754" w:rsidRDefault="003C72B9" w:rsidP="007C1D8C">
            <w:pPr>
              <w:pStyle w:val="Tabellenzeile"/>
              <w:rPr>
                <w:lang w:val="en-GB"/>
              </w:rPr>
            </w:pPr>
            <w:r>
              <w:rPr>
                <w:lang w:val="en-GB"/>
              </w:rPr>
              <w:t>CCC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1E0754" w:rsidRPr="00AE70BA" w:rsidRDefault="001E0754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3C72B9" w:rsidRPr="00AE70BA" w:rsidTr="007C1D8C">
        <w:tc>
          <w:tcPr>
            <w:tcW w:w="2586" w:type="dxa"/>
            <w:shd w:val="clear" w:color="auto" w:fill="auto"/>
            <w:vAlign w:val="center"/>
          </w:tcPr>
          <w:p w:rsidR="003C72B9" w:rsidRDefault="003C72B9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3C72B9" w:rsidRPr="00AE70BA" w:rsidRDefault="003C72B9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3C72B9" w:rsidRPr="00AE70BA" w:rsidRDefault="003C72B9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3C72B9" w:rsidRPr="00AE70BA" w:rsidRDefault="003C72B9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3C72B9" w:rsidRPr="00AE70BA" w:rsidRDefault="003C72B9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DE3D46" w:rsidRPr="00AE70BA" w:rsidTr="007C1D8C">
        <w:tc>
          <w:tcPr>
            <w:tcW w:w="2586" w:type="dxa"/>
            <w:shd w:val="clear" w:color="auto" w:fill="auto"/>
            <w:vAlign w:val="center"/>
          </w:tcPr>
          <w:p w:rsidR="00DE3D46" w:rsidRDefault="00DE3D46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DE3D46" w:rsidRPr="00AE70BA" w:rsidRDefault="00DE3D46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DE3D46" w:rsidRPr="00AE70BA" w:rsidRDefault="00DE3D46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6" w:type="dxa"/>
            <w:shd w:val="clear" w:color="auto" w:fill="auto"/>
            <w:vAlign w:val="center"/>
          </w:tcPr>
          <w:p w:rsidR="00DE3D46" w:rsidRPr="00AE70BA" w:rsidRDefault="00DE3D46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DE3D46" w:rsidRPr="00AE70BA" w:rsidRDefault="00DE3D46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</w:tbl>
    <w:p w:rsidR="00574C1C" w:rsidRDefault="00574C1C">
      <w:pPr>
        <w:shd w:val="clear" w:color="auto" w:fill="FFFFFF"/>
        <w:rPr>
          <w:lang w:val="en-US"/>
        </w:rPr>
      </w:pPr>
    </w:p>
    <w:tbl>
      <w:tblPr>
        <w:tblW w:w="1047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6"/>
        <w:gridCol w:w="5670"/>
      </w:tblGrid>
      <w:tr w:rsidR="00FA7EE2" w:rsidRPr="00FA7EE2" w:rsidTr="00A23D18">
        <w:tc>
          <w:tcPr>
            <w:tcW w:w="10476" w:type="dxa"/>
            <w:gridSpan w:val="2"/>
            <w:shd w:val="clear" w:color="auto" w:fill="auto"/>
          </w:tcPr>
          <w:p w:rsidR="00FA7EE2" w:rsidRPr="00FA7EE2" w:rsidRDefault="009F49B9" w:rsidP="00FA7EE2">
            <w:pPr>
              <w:pStyle w:val="Tabellenzeile"/>
              <w:rPr>
                <w:b/>
                <w:lang w:val="en-GB"/>
              </w:rPr>
            </w:pPr>
            <w:r>
              <w:rPr>
                <w:b/>
                <w:lang w:val="en-GB"/>
              </w:rPr>
              <w:t>9</w:t>
            </w:r>
            <w:r w:rsidR="00FA7EE2" w:rsidRPr="00FA7EE2">
              <w:rPr>
                <w:b/>
                <w:lang w:val="en-GB"/>
              </w:rPr>
              <w:t xml:space="preserve"> Standard condi</w:t>
            </w:r>
            <w:r w:rsidR="00FA7EE2">
              <w:rPr>
                <w:b/>
                <w:lang w:val="en-GB"/>
              </w:rPr>
              <w:t xml:space="preserve">tions concerning the customer / </w:t>
            </w:r>
            <w:r w:rsidR="00FA7EE2" w:rsidRPr="00FA7EE2">
              <w:rPr>
                <w:b/>
                <w:sz w:val="16"/>
                <w:szCs w:val="16"/>
                <w:lang w:val="en-GB"/>
              </w:rPr>
              <w:t>supplier relationship Standardkonditionen zum Kunden-Lieferantenverhältnis</w:t>
            </w:r>
          </w:p>
        </w:tc>
      </w:tr>
      <w:tr w:rsidR="00FA7EE2" w:rsidRPr="007A56EB" w:rsidTr="00DB25B4">
        <w:tc>
          <w:tcPr>
            <w:tcW w:w="4806" w:type="dxa"/>
            <w:shd w:val="clear" w:color="auto" w:fill="auto"/>
            <w:vAlign w:val="center"/>
          </w:tcPr>
          <w:p w:rsidR="00DB25B4" w:rsidRPr="00DB25B4" w:rsidRDefault="00DB25B4" w:rsidP="00DB25B4">
            <w:pPr>
              <w:pStyle w:val="Tabellenzeile"/>
              <w:spacing w:before="0" w:after="0"/>
              <w:rPr>
                <w:sz w:val="8"/>
                <w:szCs w:val="8"/>
                <w:lang w:val="en-GB"/>
              </w:rPr>
            </w:pPr>
          </w:p>
          <w:p w:rsidR="00FA7EE2" w:rsidRDefault="00FA7EE2" w:rsidP="00DB25B4">
            <w:pPr>
              <w:pStyle w:val="Tabellenzeile"/>
              <w:spacing w:before="0" w:after="0"/>
              <w:rPr>
                <w:sz w:val="16"/>
                <w:szCs w:val="16"/>
                <w:lang w:val="en-GB"/>
              </w:rPr>
            </w:pPr>
            <w:r w:rsidRPr="00FA7EE2">
              <w:rPr>
                <w:lang w:val="en-GB"/>
              </w:rPr>
              <w:t>Terms of delivery</w:t>
            </w:r>
            <w:r>
              <w:rPr>
                <w:rFonts w:ascii="Times New Roman" w:hAnsi="Times New Roman"/>
                <w:b/>
                <w:lang w:val="en-GB"/>
              </w:rPr>
              <w:t xml:space="preserve"> / </w:t>
            </w:r>
            <w:r w:rsidRPr="00FA7EE2">
              <w:rPr>
                <w:sz w:val="16"/>
                <w:szCs w:val="16"/>
                <w:lang w:val="en-GB"/>
              </w:rPr>
              <w:t>Frachtkonditionen</w:t>
            </w:r>
            <w:r w:rsidR="00F93FDB">
              <w:rPr>
                <w:sz w:val="16"/>
                <w:szCs w:val="16"/>
                <w:lang w:val="en-GB"/>
              </w:rPr>
              <w:t xml:space="preserve"> (Incoterms)</w:t>
            </w:r>
          </w:p>
          <w:p w:rsidR="00DB25B4" w:rsidRPr="00DB25B4" w:rsidRDefault="00DB25B4" w:rsidP="00DB25B4">
            <w:pPr>
              <w:pStyle w:val="Tabellenzeile"/>
              <w:spacing w:before="0" w:after="0"/>
              <w:rPr>
                <w:sz w:val="8"/>
                <w:szCs w:val="8"/>
                <w:lang w:val="en-GB"/>
              </w:rPr>
            </w:pPr>
          </w:p>
        </w:tc>
        <w:tc>
          <w:tcPr>
            <w:tcW w:w="5670" w:type="dxa"/>
            <w:shd w:val="clear" w:color="auto" w:fill="auto"/>
            <w:vAlign w:val="center"/>
          </w:tcPr>
          <w:p w:rsidR="00A76AE3" w:rsidRPr="002372FB" w:rsidRDefault="00F93FDB" w:rsidP="00DB25B4">
            <w:pPr>
              <w:pStyle w:val="Tabellenzeile"/>
              <w:jc w:val="center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 FCA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DDP</w:t>
            </w:r>
          </w:p>
        </w:tc>
      </w:tr>
      <w:tr w:rsidR="00FA7EE2" w:rsidRPr="00730876" w:rsidTr="00DB25B4">
        <w:trPr>
          <w:trHeight w:val="543"/>
        </w:trPr>
        <w:tc>
          <w:tcPr>
            <w:tcW w:w="4806" w:type="dxa"/>
            <w:shd w:val="clear" w:color="auto" w:fill="auto"/>
            <w:vAlign w:val="center"/>
          </w:tcPr>
          <w:p w:rsidR="00661514" w:rsidRDefault="00661514" w:rsidP="00DB25B4">
            <w:pPr>
              <w:pStyle w:val="Tabellenzeile"/>
              <w:rPr>
                <w:lang w:val="en-GB"/>
              </w:rPr>
            </w:pPr>
          </w:p>
          <w:p w:rsidR="001E0E98" w:rsidRDefault="00FA7EE2" w:rsidP="00DB25B4">
            <w:pPr>
              <w:pStyle w:val="Tabellenzeile"/>
              <w:rPr>
                <w:lang w:val="en-GB"/>
              </w:rPr>
            </w:pPr>
            <w:r w:rsidRPr="00FA7EE2">
              <w:rPr>
                <w:lang w:val="en-GB"/>
              </w:rPr>
              <w:t>Terms of payment for parts</w:t>
            </w:r>
            <w:r w:rsidR="00562B94">
              <w:rPr>
                <w:lang w:val="en-GB"/>
              </w:rPr>
              <w:t xml:space="preserve"> </w:t>
            </w:r>
            <w:r w:rsidRPr="00FA7EE2">
              <w:rPr>
                <w:lang w:val="en-GB"/>
              </w:rPr>
              <w:t xml:space="preserve">/ </w:t>
            </w:r>
          </w:p>
          <w:p w:rsidR="00FA7EE2" w:rsidRPr="00FA7EE2" w:rsidRDefault="00FA7EE2" w:rsidP="00DB25B4">
            <w:pPr>
              <w:pStyle w:val="Tabellenzeile"/>
              <w:rPr>
                <w:lang w:val="en-GB"/>
              </w:rPr>
            </w:pPr>
            <w:r w:rsidRPr="00FA7EE2">
              <w:rPr>
                <w:sz w:val="16"/>
                <w:szCs w:val="16"/>
                <w:lang w:val="en-GB"/>
              </w:rPr>
              <w:t>Zahlungskonditionen für Teile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1514" w:rsidRDefault="00661514" w:rsidP="00DB25B4">
            <w:pPr>
              <w:jc w:val="right"/>
              <w:rPr>
                <w:lang w:val="en-GB"/>
              </w:rPr>
            </w:pPr>
          </w:p>
          <w:p w:rsidR="00FA7EE2" w:rsidRPr="007E663C" w:rsidRDefault="00F11980" w:rsidP="00DB25B4">
            <w:pPr>
              <w:jc w:val="right"/>
              <w:rPr>
                <w:bCs/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FA7EE2" w:rsidRPr="001E4B7B">
              <w:rPr>
                <w:b/>
                <w:bCs/>
                <w:color w:val="4F81BD"/>
                <w:lang w:val="en-GB"/>
              </w:rPr>
              <w:t xml:space="preserve"> </w:t>
            </w:r>
            <w:r w:rsidR="00FA7EE2" w:rsidRPr="007E663C">
              <w:rPr>
                <w:bCs/>
                <w:lang w:val="en-GB"/>
              </w:rPr>
              <w:t>days net regional (min.90 days)</w:t>
            </w:r>
          </w:p>
          <w:p w:rsidR="00CA6341" w:rsidRPr="007E663C" w:rsidRDefault="00CA6341" w:rsidP="00DB25B4">
            <w:pPr>
              <w:jc w:val="right"/>
              <w:rPr>
                <w:rFonts w:ascii="Univers" w:hAnsi="Univers" w:cs="Times New Roman"/>
                <w:sz w:val="16"/>
                <w:szCs w:val="16"/>
              </w:rPr>
            </w:pPr>
            <w:r w:rsidRPr="007E663C">
              <w:rPr>
                <w:rFonts w:ascii="Univers" w:hAnsi="Univers" w:cs="Times New Roman"/>
                <w:sz w:val="16"/>
                <w:szCs w:val="16"/>
              </w:rPr>
              <w:t>Tage netto Regional (min.90 Tage</w:t>
            </w:r>
            <w:r w:rsidR="00FA7EE2" w:rsidRPr="007E663C">
              <w:rPr>
                <w:rFonts w:ascii="Univers" w:hAnsi="Univers" w:cs="Times New Roman"/>
                <w:sz w:val="16"/>
                <w:szCs w:val="16"/>
              </w:rPr>
              <w:t>)</w:t>
            </w:r>
            <w:r w:rsidRPr="007E663C">
              <w:rPr>
                <w:rFonts w:ascii="Univers" w:hAnsi="Univers" w:cs="Times New Roman"/>
                <w:sz w:val="16"/>
                <w:szCs w:val="16"/>
              </w:rPr>
              <w:t xml:space="preserve"> </w:t>
            </w:r>
          </w:p>
          <w:p w:rsidR="00CA6341" w:rsidRPr="007E663C" w:rsidRDefault="00F11980" w:rsidP="00DB25B4">
            <w:pPr>
              <w:jc w:val="right"/>
              <w:rPr>
                <w:bCs/>
                <w:lang w:val="en-US"/>
              </w:rPr>
            </w:pPr>
            <w:r w:rsidRPr="007E663C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7E663C">
              <w:rPr>
                <w:lang w:val="en-GB"/>
              </w:rPr>
              <w:instrText xml:space="preserve"> FORMTEXT </w:instrText>
            </w:r>
            <w:r w:rsidRPr="007E663C">
              <w:rPr>
                <w:lang w:val="en-GB"/>
              </w:rPr>
            </w:r>
            <w:r w:rsidRPr="007E663C">
              <w:rPr>
                <w:lang w:val="en-GB"/>
              </w:rPr>
              <w:fldChar w:fldCharType="separate"/>
            </w:r>
            <w:r w:rsidRPr="007E663C">
              <w:rPr>
                <w:noProof/>
                <w:lang w:val="en-GB"/>
              </w:rPr>
              <w:t> </w:t>
            </w:r>
            <w:r w:rsidRPr="007E663C">
              <w:rPr>
                <w:noProof/>
                <w:lang w:val="en-GB"/>
              </w:rPr>
              <w:t> </w:t>
            </w:r>
            <w:r w:rsidRPr="007E663C">
              <w:rPr>
                <w:noProof/>
                <w:lang w:val="en-GB"/>
              </w:rPr>
              <w:t> </w:t>
            </w:r>
            <w:r w:rsidRPr="007E663C">
              <w:rPr>
                <w:noProof/>
                <w:lang w:val="en-GB"/>
              </w:rPr>
              <w:t> </w:t>
            </w:r>
            <w:r w:rsidRPr="007E663C">
              <w:rPr>
                <w:noProof/>
                <w:lang w:val="en-GB"/>
              </w:rPr>
              <w:t> </w:t>
            </w:r>
            <w:r w:rsidRPr="007E663C">
              <w:rPr>
                <w:lang w:val="en-GB"/>
              </w:rPr>
              <w:fldChar w:fldCharType="end"/>
            </w:r>
            <w:r w:rsidRPr="007E663C">
              <w:rPr>
                <w:lang w:val="en-GB"/>
              </w:rPr>
              <w:t xml:space="preserve">  </w:t>
            </w:r>
            <w:r w:rsidR="00CA6341" w:rsidRPr="007E663C">
              <w:rPr>
                <w:bCs/>
                <w:lang w:val="en-US"/>
              </w:rPr>
              <w:t xml:space="preserve">days net </w:t>
            </w:r>
            <w:r w:rsidR="007E663C">
              <w:rPr>
                <w:bCs/>
                <w:lang w:val="en-US"/>
              </w:rPr>
              <w:t>overseas</w:t>
            </w:r>
            <w:r w:rsidR="00CA6341" w:rsidRPr="007E663C">
              <w:rPr>
                <w:bCs/>
                <w:lang w:val="en-US"/>
              </w:rPr>
              <w:t xml:space="preserve"> (min.120 days)</w:t>
            </w:r>
          </w:p>
          <w:p w:rsidR="00FA7EE2" w:rsidRDefault="00730876" w:rsidP="00DB25B4">
            <w:pPr>
              <w:jc w:val="right"/>
              <w:rPr>
                <w:rFonts w:ascii="Univers" w:hAnsi="Univers" w:cs="Times New Roman"/>
                <w:sz w:val="16"/>
                <w:szCs w:val="16"/>
              </w:rPr>
            </w:pPr>
            <w:r w:rsidRPr="007E663C">
              <w:rPr>
                <w:rFonts w:ascii="Univers" w:hAnsi="Univers" w:cs="Times New Roman"/>
                <w:sz w:val="16"/>
                <w:szCs w:val="16"/>
              </w:rPr>
              <w:t>Tage netto</w:t>
            </w:r>
            <w:r w:rsidR="003467A4" w:rsidRPr="007E663C">
              <w:rPr>
                <w:rFonts w:ascii="Univers" w:hAnsi="Univers" w:cs="Times New Roman"/>
                <w:sz w:val="16"/>
                <w:szCs w:val="16"/>
              </w:rPr>
              <w:t xml:space="preserve"> Ausland</w:t>
            </w:r>
            <w:r w:rsidRPr="007E663C">
              <w:rPr>
                <w:rFonts w:ascii="Univers" w:hAnsi="Univers" w:cs="Times New Roman"/>
                <w:sz w:val="16"/>
                <w:szCs w:val="16"/>
              </w:rPr>
              <w:t xml:space="preserve"> (min.120 Tage</w:t>
            </w:r>
            <w:r w:rsidR="00CA6341" w:rsidRPr="007E663C">
              <w:rPr>
                <w:rFonts w:ascii="Univers" w:hAnsi="Univers" w:cs="Times New Roman"/>
                <w:sz w:val="16"/>
                <w:szCs w:val="16"/>
              </w:rPr>
              <w:t>)</w:t>
            </w:r>
          </w:p>
          <w:p w:rsidR="002372FB" w:rsidRPr="007E663C" w:rsidRDefault="00AA012C" w:rsidP="00DB25B4">
            <w:pPr>
              <w:jc w:val="right"/>
              <w:rPr>
                <w:rFonts w:ascii="Univers" w:hAnsi="Univers" w:cs="Times New Roman"/>
                <w:sz w:val="16"/>
                <w:szCs w:val="16"/>
              </w:rPr>
            </w:pPr>
            <w:r>
              <w:rPr>
                <w:lang w:val="en-GB"/>
              </w:rPr>
              <w:t xml:space="preserve">3 </w:t>
            </w:r>
            <w:r w:rsidR="002372FB" w:rsidRPr="002372FB">
              <w:rPr>
                <w:bCs/>
                <w:lang w:val="en-GB"/>
              </w:rPr>
              <w:t>% Discount</w:t>
            </w:r>
            <w:r w:rsidR="002372FB">
              <w:rPr>
                <w:rFonts w:ascii="Univers" w:hAnsi="Univers" w:cs="Times New Roman"/>
                <w:sz w:val="16"/>
                <w:szCs w:val="16"/>
              </w:rPr>
              <w:t xml:space="preserve"> / Skonto </w:t>
            </w:r>
          </w:p>
          <w:p w:rsidR="00CA6341" w:rsidRPr="00730876" w:rsidRDefault="00CA6341" w:rsidP="00DB25B4">
            <w:pPr>
              <w:jc w:val="right"/>
              <w:rPr>
                <w:sz w:val="12"/>
                <w:szCs w:val="12"/>
              </w:rPr>
            </w:pPr>
          </w:p>
        </w:tc>
      </w:tr>
      <w:tr w:rsidR="00CA6341" w:rsidRPr="00CA6341" w:rsidTr="00DB25B4">
        <w:trPr>
          <w:trHeight w:val="1212"/>
        </w:trPr>
        <w:tc>
          <w:tcPr>
            <w:tcW w:w="4806" w:type="dxa"/>
            <w:shd w:val="clear" w:color="auto" w:fill="auto"/>
            <w:vAlign w:val="center"/>
          </w:tcPr>
          <w:p w:rsidR="00661514" w:rsidRPr="003467A4" w:rsidRDefault="00661514" w:rsidP="00DB25B4">
            <w:pPr>
              <w:pStyle w:val="Tabellenzeile"/>
            </w:pPr>
          </w:p>
          <w:p w:rsidR="001E0E98" w:rsidRDefault="00CA6341" w:rsidP="00DB25B4">
            <w:pPr>
              <w:pStyle w:val="Tabellenzeile"/>
              <w:rPr>
                <w:lang w:val="en-GB"/>
              </w:rPr>
            </w:pPr>
            <w:r w:rsidRPr="00FA7EE2">
              <w:rPr>
                <w:lang w:val="en-GB"/>
              </w:rPr>
              <w:t>Terms of payment f</w:t>
            </w:r>
            <w:r>
              <w:rPr>
                <w:lang w:val="en-GB"/>
              </w:rPr>
              <w:t>or material</w:t>
            </w:r>
            <w:r w:rsidR="00562B94">
              <w:rPr>
                <w:lang w:val="en-GB"/>
              </w:rPr>
              <w:t xml:space="preserve"> </w:t>
            </w:r>
            <w:r w:rsidRPr="00FA7EE2">
              <w:rPr>
                <w:lang w:val="en-GB"/>
              </w:rPr>
              <w:t xml:space="preserve">/ </w:t>
            </w:r>
          </w:p>
          <w:p w:rsidR="00CA6341" w:rsidRPr="00FA7EE2" w:rsidRDefault="00CA6341" w:rsidP="00DB25B4">
            <w:pPr>
              <w:pStyle w:val="Tabellenzeile"/>
              <w:spacing w:before="0" w:after="0"/>
              <w:rPr>
                <w:lang w:val="en-GB"/>
              </w:rPr>
            </w:pPr>
            <w:r w:rsidRPr="00FA7EE2">
              <w:rPr>
                <w:sz w:val="16"/>
                <w:szCs w:val="16"/>
                <w:lang w:val="en-GB"/>
              </w:rPr>
              <w:t xml:space="preserve">Zahlungskonditionen für </w:t>
            </w:r>
            <w:r>
              <w:rPr>
                <w:sz w:val="16"/>
                <w:szCs w:val="16"/>
                <w:lang w:val="en-GB"/>
              </w:rPr>
              <w:t>Material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1514" w:rsidRDefault="00661514" w:rsidP="00DB25B4">
            <w:pPr>
              <w:jc w:val="right"/>
              <w:rPr>
                <w:rFonts w:ascii="Univers" w:hAnsi="Univers" w:cs="Times New Roman"/>
                <w:lang w:val="en-GB"/>
              </w:rPr>
            </w:pPr>
          </w:p>
          <w:p w:rsidR="002372FB" w:rsidRDefault="00CA6341" w:rsidP="00DB25B4">
            <w:pPr>
              <w:jc w:val="right"/>
              <w:rPr>
                <w:rFonts w:ascii="Univers" w:hAnsi="Univers" w:cs="Times New Roman"/>
                <w:lang w:val="en-GB"/>
              </w:rPr>
            </w:pPr>
            <w:r w:rsidRPr="00CA6341">
              <w:rPr>
                <w:rFonts w:ascii="Univers" w:hAnsi="Univers" w:cs="Times New Roman"/>
                <w:lang w:val="en-GB"/>
              </w:rPr>
              <w:t>On the 15th of the second mont</w:t>
            </w:r>
            <w:r w:rsidR="00661514">
              <w:rPr>
                <w:rFonts w:ascii="Univers" w:hAnsi="Univers" w:cs="Times New Roman"/>
                <w:lang w:val="en-GB"/>
              </w:rPr>
              <w:t>h following the delivery minus 3</w:t>
            </w:r>
            <w:r w:rsidRPr="00CA6341">
              <w:rPr>
                <w:rFonts w:ascii="Univers" w:hAnsi="Univers" w:cs="Times New Roman"/>
                <w:lang w:val="en-GB"/>
              </w:rPr>
              <w:t xml:space="preserve"> % discount or net on the 25th of the second month following the delivery.</w:t>
            </w:r>
          </w:p>
          <w:p w:rsidR="002372FB" w:rsidRPr="00294615" w:rsidRDefault="002372FB" w:rsidP="00DB25B4">
            <w:pPr>
              <w:jc w:val="right"/>
              <w:rPr>
                <w:rFonts w:ascii="Univers" w:hAnsi="Univers" w:cs="Times New Roman"/>
                <w:sz w:val="10"/>
                <w:szCs w:val="10"/>
                <w:lang w:val="en-GB"/>
              </w:rPr>
            </w:pPr>
          </w:p>
          <w:p w:rsidR="007645E6" w:rsidRDefault="00CA6341" w:rsidP="00DB25B4">
            <w:pPr>
              <w:jc w:val="right"/>
              <w:rPr>
                <w:rFonts w:ascii="Univers" w:hAnsi="Univers" w:cs="Times New Roman"/>
                <w:sz w:val="16"/>
                <w:szCs w:val="16"/>
              </w:rPr>
            </w:pPr>
            <w:r w:rsidRPr="00DE3D46">
              <w:rPr>
                <w:rFonts w:ascii="Univers" w:hAnsi="Univers" w:cs="Times New Roman"/>
                <w:sz w:val="16"/>
                <w:szCs w:val="16"/>
              </w:rPr>
              <w:t>Am 15. des zweiten, der</w:t>
            </w:r>
            <w:r w:rsidRPr="00CA6341">
              <w:rPr>
                <w:rFonts w:ascii="Univers" w:hAnsi="Univers" w:cs="Times New Roman"/>
                <w:sz w:val="16"/>
                <w:szCs w:val="16"/>
              </w:rPr>
              <w:t xml:space="preserve"> Lieferung folg</w:t>
            </w:r>
            <w:r w:rsidR="00661514">
              <w:rPr>
                <w:rFonts w:ascii="Univers" w:hAnsi="Univers" w:cs="Times New Roman"/>
                <w:sz w:val="16"/>
                <w:szCs w:val="16"/>
              </w:rPr>
              <w:t xml:space="preserve">enden Monats mit 3 </w:t>
            </w:r>
            <w:r>
              <w:rPr>
                <w:rFonts w:ascii="Univers" w:hAnsi="Univers" w:cs="Times New Roman"/>
                <w:sz w:val="16"/>
                <w:szCs w:val="16"/>
              </w:rPr>
              <w:t xml:space="preserve">% </w:t>
            </w:r>
            <w:r w:rsidRPr="00CA6341">
              <w:rPr>
                <w:rFonts w:ascii="Univers" w:hAnsi="Univers" w:cs="Times New Roman"/>
                <w:sz w:val="16"/>
                <w:szCs w:val="16"/>
              </w:rPr>
              <w:t xml:space="preserve">Skonto oder </w:t>
            </w:r>
            <w:r w:rsidRPr="00CA6341">
              <w:rPr>
                <w:rFonts w:ascii="Univers" w:hAnsi="Univers" w:cs="Times New Roman"/>
                <w:sz w:val="16"/>
                <w:szCs w:val="16"/>
              </w:rPr>
              <w:lastRenderedPageBreak/>
              <w:t>am 25. des zweiten, der Lieferung folgenden Monats netto</w:t>
            </w:r>
          </w:p>
          <w:p w:rsidR="00294615" w:rsidRPr="00294615" w:rsidRDefault="00294615" w:rsidP="00DB25B4">
            <w:pPr>
              <w:jc w:val="right"/>
              <w:rPr>
                <w:rFonts w:ascii="Univers" w:hAnsi="Univers" w:cs="Times New Roman"/>
                <w:sz w:val="10"/>
                <w:szCs w:val="10"/>
              </w:rPr>
            </w:pPr>
          </w:p>
        </w:tc>
      </w:tr>
      <w:tr w:rsidR="00CA6341" w:rsidRPr="002372FB" w:rsidTr="00DB25B4">
        <w:trPr>
          <w:trHeight w:val="1144"/>
        </w:trPr>
        <w:tc>
          <w:tcPr>
            <w:tcW w:w="4806" w:type="dxa"/>
            <w:shd w:val="clear" w:color="auto" w:fill="auto"/>
            <w:vAlign w:val="center"/>
          </w:tcPr>
          <w:p w:rsidR="00661514" w:rsidRPr="00DE3D46" w:rsidRDefault="00661514" w:rsidP="00DB25B4">
            <w:pPr>
              <w:pStyle w:val="Tabellenzeile"/>
            </w:pPr>
          </w:p>
          <w:p w:rsidR="001E0E98" w:rsidRDefault="00562B94" w:rsidP="00DB25B4">
            <w:pPr>
              <w:pStyle w:val="Tabellenzeile"/>
              <w:rPr>
                <w:lang w:val="en-GB"/>
              </w:rPr>
            </w:pPr>
            <w:r>
              <w:rPr>
                <w:lang w:val="en-GB"/>
              </w:rPr>
              <w:t>Terms of payment for tooling</w:t>
            </w:r>
            <w:r w:rsidR="00CA6341" w:rsidRPr="00FA7EE2">
              <w:rPr>
                <w:lang w:val="en-GB"/>
              </w:rPr>
              <w:t xml:space="preserve"> / </w:t>
            </w:r>
            <w:r w:rsidR="002372FB">
              <w:rPr>
                <w:lang w:val="en-GB"/>
              </w:rPr>
              <w:t>investments (CapEx)</w:t>
            </w:r>
          </w:p>
          <w:p w:rsidR="00CA6341" w:rsidRPr="00FA7EE2" w:rsidRDefault="00CA6341" w:rsidP="00DB25B4">
            <w:pPr>
              <w:pStyle w:val="Tabellenzeile"/>
              <w:rPr>
                <w:lang w:val="en-GB"/>
              </w:rPr>
            </w:pPr>
            <w:r w:rsidRPr="00FA7EE2">
              <w:rPr>
                <w:sz w:val="16"/>
                <w:szCs w:val="16"/>
                <w:lang w:val="en-GB"/>
              </w:rPr>
              <w:t>Zahlungskonditionen für Werkzeuge</w:t>
            </w:r>
            <w:r w:rsidR="002372FB">
              <w:rPr>
                <w:sz w:val="16"/>
                <w:szCs w:val="16"/>
                <w:lang w:val="en-GB"/>
              </w:rPr>
              <w:t xml:space="preserve"> / Investitionen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61514" w:rsidRDefault="00661514" w:rsidP="00DB25B4">
            <w:pPr>
              <w:jc w:val="right"/>
              <w:rPr>
                <w:lang w:val="en-GB"/>
              </w:rPr>
            </w:pPr>
          </w:p>
          <w:p w:rsidR="007645E6" w:rsidRDefault="00661514" w:rsidP="00DB25B4">
            <w:pPr>
              <w:jc w:val="right"/>
              <w:rPr>
                <w:bCs/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  <w:r w:rsidR="00CA6341" w:rsidRPr="00AB2C69">
              <w:rPr>
                <w:b/>
                <w:bCs/>
                <w:color w:val="4F81BD"/>
                <w:lang w:val="en-US"/>
              </w:rPr>
              <w:t xml:space="preserve"> </w:t>
            </w:r>
            <w:r w:rsidR="00CA6341" w:rsidRPr="00AB2C69">
              <w:rPr>
                <w:bCs/>
                <w:lang w:val="en-US"/>
              </w:rPr>
              <w:t>days net (min.60 days)</w:t>
            </w:r>
          </w:p>
          <w:p w:rsidR="00CA6341" w:rsidRPr="00AB2C69" w:rsidRDefault="007645E6" w:rsidP="00DB25B4">
            <w:pPr>
              <w:jc w:val="right"/>
              <w:rPr>
                <w:bCs/>
                <w:lang w:val="en-US"/>
              </w:rPr>
            </w:pPr>
            <w:r w:rsidRPr="00C06BA3">
              <w:rPr>
                <w:rFonts w:ascii="Univers" w:hAnsi="Univers" w:cs="Times New Roman"/>
                <w:sz w:val="16"/>
                <w:szCs w:val="16"/>
                <w:lang w:val="en-US"/>
              </w:rPr>
              <w:t>Tage netto (min.60 Tage)</w:t>
            </w:r>
            <w:r w:rsidR="00CA6341" w:rsidRPr="00AB2C69">
              <w:rPr>
                <w:b/>
                <w:bCs/>
                <w:lang w:val="en-US"/>
              </w:rPr>
              <w:t xml:space="preserve"> </w:t>
            </w:r>
          </w:p>
          <w:p w:rsidR="002372FB" w:rsidRPr="00C06BA3" w:rsidRDefault="00E209E9" w:rsidP="00DB25B4">
            <w:pPr>
              <w:jc w:val="right"/>
              <w:rPr>
                <w:bCs/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         </w:t>
            </w:r>
            <w:r w:rsidR="00C06BA3">
              <w:rPr>
                <w:bCs/>
                <w:lang w:val="en-GB"/>
              </w:rPr>
              <w:t xml:space="preserve">100% </w:t>
            </w:r>
            <w:r w:rsidR="00C06BA3" w:rsidRPr="00C06BA3">
              <w:rPr>
                <w:bCs/>
                <w:lang w:val="en-US"/>
              </w:rPr>
              <w:t>after successful</w:t>
            </w:r>
            <w:r w:rsidR="00C06BA3">
              <w:rPr>
                <w:bCs/>
                <w:lang w:val="en-US"/>
              </w:rPr>
              <w:t xml:space="preserve"> release Note 1</w:t>
            </w:r>
          </w:p>
          <w:p w:rsidR="002372FB" w:rsidRPr="00C06BA3" w:rsidRDefault="00C06BA3" w:rsidP="00DB25B4">
            <w:pPr>
              <w:jc w:val="right"/>
              <w:rPr>
                <w:rFonts w:ascii="Univers" w:hAnsi="Univers" w:cs="Times New Roman"/>
                <w:sz w:val="16"/>
                <w:szCs w:val="16"/>
                <w:lang w:val="en-US"/>
              </w:rPr>
            </w:pPr>
            <w:r w:rsidRPr="00C06BA3">
              <w:rPr>
                <w:rFonts w:ascii="Univers" w:hAnsi="Univers" w:cs="Times New Roman"/>
                <w:sz w:val="16"/>
                <w:szCs w:val="16"/>
                <w:lang w:val="en-US"/>
              </w:rPr>
              <w:t xml:space="preserve">100% nach Freigabe Note1 </w:t>
            </w:r>
          </w:p>
          <w:p w:rsidR="002372FB" w:rsidRPr="00C06BA3" w:rsidRDefault="00C06BA3" w:rsidP="00DB25B4">
            <w:pPr>
              <w:jc w:val="right"/>
              <w:rPr>
                <w:bCs/>
                <w:color w:val="FF0000"/>
                <w:lang w:val="en-GB"/>
              </w:rPr>
            </w:pPr>
            <w:r w:rsidRPr="00C06BA3">
              <w:rPr>
                <w:bCs/>
                <w:color w:val="FF0000"/>
                <w:lang w:val="en-GB"/>
              </w:rPr>
              <w:t>Or/</w:t>
            </w:r>
            <w:r w:rsidRPr="00C06BA3">
              <w:rPr>
                <w:bCs/>
                <w:color w:val="FF0000"/>
                <w:sz w:val="16"/>
                <w:szCs w:val="16"/>
                <w:lang w:val="en-GB"/>
              </w:rPr>
              <w:t>oder</w:t>
            </w:r>
          </w:p>
          <w:p w:rsidR="0030491D" w:rsidRPr="00C06BA3" w:rsidRDefault="00E209E9" w:rsidP="00DB25B4">
            <w:pPr>
              <w:jc w:val="right"/>
              <w:rPr>
                <w:bCs/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9E9">
              <w:rPr>
                <w:lang w:val="en-US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   </w:t>
            </w:r>
            <w:r w:rsidR="00CA6341" w:rsidRPr="00C06BA3">
              <w:rPr>
                <w:bCs/>
                <w:lang w:val="en-US"/>
              </w:rPr>
              <w:t>70 % after release of PPAP Samples and</w:t>
            </w:r>
          </w:p>
          <w:p w:rsidR="00CA6341" w:rsidRPr="00AB2C69" w:rsidRDefault="0030491D" w:rsidP="00DB25B4">
            <w:pPr>
              <w:jc w:val="right"/>
              <w:rPr>
                <w:bCs/>
              </w:rPr>
            </w:pPr>
            <w:r w:rsidRPr="00AB2C69">
              <w:rPr>
                <w:rFonts w:ascii="Univers" w:hAnsi="Univers" w:cs="Times New Roman"/>
                <w:sz w:val="16"/>
                <w:szCs w:val="16"/>
              </w:rPr>
              <w:t>70 % nach Freigabe der Erstmusterteile und</w:t>
            </w:r>
          </w:p>
          <w:p w:rsidR="00CA6341" w:rsidRPr="002372FB" w:rsidRDefault="00CA6341" w:rsidP="00DB25B4">
            <w:pPr>
              <w:jc w:val="right"/>
              <w:rPr>
                <w:bCs/>
              </w:rPr>
            </w:pPr>
            <w:r w:rsidRPr="002372FB">
              <w:rPr>
                <w:bCs/>
              </w:rPr>
              <w:t xml:space="preserve">30 % after </w:t>
            </w:r>
            <w:r w:rsidR="00C3278A">
              <w:rPr>
                <w:bCs/>
                <w:lang w:val="en-US"/>
              </w:rPr>
              <w:t>release Note 1</w:t>
            </w:r>
          </w:p>
          <w:p w:rsidR="0030491D" w:rsidRDefault="0030491D" w:rsidP="00DB25B4">
            <w:pPr>
              <w:jc w:val="right"/>
              <w:rPr>
                <w:rFonts w:ascii="Univers" w:hAnsi="Univers" w:cs="Times New Roman"/>
                <w:sz w:val="16"/>
                <w:szCs w:val="16"/>
              </w:rPr>
            </w:pPr>
            <w:r w:rsidRPr="00AB2C69">
              <w:rPr>
                <w:rFonts w:ascii="Univers" w:hAnsi="Univers" w:cs="Times New Roman"/>
                <w:sz w:val="16"/>
                <w:szCs w:val="16"/>
              </w:rPr>
              <w:t xml:space="preserve">30 % nach </w:t>
            </w:r>
            <w:r w:rsidR="00C3278A" w:rsidRPr="00C06BA3">
              <w:rPr>
                <w:rFonts w:ascii="Univers" w:hAnsi="Univers" w:cs="Times New Roman"/>
                <w:sz w:val="16"/>
                <w:szCs w:val="16"/>
                <w:lang w:val="en-US"/>
              </w:rPr>
              <w:t>nach Freigabe Note1</w:t>
            </w:r>
          </w:p>
          <w:p w:rsidR="00DE3D46" w:rsidRDefault="00DE3D46" w:rsidP="00DB25B4">
            <w:pPr>
              <w:jc w:val="right"/>
              <w:rPr>
                <w:bCs/>
              </w:rPr>
            </w:pPr>
          </w:p>
          <w:p w:rsidR="00106BB1" w:rsidRPr="002372FB" w:rsidRDefault="00106BB1" w:rsidP="00DB25B4">
            <w:pPr>
              <w:jc w:val="right"/>
              <w:rPr>
                <w:bCs/>
              </w:rPr>
            </w:pPr>
          </w:p>
        </w:tc>
      </w:tr>
      <w:tr w:rsidR="00CA6341" w:rsidRPr="00FA7EE2" w:rsidTr="00A23D18">
        <w:tc>
          <w:tcPr>
            <w:tcW w:w="4806" w:type="dxa"/>
            <w:shd w:val="clear" w:color="auto" w:fill="auto"/>
          </w:tcPr>
          <w:p w:rsidR="00CA6341" w:rsidRPr="00FA7EE2" w:rsidRDefault="00CA6341" w:rsidP="00B32F69">
            <w:pPr>
              <w:pStyle w:val="Tabellenzeile"/>
              <w:rPr>
                <w:lang w:val="en-US"/>
              </w:rPr>
            </w:pPr>
            <w:r w:rsidRPr="00065C07">
              <w:rPr>
                <w:lang w:val="en-GB"/>
              </w:rPr>
              <w:t>Possibilities of supply</w:t>
            </w:r>
            <w:r>
              <w:rPr>
                <w:rFonts w:ascii="Times New Roman" w:hAnsi="Times New Roman"/>
                <w:b/>
                <w:lang w:val="en-GB"/>
              </w:rPr>
              <w:t xml:space="preserve"> / </w:t>
            </w:r>
            <w:r w:rsidRPr="00065C07">
              <w:rPr>
                <w:sz w:val="16"/>
                <w:szCs w:val="16"/>
                <w:lang w:val="en-GB"/>
              </w:rPr>
              <w:t>Liefermöglichkeiten</w:t>
            </w:r>
          </w:p>
        </w:tc>
        <w:tc>
          <w:tcPr>
            <w:tcW w:w="5670" w:type="dxa"/>
            <w:shd w:val="clear" w:color="auto" w:fill="auto"/>
          </w:tcPr>
          <w:p w:rsidR="00CA6341" w:rsidRPr="00FA7EE2" w:rsidRDefault="00CA6341" w:rsidP="00B32F69">
            <w:pPr>
              <w:pStyle w:val="Tabellenzeile"/>
              <w:rPr>
                <w:lang w:val="en-US"/>
              </w:rPr>
            </w:pPr>
          </w:p>
        </w:tc>
      </w:tr>
      <w:tr w:rsidR="00CA6341" w:rsidRPr="00FA7EE2" w:rsidTr="007C1D8C">
        <w:tc>
          <w:tcPr>
            <w:tcW w:w="4806" w:type="dxa"/>
            <w:shd w:val="clear" w:color="auto" w:fill="auto"/>
          </w:tcPr>
          <w:p w:rsidR="00CA6341" w:rsidRPr="00065C07" w:rsidRDefault="00CA6341" w:rsidP="00B32F69">
            <w:pPr>
              <w:pStyle w:val="Tabellenzeile"/>
              <w:rPr>
                <w:lang w:val="en-GB"/>
              </w:rPr>
            </w:pPr>
            <w:r w:rsidRPr="00065C07">
              <w:rPr>
                <w:lang w:val="en-GB"/>
              </w:rPr>
              <w:t>KANBAN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A6341" w:rsidRPr="00FA7EE2" w:rsidRDefault="00CA6341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CA6341" w:rsidRPr="00FA7EE2" w:rsidTr="007C1D8C">
        <w:tc>
          <w:tcPr>
            <w:tcW w:w="4806" w:type="dxa"/>
            <w:shd w:val="clear" w:color="auto" w:fill="auto"/>
          </w:tcPr>
          <w:p w:rsidR="00CA6341" w:rsidRPr="00065C07" w:rsidRDefault="00CA6341" w:rsidP="00B32F69">
            <w:pPr>
              <w:pStyle w:val="Tabellenzeile"/>
              <w:rPr>
                <w:lang w:val="en-GB"/>
              </w:rPr>
            </w:pPr>
            <w:r w:rsidRPr="00065C07">
              <w:rPr>
                <w:lang w:val="en-GB"/>
              </w:rPr>
              <w:t>Just in Time (JIT)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A6341" w:rsidRPr="00FA7EE2" w:rsidRDefault="00CA6341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CA6341" w:rsidRPr="00FA7EE2" w:rsidTr="007C1D8C">
        <w:tc>
          <w:tcPr>
            <w:tcW w:w="4806" w:type="dxa"/>
            <w:shd w:val="clear" w:color="auto" w:fill="auto"/>
          </w:tcPr>
          <w:p w:rsidR="00CA6341" w:rsidRPr="00065C07" w:rsidRDefault="00CA6341" w:rsidP="00B32F69">
            <w:pPr>
              <w:pStyle w:val="Tabellenzeile"/>
              <w:rPr>
                <w:lang w:val="en-GB"/>
              </w:rPr>
            </w:pPr>
            <w:r w:rsidRPr="00065C07">
              <w:rPr>
                <w:lang w:val="en-GB"/>
              </w:rPr>
              <w:t>Just in Sequence (JIS)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A6341" w:rsidRPr="00FA7EE2" w:rsidRDefault="00CA6341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CA6341" w:rsidRPr="00FA7EE2" w:rsidTr="007C1D8C">
        <w:tc>
          <w:tcPr>
            <w:tcW w:w="4806" w:type="dxa"/>
            <w:shd w:val="clear" w:color="auto" w:fill="auto"/>
          </w:tcPr>
          <w:p w:rsidR="00CA6341" w:rsidRPr="00065C07" w:rsidRDefault="00317E6F" w:rsidP="00B32F69">
            <w:pPr>
              <w:pStyle w:val="Tabellenzeile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="00CA6341" w:rsidRPr="00065C07">
              <w:rPr>
                <w:lang w:val="en-GB"/>
              </w:rPr>
              <w:t>onsignment stock /</w:t>
            </w:r>
            <w:r w:rsidR="00CA6341" w:rsidRPr="00065C07">
              <w:rPr>
                <w:sz w:val="16"/>
                <w:szCs w:val="16"/>
                <w:lang w:val="en-GB"/>
              </w:rPr>
              <w:t xml:space="preserve"> Konsignationslager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A6341" w:rsidRPr="00FA7EE2" w:rsidRDefault="00CA6341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7C3844" w:rsidRPr="00FA7EE2" w:rsidTr="007C1D8C">
        <w:tc>
          <w:tcPr>
            <w:tcW w:w="4806" w:type="dxa"/>
            <w:shd w:val="clear" w:color="auto" w:fill="auto"/>
          </w:tcPr>
          <w:p w:rsidR="007C3844" w:rsidRPr="007C3844" w:rsidRDefault="007C3844" w:rsidP="007C3844">
            <w:pPr>
              <w:pStyle w:val="Tabellenzeile"/>
            </w:pPr>
            <w:r w:rsidRPr="00923960">
              <w:t>Vendor Managed Inventory (VMI)</w:t>
            </w:r>
            <w:r w:rsidRPr="007C3844">
              <w:t xml:space="preserve"> </w:t>
            </w:r>
            <w:r>
              <w:t xml:space="preserve">/ </w:t>
            </w:r>
            <w:r w:rsidRPr="00923960">
              <w:rPr>
                <w:sz w:val="16"/>
                <w:szCs w:val="16"/>
              </w:rPr>
              <w:t>Lieferantengesteuerter Bestand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C3844" w:rsidRPr="00FA7EE2" w:rsidRDefault="007C3844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7C3844" w:rsidRPr="00FA7EE2" w:rsidTr="00A23D18">
        <w:tc>
          <w:tcPr>
            <w:tcW w:w="4806" w:type="dxa"/>
            <w:shd w:val="clear" w:color="auto" w:fill="auto"/>
          </w:tcPr>
          <w:p w:rsidR="007C3844" w:rsidRPr="00FA7EE2" w:rsidRDefault="007C3844" w:rsidP="00DE2CEA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5670" w:type="dxa"/>
            <w:shd w:val="clear" w:color="auto" w:fill="auto"/>
          </w:tcPr>
          <w:p w:rsidR="007C3844" w:rsidRPr="00FA7EE2" w:rsidRDefault="007C3844" w:rsidP="00DE2CEA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</w:tbl>
    <w:p w:rsidR="00C02067" w:rsidRPr="00966A3C" w:rsidRDefault="00C02067">
      <w:pPr>
        <w:shd w:val="clear" w:color="auto" w:fill="FFFFFF"/>
        <w:rPr>
          <w:lang w:val="en-US"/>
        </w:rPr>
      </w:pPr>
    </w:p>
    <w:tbl>
      <w:tblPr>
        <w:tblW w:w="1047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29"/>
        <w:gridCol w:w="700"/>
        <w:gridCol w:w="2437"/>
        <w:gridCol w:w="657"/>
        <w:gridCol w:w="3354"/>
      </w:tblGrid>
      <w:tr w:rsidR="00832080" w:rsidRPr="00BA4482" w:rsidTr="00A23D18">
        <w:trPr>
          <w:trHeight w:val="335"/>
        </w:trPr>
        <w:tc>
          <w:tcPr>
            <w:tcW w:w="104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2080" w:rsidRPr="00AE70BA" w:rsidRDefault="009F49B9" w:rsidP="00B32F69">
            <w:pPr>
              <w:pStyle w:val="Tabellenzeile"/>
              <w:rPr>
                <w:b/>
              </w:rPr>
            </w:pPr>
            <w:r>
              <w:rPr>
                <w:b/>
              </w:rPr>
              <w:t>10</w:t>
            </w:r>
            <w:r w:rsidR="00832080" w:rsidRPr="00AE70BA">
              <w:rPr>
                <w:b/>
              </w:rPr>
              <w:t xml:space="preserve"> Attached documents (please tick) / </w:t>
            </w:r>
            <w:r w:rsidR="00832080" w:rsidRPr="00AE70BA">
              <w:rPr>
                <w:b/>
                <w:sz w:val="16"/>
                <w:szCs w:val="16"/>
              </w:rPr>
              <w:t>Beiliegende Unterlagen ( bitte ankreuzen)</w:t>
            </w:r>
          </w:p>
        </w:tc>
      </w:tr>
      <w:tr w:rsidR="00832080" w:rsidRPr="00BA4482" w:rsidTr="007C1D8C">
        <w:tc>
          <w:tcPr>
            <w:tcW w:w="6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080" w:rsidRPr="00BA4482" w:rsidRDefault="00832080" w:rsidP="007C1D8C">
            <w:pPr>
              <w:pStyle w:val="Tabellenzeile"/>
            </w:pPr>
            <w:r w:rsidRPr="00BA4482"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26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080" w:rsidRPr="00BA4482" w:rsidRDefault="00832080" w:rsidP="007C1D8C">
            <w:pPr>
              <w:pStyle w:val="Tabellenzeile"/>
            </w:pPr>
            <w:r w:rsidRPr="00BA4482">
              <w:t>Annual report</w:t>
            </w:r>
            <w:r>
              <w:br/>
            </w:r>
            <w:r w:rsidRPr="00AE70BA">
              <w:rPr>
                <w:sz w:val="16"/>
                <w:szCs w:val="16"/>
              </w:rPr>
              <w:t>Geschäftsbericht</w:t>
            </w: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080" w:rsidRPr="00BA4482" w:rsidRDefault="00832080" w:rsidP="007C1D8C">
            <w:pPr>
              <w:pStyle w:val="Tabellenzeile"/>
            </w:pPr>
            <w:r w:rsidRPr="00BA4482"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24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080" w:rsidRPr="00BA4482" w:rsidRDefault="00832080" w:rsidP="007C1D8C">
            <w:pPr>
              <w:pStyle w:val="Tabellenzeile"/>
            </w:pPr>
            <w:r w:rsidRPr="00BA4482">
              <w:t>Audit results</w:t>
            </w:r>
            <w:r>
              <w:br/>
            </w:r>
            <w:r w:rsidRPr="00AE70BA">
              <w:rPr>
                <w:sz w:val="16"/>
                <w:szCs w:val="16"/>
              </w:rPr>
              <w:t>Auditergebnisse</w:t>
            </w:r>
          </w:p>
        </w:tc>
        <w:tc>
          <w:tcPr>
            <w:tcW w:w="6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080" w:rsidRPr="00BA4482" w:rsidRDefault="00164D8B" w:rsidP="007C1D8C">
            <w:pPr>
              <w:pStyle w:val="Tabellenzeile"/>
            </w:pPr>
            <w: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47"/>
            <w:r>
              <w:instrText xml:space="preserve"> FORMCHECKBOX </w:instrText>
            </w:r>
            <w:r>
              <w:fldChar w:fldCharType="end"/>
            </w:r>
            <w:bookmarkEnd w:id="1"/>
          </w:p>
        </w:tc>
        <w:tc>
          <w:tcPr>
            <w:tcW w:w="33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32080" w:rsidRPr="00BA4482" w:rsidRDefault="00832080" w:rsidP="007C1D8C">
            <w:pPr>
              <w:pStyle w:val="Tabellenzeile"/>
            </w:pPr>
            <w:r w:rsidRPr="00BA4482">
              <w:t>List of machines</w:t>
            </w:r>
            <w:r>
              <w:br/>
            </w:r>
            <w:r w:rsidRPr="00AE70BA">
              <w:rPr>
                <w:sz w:val="16"/>
                <w:szCs w:val="16"/>
              </w:rPr>
              <w:t>Liste der Maschinen</w:t>
            </w:r>
          </w:p>
        </w:tc>
      </w:tr>
      <w:tr w:rsidR="00832080" w:rsidRPr="00AE70BA" w:rsidTr="007C1D8C">
        <w:tc>
          <w:tcPr>
            <w:tcW w:w="699" w:type="dxa"/>
            <w:shd w:val="clear" w:color="auto" w:fill="auto"/>
            <w:vAlign w:val="center"/>
          </w:tcPr>
          <w:p w:rsidR="00832080" w:rsidRPr="00BA4482" w:rsidRDefault="00832080" w:rsidP="007C1D8C">
            <w:pPr>
              <w:pStyle w:val="Tabellenzeile"/>
            </w:pPr>
            <w:r w:rsidRPr="00BA4482"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832080" w:rsidRPr="00BA4482" w:rsidRDefault="00832080" w:rsidP="007C1D8C">
            <w:pPr>
              <w:pStyle w:val="Tabellenzeile"/>
            </w:pPr>
            <w:r w:rsidRPr="00BA4482">
              <w:t>Company brochure</w:t>
            </w:r>
            <w:r>
              <w:br/>
            </w:r>
            <w:r w:rsidRPr="00AE70BA">
              <w:rPr>
                <w:sz w:val="16"/>
                <w:szCs w:val="16"/>
              </w:rPr>
              <w:t>Firmenbroschüre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832080" w:rsidRPr="00BA4482" w:rsidRDefault="00832080" w:rsidP="007C1D8C">
            <w:pPr>
              <w:pStyle w:val="Tabellenzeile"/>
            </w:pPr>
            <w:r w:rsidRPr="00BA4482"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4482">
              <w:instrText xml:space="preserve"> FORMCHECKBOX </w:instrText>
            </w:r>
            <w:r w:rsidRPr="00BA4482">
              <w:fldChar w:fldCharType="end"/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832080" w:rsidRPr="00BA4482" w:rsidRDefault="00600B6F" w:rsidP="007C1D8C">
            <w:pPr>
              <w:pStyle w:val="Tabellenzeile"/>
            </w:pPr>
            <w:r>
              <w:t>QM-</w:t>
            </w:r>
            <w:r w:rsidR="00832080" w:rsidRPr="00BA4482">
              <w:t>certificate</w:t>
            </w:r>
            <w:r w:rsidR="00832080">
              <w:br/>
            </w:r>
            <w:r w:rsidR="00832080" w:rsidRPr="00AE70BA">
              <w:rPr>
                <w:sz w:val="16"/>
                <w:szCs w:val="16"/>
              </w:rPr>
              <w:t>QM-Zertifikat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>List of testing equipment</w:t>
            </w:r>
            <w:r w:rsidRPr="00AE70BA">
              <w:rPr>
                <w:lang w:val="en-GB"/>
              </w:rPr>
              <w:br/>
            </w:r>
            <w:r w:rsidRPr="00AE70BA">
              <w:rPr>
                <w:sz w:val="16"/>
                <w:szCs w:val="16"/>
                <w:lang w:val="en-GB"/>
              </w:rPr>
              <w:t>Liste der Testeinrichtungen</w:t>
            </w:r>
          </w:p>
        </w:tc>
      </w:tr>
      <w:tr w:rsidR="00832080" w:rsidRPr="00AE70BA" w:rsidTr="007C1D8C">
        <w:tc>
          <w:tcPr>
            <w:tcW w:w="699" w:type="dxa"/>
            <w:shd w:val="clear" w:color="auto" w:fill="auto"/>
            <w:vAlign w:val="center"/>
          </w:tcPr>
          <w:p w:rsidR="00832080" w:rsidRPr="00AE70BA" w:rsidRDefault="00164D8B" w:rsidP="007C1D8C">
            <w:pPr>
              <w:pStyle w:val="Tabellenzeile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53"/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bookmarkEnd w:id="2"/>
          </w:p>
        </w:tc>
        <w:tc>
          <w:tcPr>
            <w:tcW w:w="2629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>Organisation chart</w:t>
            </w:r>
            <w:r w:rsidRPr="00AE70BA">
              <w:rPr>
                <w:lang w:val="en-GB"/>
              </w:rPr>
              <w:br/>
            </w:r>
            <w:r w:rsidRPr="00AE70BA">
              <w:rPr>
                <w:sz w:val="16"/>
                <w:szCs w:val="16"/>
                <w:lang w:val="en-GB"/>
              </w:rPr>
              <w:t>Organigramm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>List of references</w:t>
            </w:r>
            <w:r w:rsidRPr="00AE70BA">
              <w:rPr>
                <w:lang w:val="en-GB"/>
              </w:rPr>
              <w:br/>
            </w:r>
            <w:r w:rsidRPr="00AE70BA">
              <w:rPr>
                <w:sz w:val="16"/>
                <w:szCs w:val="16"/>
                <w:lang w:val="en-GB"/>
              </w:rPr>
              <w:t>Referenzliste</w:t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080" w:rsidRPr="00AE70BA" w:rsidTr="007C1D8C">
        <w:tc>
          <w:tcPr>
            <w:tcW w:w="699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832080" w:rsidRPr="007F6DFB" w:rsidRDefault="00832080" w:rsidP="007C1D8C">
            <w:pPr>
              <w:pStyle w:val="Tabellenzeile"/>
            </w:pPr>
            <w:hyperlink r:id="rId16" w:anchor="/search=policy&amp;searchLoc=0&amp;resultOrder=basic&amp;multiwordShowSingle=on" w:history="1">
              <w:r w:rsidRPr="007F6DFB">
                <w:t>policy</w:t>
              </w:r>
            </w:hyperlink>
            <w:r w:rsidR="007F6DFB" w:rsidRPr="007F6DFB">
              <w:t>(es)</w:t>
            </w:r>
            <w:r w:rsidRPr="007F6DFB">
              <w:t xml:space="preserve"> insurer</w:t>
            </w:r>
          </w:p>
          <w:p w:rsidR="00832080" w:rsidRPr="007F6DFB" w:rsidRDefault="00832080" w:rsidP="007C1D8C">
            <w:pPr>
              <w:pStyle w:val="Tabellenzeile"/>
            </w:pPr>
            <w:r w:rsidRPr="007F6DFB">
              <w:rPr>
                <w:sz w:val="16"/>
                <w:szCs w:val="16"/>
              </w:rPr>
              <w:t>Versicherungspolizze</w:t>
            </w:r>
            <w:r w:rsidR="007F6DFB" w:rsidRPr="007F6DFB">
              <w:rPr>
                <w:sz w:val="16"/>
                <w:szCs w:val="16"/>
              </w:rPr>
              <w:t>(n)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2437" w:type="dxa"/>
            <w:shd w:val="clear" w:color="auto" w:fill="auto"/>
            <w:vAlign w:val="center"/>
          </w:tcPr>
          <w:p w:rsidR="00832080" w:rsidRPr="00AE70BA" w:rsidRDefault="008C300C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657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70BA">
              <w:rPr>
                <w:lang w:val="en-GB"/>
              </w:rPr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3354" w:type="dxa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  <w:tr w:rsidR="00832080" w:rsidRPr="00AE70BA" w:rsidTr="007C1D8C">
        <w:trPr>
          <w:trHeight w:val="147"/>
        </w:trPr>
        <w:tc>
          <w:tcPr>
            <w:tcW w:w="3328" w:type="dxa"/>
            <w:gridSpan w:val="2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</w:p>
        </w:tc>
        <w:tc>
          <w:tcPr>
            <w:tcW w:w="7148" w:type="dxa"/>
            <w:gridSpan w:val="4"/>
            <w:shd w:val="clear" w:color="auto" w:fill="auto"/>
            <w:vAlign w:val="center"/>
          </w:tcPr>
          <w:p w:rsidR="00832080" w:rsidRPr="00AE70BA" w:rsidRDefault="00832080" w:rsidP="007C1D8C">
            <w:pPr>
              <w:pStyle w:val="Tabellenzeile"/>
              <w:rPr>
                <w:lang w:val="en-GB"/>
              </w:rPr>
            </w:pPr>
          </w:p>
        </w:tc>
      </w:tr>
      <w:tr w:rsidR="00832080" w:rsidRPr="00AE70BA" w:rsidTr="00DB25B4">
        <w:tc>
          <w:tcPr>
            <w:tcW w:w="3328" w:type="dxa"/>
            <w:gridSpan w:val="2"/>
            <w:shd w:val="clear" w:color="auto" w:fill="auto"/>
            <w:vAlign w:val="center"/>
          </w:tcPr>
          <w:p w:rsidR="00832080" w:rsidRPr="00AE70BA" w:rsidRDefault="00832080" w:rsidP="00DB25B4">
            <w:pPr>
              <w:pStyle w:val="Tabellenzeile"/>
              <w:rPr>
                <w:sz w:val="16"/>
                <w:szCs w:val="16"/>
                <w:lang w:val="en-GB"/>
              </w:rPr>
            </w:pPr>
            <w:r w:rsidRPr="00AE70BA">
              <w:rPr>
                <w:lang w:val="en-GB"/>
              </w:rPr>
              <w:t xml:space="preserve">Remarks / </w:t>
            </w:r>
            <w:r w:rsidRPr="00AE70BA">
              <w:rPr>
                <w:sz w:val="16"/>
                <w:szCs w:val="16"/>
                <w:lang w:val="en-GB"/>
              </w:rPr>
              <w:t>explanations</w:t>
            </w:r>
          </w:p>
          <w:p w:rsidR="00832080" w:rsidRPr="00AE70BA" w:rsidRDefault="00832080" w:rsidP="00DB25B4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t xml:space="preserve">Bemerkungen / </w:t>
            </w:r>
            <w:r w:rsidRPr="00AE70BA">
              <w:rPr>
                <w:sz w:val="16"/>
                <w:szCs w:val="16"/>
                <w:lang w:val="en-GB"/>
              </w:rPr>
              <w:t>Erläuterungen</w:t>
            </w:r>
          </w:p>
        </w:tc>
        <w:tc>
          <w:tcPr>
            <w:tcW w:w="7148" w:type="dxa"/>
            <w:gridSpan w:val="4"/>
            <w:shd w:val="clear" w:color="auto" w:fill="auto"/>
            <w:vAlign w:val="center"/>
          </w:tcPr>
          <w:p w:rsidR="00832080" w:rsidRPr="00AE70BA" w:rsidRDefault="00832080" w:rsidP="00DB25B4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  <w:p w:rsidR="00832080" w:rsidRPr="00AE70BA" w:rsidRDefault="00832080" w:rsidP="00DB25B4">
            <w:pPr>
              <w:pStyle w:val="Tabellenzeile"/>
              <w:rPr>
                <w:lang w:val="en-GB"/>
              </w:rPr>
            </w:pPr>
          </w:p>
        </w:tc>
      </w:tr>
    </w:tbl>
    <w:p w:rsidR="00832080" w:rsidRDefault="00832080" w:rsidP="00832080">
      <w:pPr>
        <w:pStyle w:val="Tabellenzeile"/>
        <w:rPr>
          <w:lang w:val="en-GB"/>
        </w:rPr>
      </w:pPr>
    </w:p>
    <w:p w:rsidR="00C02067" w:rsidRDefault="00C02067" w:rsidP="00832080">
      <w:pPr>
        <w:pStyle w:val="Tabellenzeile"/>
        <w:rPr>
          <w:lang w:val="en-GB"/>
        </w:rPr>
      </w:pPr>
    </w:p>
    <w:p w:rsidR="00C02067" w:rsidRDefault="00C02067" w:rsidP="00832080">
      <w:pPr>
        <w:pStyle w:val="Tabellenzeile"/>
        <w:rPr>
          <w:lang w:val="en-GB"/>
        </w:rPr>
      </w:pPr>
    </w:p>
    <w:p w:rsidR="00C02067" w:rsidRDefault="00C02067" w:rsidP="00832080">
      <w:pPr>
        <w:pStyle w:val="Tabellenzeile"/>
        <w:rPr>
          <w:lang w:val="en-GB"/>
        </w:rPr>
      </w:pPr>
    </w:p>
    <w:p w:rsidR="00C02067" w:rsidRDefault="00C02067" w:rsidP="00832080">
      <w:pPr>
        <w:pStyle w:val="Tabellenzeile"/>
        <w:rPr>
          <w:lang w:val="en-GB"/>
        </w:rPr>
      </w:pPr>
    </w:p>
    <w:p w:rsidR="00832080" w:rsidRDefault="00832080" w:rsidP="00832080">
      <w:pPr>
        <w:pStyle w:val="Tabellenzeile"/>
        <w:rPr>
          <w:lang w:val="en-GB"/>
        </w:rPr>
      </w:pPr>
    </w:p>
    <w:p w:rsidR="00832080" w:rsidRDefault="00832080" w:rsidP="00832080">
      <w:pPr>
        <w:pStyle w:val="Tabellenzeile"/>
        <w:rPr>
          <w:lang w:val="en-GB"/>
        </w:rPr>
      </w:pPr>
    </w:p>
    <w:p w:rsidR="00832080" w:rsidRPr="00BA4482" w:rsidRDefault="00832080" w:rsidP="00832080">
      <w:pPr>
        <w:pStyle w:val="Tabellenzeile"/>
        <w:rPr>
          <w:lang w:val="en-GB"/>
        </w:rPr>
      </w:pPr>
      <w:r>
        <w:rPr>
          <w:lang w:val="en-GB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" w:name="Text35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3"/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>
        <w:rPr>
          <w:lang w:val="en-GB"/>
        </w:rPr>
        <w:instrText xml:space="preserve"> FORMTEXT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noProof/>
          <w:lang w:val="en-GB"/>
        </w:rPr>
        <w:t> </w:t>
      </w:r>
      <w:r>
        <w:rPr>
          <w:lang w:val="en-GB"/>
        </w:rPr>
        <w:fldChar w:fldCharType="end"/>
      </w:r>
      <w:bookmarkEnd w:id="4"/>
    </w:p>
    <w:p w:rsidR="00832080" w:rsidRDefault="00832080" w:rsidP="00832080">
      <w:pPr>
        <w:pBdr>
          <w:top w:val="single" w:sz="4" w:space="1" w:color="auto"/>
        </w:pBdr>
        <w:rPr>
          <w:sz w:val="16"/>
          <w:szCs w:val="16"/>
        </w:rPr>
      </w:pPr>
      <w:r w:rsidRPr="007A56EB">
        <w:t xml:space="preserve">Date / </w:t>
      </w:r>
      <w:r w:rsidRPr="007A56EB">
        <w:rPr>
          <w:sz w:val="16"/>
          <w:szCs w:val="16"/>
        </w:rPr>
        <w:t>Datum</w:t>
      </w:r>
      <w:r w:rsidRPr="007A56EB">
        <w:tab/>
      </w:r>
      <w:r w:rsidRPr="007A56EB">
        <w:tab/>
      </w:r>
      <w:r w:rsidRPr="007A56EB">
        <w:tab/>
      </w:r>
      <w:r w:rsidRPr="007A56EB">
        <w:tab/>
      </w:r>
      <w:r w:rsidRPr="007A56EB">
        <w:tab/>
        <w:t xml:space="preserve">Name / </w:t>
      </w:r>
      <w:r w:rsidRPr="007A56EB">
        <w:rPr>
          <w:sz w:val="16"/>
          <w:szCs w:val="16"/>
        </w:rPr>
        <w:t>Name</w:t>
      </w:r>
      <w:r w:rsidRPr="007A56EB">
        <w:tab/>
      </w:r>
      <w:r w:rsidRPr="007A56EB">
        <w:tab/>
      </w:r>
      <w:r w:rsidRPr="007A56EB">
        <w:tab/>
      </w:r>
      <w:r w:rsidRPr="007A56EB">
        <w:tab/>
        <w:t xml:space="preserve">Signature / </w:t>
      </w:r>
      <w:r w:rsidRPr="007A56EB">
        <w:rPr>
          <w:sz w:val="16"/>
          <w:szCs w:val="16"/>
        </w:rPr>
        <w:t>Unterschrift</w:t>
      </w:r>
    </w:p>
    <w:p w:rsidR="00832080" w:rsidRDefault="00832080" w:rsidP="00832080">
      <w:pPr>
        <w:rPr>
          <w:sz w:val="16"/>
          <w:szCs w:val="16"/>
        </w:rPr>
      </w:pPr>
    </w:p>
    <w:p w:rsidR="00C02067" w:rsidRDefault="00C02067" w:rsidP="00832080">
      <w:pPr>
        <w:rPr>
          <w:sz w:val="16"/>
          <w:szCs w:val="16"/>
        </w:rPr>
      </w:pPr>
    </w:p>
    <w:p w:rsidR="00C02067" w:rsidRDefault="00C02067" w:rsidP="00832080">
      <w:pPr>
        <w:rPr>
          <w:sz w:val="16"/>
          <w:szCs w:val="16"/>
        </w:rPr>
      </w:pPr>
    </w:p>
    <w:p w:rsidR="00832080" w:rsidRDefault="00832080" w:rsidP="00832080">
      <w:pPr>
        <w:rPr>
          <w:sz w:val="16"/>
          <w:szCs w:val="16"/>
        </w:rPr>
      </w:pPr>
    </w:p>
    <w:p w:rsidR="00025BFF" w:rsidRPr="00025BFF" w:rsidRDefault="00025BFF" w:rsidP="00025BFF">
      <w:pPr>
        <w:rPr>
          <w:sz w:val="22"/>
          <w:szCs w:val="22"/>
          <w:lang w:val="en-GB"/>
        </w:rPr>
      </w:pPr>
      <w:r w:rsidRPr="0068564E">
        <w:rPr>
          <w:sz w:val="22"/>
          <w:szCs w:val="22"/>
          <w:lang w:val="en-GB"/>
        </w:rPr>
        <w:t xml:space="preserve">We will forward your information for evaluation to the responsible department. You will receive a reply </w:t>
      </w:r>
      <w:r w:rsidRPr="0068564E">
        <w:rPr>
          <w:sz w:val="22"/>
          <w:szCs w:val="22"/>
          <w:lang w:val="en-GB"/>
        </w:rPr>
        <w:lastRenderedPageBreak/>
        <w:t xml:space="preserve">as soon as possible. </w:t>
      </w:r>
      <w:r w:rsidR="00350364">
        <w:rPr>
          <w:sz w:val="22"/>
          <w:szCs w:val="22"/>
          <w:lang w:val="en-GB"/>
        </w:rPr>
        <w:t xml:space="preserve">We ask for your patience. </w:t>
      </w:r>
    </w:p>
    <w:p w:rsidR="00025BFF" w:rsidRPr="00025BFF" w:rsidRDefault="00025BFF" w:rsidP="00025BFF">
      <w:pPr>
        <w:rPr>
          <w:sz w:val="22"/>
          <w:szCs w:val="22"/>
          <w:lang w:val="en-GB"/>
        </w:rPr>
      </w:pPr>
    </w:p>
    <w:p w:rsidR="00832080" w:rsidRDefault="00025BFF" w:rsidP="00025BFF">
      <w:pPr>
        <w:pBdr>
          <w:bottom w:val="single" w:sz="12" w:space="1" w:color="auto"/>
        </w:pBdr>
        <w:rPr>
          <w:sz w:val="22"/>
          <w:szCs w:val="22"/>
        </w:rPr>
      </w:pPr>
      <w:r w:rsidRPr="0068564E">
        <w:rPr>
          <w:sz w:val="22"/>
          <w:szCs w:val="22"/>
        </w:rPr>
        <w:t xml:space="preserve">Ihre Informationen werden wir an die zuständige </w:t>
      </w:r>
      <w:r>
        <w:rPr>
          <w:sz w:val="22"/>
          <w:szCs w:val="22"/>
        </w:rPr>
        <w:t>Abteilung</w:t>
      </w:r>
      <w:r w:rsidRPr="0068564E">
        <w:rPr>
          <w:sz w:val="22"/>
          <w:szCs w:val="22"/>
        </w:rPr>
        <w:t xml:space="preserve"> zur Prüfung weiterleiten. Sie erhalten schnellstmöglich eine Antwort. Wir bitten bis dahin um Geduld.</w:t>
      </w:r>
    </w:p>
    <w:p w:rsidR="00C02067" w:rsidRDefault="00C02067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C02067" w:rsidRDefault="00C02067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C02067" w:rsidRDefault="00C02067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106BB1" w:rsidRDefault="00106BB1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494E8C" w:rsidRDefault="00494E8C" w:rsidP="00025BFF">
      <w:pPr>
        <w:pBdr>
          <w:bottom w:val="single" w:sz="12" w:space="1" w:color="auto"/>
        </w:pBdr>
        <w:rPr>
          <w:sz w:val="22"/>
          <w:szCs w:val="22"/>
        </w:rPr>
      </w:pPr>
    </w:p>
    <w:p w:rsidR="00E3168E" w:rsidRDefault="00E3168E">
      <w:pPr>
        <w:shd w:val="clear" w:color="auto" w:fill="FFFFFF"/>
        <w:rPr>
          <w:sz w:val="22"/>
          <w:szCs w:val="22"/>
        </w:rPr>
      </w:pPr>
    </w:p>
    <w:p w:rsidR="00E3168E" w:rsidRPr="00E3168E" w:rsidRDefault="00E3168E">
      <w:pPr>
        <w:shd w:val="clear" w:color="auto" w:fill="FFFFFF"/>
        <w:rPr>
          <w:lang w:val="en-GB"/>
        </w:rPr>
      </w:pPr>
      <w:r w:rsidRPr="00E3168E">
        <w:rPr>
          <w:lang w:val="en-GB"/>
        </w:rPr>
        <w:t xml:space="preserve">Comments / Action / Admission </w:t>
      </w:r>
      <w:r w:rsidRPr="009F49B9">
        <w:rPr>
          <w:b/>
          <w:color w:val="FF0000"/>
          <w:lang w:val="en-GB"/>
        </w:rPr>
        <w:t>(to be filled in by SMP) /</w:t>
      </w:r>
      <w:r w:rsidRPr="00E3168E">
        <w:rPr>
          <w:lang w:val="en-GB"/>
        </w:rPr>
        <w:t xml:space="preserve"> </w:t>
      </w:r>
    </w:p>
    <w:p w:rsidR="004C16F5" w:rsidRPr="00E3168E" w:rsidRDefault="00E3168E">
      <w:pPr>
        <w:shd w:val="clear" w:color="auto" w:fill="FFFFFF"/>
        <w:rPr>
          <w:b/>
          <w:i/>
        </w:rPr>
      </w:pPr>
      <w:r w:rsidRPr="00E3168E">
        <w:rPr>
          <w:i/>
        </w:rPr>
        <w:t xml:space="preserve">Kommentar / Aktion / Zulassung </w:t>
      </w:r>
      <w:r w:rsidRPr="009F49B9">
        <w:rPr>
          <w:b/>
          <w:i/>
          <w:color w:val="FF0000"/>
        </w:rPr>
        <w:t>(auszufüllen durch SMP)</w:t>
      </w:r>
    </w:p>
    <w:p w:rsidR="00B32F69" w:rsidRPr="000B3688" w:rsidRDefault="00B32F69">
      <w:pPr>
        <w:shd w:val="clear" w:color="auto" w:fill="FFFFFF"/>
        <w:rPr>
          <w:sz w:val="16"/>
          <w:szCs w:val="16"/>
        </w:rPr>
      </w:pPr>
    </w:p>
    <w:tbl>
      <w:tblPr>
        <w:tblW w:w="10476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5"/>
        <w:gridCol w:w="4961"/>
      </w:tblGrid>
      <w:tr w:rsidR="00B32F69" w:rsidRPr="00FA7EE2" w:rsidTr="007C1D8C">
        <w:tc>
          <w:tcPr>
            <w:tcW w:w="5515" w:type="dxa"/>
            <w:shd w:val="clear" w:color="auto" w:fill="auto"/>
            <w:vAlign w:val="center"/>
          </w:tcPr>
          <w:p w:rsidR="00B32F69" w:rsidRPr="00065C07" w:rsidRDefault="00B32F69" w:rsidP="007C1D8C">
            <w:pPr>
              <w:pStyle w:val="Tabellenzeile"/>
              <w:rPr>
                <w:lang w:val="en-GB"/>
              </w:rPr>
            </w:pPr>
            <w:r w:rsidRPr="00445516">
              <w:rPr>
                <w:rFonts w:ascii="Arial" w:hAnsi="Arial" w:cs="Arial"/>
              </w:rPr>
              <w:t xml:space="preserve">Replaced supplier (name): </w:t>
            </w:r>
            <w:r w:rsidRPr="00AF17A2">
              <w:rPr>
                <w:sz w:val="16"/>
                <w:szCs w:val="16"/>
              </w:rPr>
              <w:t>/ Ersetzt Lieferant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32F69" w:rsidRPr="00FA7EE2" w:rsidRDefault="00B32F69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B32F69" w:rsidRPr="00FA7EE2" w:rsidTr="007C1D8C">
        <w:trPr>
          <w:trHeight w:val="558"/>
        </w:trPr>
        <w:tc>
          <w:tcPr>
            <w:tcW w:w="5515" w:type="dxa"/>
            <w:shd w:val="clear" w:color="auto" w:fill="auto"/>
            <w:vAlign w:val="center"/>
          </w:tcPr>
          <w:p w:rsidR="00AF17A2" w:rsidRPr="001C54F8" w:rsidRDefault="001C54F8" w:rsidP="007C1D8C">
            <w:pPr>
              <w:shd w:val="clear" w:color="auto" w:fill="FFFFFF"/>
              <w:rPr>
                <w:lang w:val="en-US"/>
              </w:rPr>
            </w:pPr>
            <w:r w:rsidRPr="001C54F8">
              <w:rPr>
                <w:lang w:val="en-US"/>
              </w:rPr>
              <w:t xml:space="preserve">OEM </w:t>
            </w:r>
            <w:r w:rsidR="00B32F69" w:rsidRPr="001C54F8">
              <w:rPr>
                <w:lang w:val="en-US"/>
              </w:rPr>
              <w:t xml:space="preserve">Supplier dictated by customer: (with statement) / </w:t>
            </w:r>
          </w:p>
          <w:p w:rsidR="00AF17A2" w:rsidRPr="001C54F8" w:rsidRDefault="00AF17A2" w:rsidP="007C1D8C">
            <w:pPr>
              <w:shd w:val="clear" w:color="auto" w:fill="FFFFFF"/>
              <w:rPr>
                <w:sz w:val="10"/>
                <w:szCs w:val="10"/>
                <w:lang w:val="en-US"/>
              </w:rPr>
            </w:pPr>
          </w:p>
          <w:p w:rsidR="001C54F8" w:rsidRPr="001C54F8" w:rsidRDefault="001C54F8" w:rsidP="007C1D8C">
            <w:pPr>
              <w:shd w:val="clear" w:color="auto" w:fill="FFFFFF"/>
              <w:rPr>
                <w:rFonts w:ascii="Univers" w:hAnsi="Univers" w:cs="Times New Roman"/>
                <w:sz w:val="16"/>
                <w:szCs w:val="16"/>
              </w:rPr>
            </w:pPr>
            <w:r w:rsidRPr="001C54F8">
              <w:rPr>
                <w:rFonts w:ascii="Univers" w:hAnsi="Univers" w:cs="Times New Roman"/>
                <w:sz w:val="16"/>
                <w:szCs w:val="16"/>
              </w:rPr>
              <w:t xml:space="preserve">OEM - </w:t>
            </w:r>
            <w:r w:rsidR="00B32F69" w:rsidRPr="00AF17A2">
              <w:rPr>
                <w:rFonts w:ascii="Univers" w:hAnsi="Univers" w:cs="Times New Roman"/>
                <w:sz w:val="16"/>
                <w:szCs w:val="16"/>
              </w:rPr>
              <w:t xml:space="preserve">Lieferant wird vom Kunden vorgeschrieben: </w:t>
            </w:r>
            <w:r w:rsidR="00D930C8">
              <w:rPr>
                <w:rFonts w:ascii="Univers" w:hAnsi="Univers" w:cs="Times New Roman"/>
                <w:sz w:val="16"/>
                <w:szCs w:val="16"/>
              </w:rPr>
              <w:t>(</w:t>
            </w:r>
            <w:r w:rsidR="00B32F69" w:rsidRPr="00AF17A2">
              <w:rPr>
                <w:rFonts w:ascii="Univers" w:hAnsi="Univers" w:cs="Times New Roman"/>
                <w:sz w:val="16"/>
                <w:szCs w:val="16"/>
              </w:rPr>
              <w:t>mit Begründung</w:t>
            </w:r>
            <w:r w:rsidR="00D930C8">
              <w:rPr>
                <w:rFonts w:ascii="Univers" w:hAnsi="Univers" w:cs="Times New Roman"/>
                <w:sz w:val="16"/>
                <w:szCs w:val="16"/>
              </w:rPr>
              <w:t>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32F69" w:rsidRPr="00FA7EE2" w:rsidRDefault="00B32F69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B32F69" w:rsidRPr="00FA7EE2" w:rsidTr="007C1D8C">
        <w:tc>
          <w:tcPr>
            <w:tcW w:w="5515" w:type="dxa"/>
            <w:shd w:val="clear" w:color="auto" w:fill="auto"/>
            <w:vAlign w:val="center"/>
          </w:tcPr>
          <w:p w:rsidR="00AF17A2" w:rsidRDefault="004C16F5" w:rsidP="007C1D8C">
            <w:pPr>
              <w:shd w:val="clear" w:color="auto" w:fill="FFFFFF"/>
            </w:pPr>
            <w:r>
              <w:t>Credit asses</w:t>
            </w:r>
            <w:r w:rsidR="00AF17A2">
              <w:t>s</w:t>
            </w:r>
            <w:r>
              <w:t>ment done</w:t>
            </w:r>
            <w:r w:rsidR="00B32F69" w:rsidRPr="00445516">
              <w:t>?</w:t>
            </w:r>
            <w:r w:rsidR="00B32F69">
              <w:t xml:space="preserve"> /</w:t>
            </w:r>
            <w:r w:rsidR="00404103">
              <w:t xml:space="preserve">      </w:t>
            </w:r>
          </w:p>
          <w:p w:rsidR="00AF17A2" w:rsidRPr="00AF17A2" w:rsidRDefault="00AF17A2" w:rsidP="007C1D8C">
            <w:pPr>
              <w:shd w:val="clear" w:color="auto" w:fill="FFFFFF"/>
              <w:rPr>
                <w:rFonts w:ascii="Univers" w:hAnsi="Univers" w:cs="Times New Roman"/>
                <w:sz w:val="10"/>
                <w:szCs w:val="10"/>
              </w:rPr>
            </w:pPr>
          </w:p>
          <w:p w:rsidR="00B32F69" w:rsidRPr="00B32F69" w:rsidRDefault="00B32F69" w:rsidP="007C1D8C">
            <w:pPr>
              <w:shd w:val="clear" w:color="auto" w:fill="FFFFFF"/>
            </w:pPr>
            <w:r w:rsidRPr="00AF17A2">
              <w:rPr>
                <w:rFonts w:ascii="Univers" w:hAnsi="Univers" w:cs="Times New Roman"/>
                <w:sz w:val="16"/>
                <w:szCs w:val="16"/>
              </w:rPr>
              <w:t>Bonitätsprüfung durchgeführt?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32F69" w:rsidRPr="00FA7EE2" w:rsidRDefault="00B32F69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B32F69" w:rsidRPr="00FA7EE2" w:rsidTr="007C1D8C">
        <w:tc>
          <w:tcPr>
            <w:tcW w:w="5515" w:type="dxa"/>
            <w:shd w:val="clear" w:color="auto" w:fill="auto"/>
            <w:vAlign w:val="center"/>
          </w:tcPr>
          <w:p w:rsidR="00B32F69" w:rsidRPr="00FA7EE2" w:rsidRDefault="004C16F5" w:rsidP="007C1D8C">
            <w:pPr>
              <w:pStyle w:val="Tabellenzeile"/>
              <w:rPr>
                <w:lang w:val="en-US"/>
              </w:rPr>
            </w:pPr>
            <w:r w:rsidRPr="004C16F5">
              <w:rPr>
                <w:rFonts w:ascii="Arial" w:hAnsi="Arial" w:cs="Arial"/>
                <w:lang w:val="en-US"/>
              </w:rPr>
              <w:t>SMP Audit effected / planned /</w:t>
            </w:r>
            <w:r>
              <w:rPr>
                <w:lang w:val="en-US" w:eastAsia="en-US"/>
              </w:rPr>
              <w:t xml:space="preserve">                             </w:t>
            </w:r>
            <w:r w:rsidR="00404103">
              <w:rPr>
                <w:lang w:val="en-US" w:eastAsia="en-US"/>
              </w:rPr>
              <w:t xml:space="preserve">      </w:t>
            </w:r>
            <w:r w:rsidRPr="004C16F5">
              <w:rPr>
                <w:sz w:val="16"/>
                <w:szCs w:val="16"/>
                <w:lang w:val="en-GB"/>
              </w:rPr>
              <w:t>SMP Audit erfolgt / geplant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B32F69" w:rsidRPr="00FA7EE2" w:rsidRDefault="004C16F5" w:rsidP="007C1D8C">
            <w:pPr>
              <w:pStyle w:val="Tabellenzeile"/>
              <w:rPr>
                <w:lang w:val="en-US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4C16F5" w:rsidRPr="004C16F5" w:rsidTr="007C1D8C">
        <w:trPr>
          <w:trHeight w:val="587"/>
        </w:trPr>
        <w:tc>
          <w:tcPr>
            <w:tcW w:w="5515" w:type="dxa"/>
            <w:shd w:val="clear" w:color="auto" w:fill="auto"/>
            <w:vAlign w:val="center"/>
          </w:tcPr>
          <w:p w:rsidR="00AF17A2" w:rsidRPr="00771415" w:rsidRDefault="004C16F5" w:rsidP="007C1D8C">
            <w:pPr>
              <w:pStyle w:val="Tabellenzeile"/>
              <w:rPr>
                <w:lang w:val="en-US" w:eastAsia="en-US"/>
              </w:rPr>
            </w:pPr>
            <w:r w:rsidRPr="00771415">
              <w:rPr>
                <w:rFonts w:ascii="Arial" w:hAnsi="Arial" w:cs="Arial"/>
                <w:lang w:val="en-US"/>
              </w:rPr>
              <w:t xml:space="preserve">Registrated in </w:t>
            </w:r>
            <w:r w:rsidR="00771415" w:rsidRPr="00771415">
              <w:rPr>
                <w:rFonts w:ascii="Arial" w:hAnsi="Arial" w:cs="Arial"/>
                <w:lang w:val="en-US"/>
              </w:rPr>
              <w:t>S</w:t>
            </w:r>
            <w:r w:rsidR="00771415">
              <w:rPr>
                <w:rFonts w:ascii="Arial" w:hAnsi="Arial" w:cs="Arial"/>
                <w:lang w:val="en-US"/>
              </w:rPr>
              <w:t>MP-</w:t>
            </w:r>
            <w:r w:rsidR="00771415" w:rsidRPr="00771415">
              <w:rPr>
                <w:rFonts w:ascii="Arial" w:hAnsi="Arial" w:cs="Arial"/>
                <w:lang w:val="en-US"/>
              </w:rPr>
              <w:t>supplier portal</w:t>
            </w:r>
            <w:r w:rsidRPr="00771415">
              <w:rPr>
                <w:lang w:val="en-US" w:eastAsia="en-US"/>
              </w:rPr>
              <w:t xml:space="preserve">  / </w:t>
            </w:r>
          </w:p>
          <w:p w:rsidR="004C16F5" w:rsidRPr="004C16F5" w:rsidRDefault="00AF17A2" w:rsidP="007C1D8C">
            <w:pPr>
              <w:pStyle w:val="Tabellenzeile"/>
            </w:pPr>
            <w:r w:rsidRPr="00AF17A2">
              <w:rPr>
                <w:sz w:val="16"/>
                <w:szCs w:val="16"/>
              </w:rPr>
              <w:t>B</w:t>
            </w:r>
            <w:r w:rsidR="004C16F5" w:rsidRPr="004C16F5">
              <w:rPr>
                <w:sz w:val="16"/>
                <w:szCs w:val="16"/>
              </w:rPr>
              <w:t>ereits auf SMP-Lieferantenportal registriert?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C16F5" w:rsidRPr="004C16F5" w:rsidRDefault="004C16F5" w:rsidP="007C1D8C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901E06" w:rsidRPr="004C16F5" w:rsidTr="007C1D8C">
        <w:trPr>
          <w:trHeight w:val="567"/>
        </w:trPr>
        <w:tc>
          <w:tcPr>
            <w:tcW w:w="5515" w:type="dxa"/>
            <w:shd w:val="clear" w:color="auto" w:fill="auto"/>
            <w:vAlign w:val="center"/>
          </w:tcPr>
          <w:p w:rsidR="00901E06" w:rsidRDefault="00901E06" w:rsidP="007C1D8C">
            <w:pPr>
              <w:pStyle w:val="Tabellenzeile"/>
              <w:spacing w:before="0" w:after="0"/>
              <w:rPr>
                <w:rFonts w:ascii="Arial" w:hAnsi="Arial" w:cs="Arial"/>
                <w:b/>
                <w:bCs/>
                <w:sz w:val="30"/>
                <w:szCs w:val="30"/>
                <w:lang w:val="en-US"/>
              </w:rPr>
            </w:pPr>
            <w:r w:rsidRPr="00901E06">
              <w:rPr>
                <w:rFonts w:ascii="Arial" w:hAnsi="Arial" w:cs="Arial"/>
              </w:rPr>
              <w:t>Basic Supply Agreement</w:t>
            </w:r>
            <w:r>
              <w:rPr>
                <w:rFonts w:ascii="Arial" w:hAnsi="Arial" w:cs="Arial"/>
              </w:rPr>
              <w:t xml:space="preserve"> </w:t>
            </w:r>
            <w:r w:rsidRPr="00901E06">
              <w:rPr>
                <w:rFonts w:ascii="Arial" w:hAnsi="Arial" w:cs="Arial"/>
              </w:rPr>
              <w:t>is signed</w:t>
            </w:r>
          </w:p>
          <w:p w:rsidR="00901E06" w:rsidRPr="004C16F5" w:rsidRDefault="00901E06" w:rsidP="007C1D8C">
            <w:pPr>
              <w:pStyle w:val="Tabellenzeile"/>
              <w:rPr>
                <w:rFonts w:ascii="Arial" w:hAnsi="Arial" w:cs="Arial"/>
              </w:rPr>
            </w:pPr>
            <w:r w:rsidRPr="00901E06">
              <w:rPr>
                <w:sz w:val="16"/>
                <w:szCs w:val="16"/>
                <w:lang w:val="en-GB"/>
              </w:rPr>
              <w:t>Basis Lieferantenvereinbarung</w:t>
            </w:r>
            <w:r>
              <w:rPr>
                <w:sz w:val="16"/>
                <w:szCs w:val="16"/>
                <w:lang w:val="en-GB"/>
              </w:rPr>
              <w:t xml:space="preserve"> ist unter</w:t>
            </w:r>
            <w:r w:rsidR="003A466E">
              <w:rPr>
                <w:sz w:val="16"/>
                <w:szCs w:val="16"/>
                <w:lang w:val="en-GB"/>
              </w:rPr>
              <w:t>zeichnet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01E06" w:rsidRPr="004C16F5" w:rsidRDefault="00901E06" w:rsidP="007C1D8C">
            <w:pPr>
              <w:pStyle w:val="Tabellenzeile"/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901E06" w:rsidRPr="004C16F5" w:rsidTr="007C1D8C">
        <w:trPr>
          <w:trHeight w:val="547"/>
        </w:trPr>
        <w:tc>
          <w:tcPr>
            <w:tcW w:w="5515" w:type="dxa"/>
            <w:shd w:val="clear" w:color="auto" w:fill="auto"/>
            <w:vAlign w:val="center"/>
          </w:tcPr>
          <w:p w:rsidR="00901E06" w:rsidRPr="00901E06" w:rsidRDefault="00EC44CC" w:rsidP="007C1D8C">
            <w:pPr>
              <w:pStyle w:val="Tabellenzeile"/>
              <w:rPr>
                <w:rFonts w:ascii="Arial" w:hAnsi="Arial" w:cs="Arial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901E06" w:rsidRPr="00AE70BA" w:rsidRDefault="00901E06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Yes / ja                 </w:t>
            </w:r>
            <w:r w:rsidRPr="00AE70BA">
              <w:rPr>
                <w:lang w:val="en-GB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56EB">
              <w:instrText xml:space="preserve"> FORMCHECKBOX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end"/>
            </w:r>
            <w:r>
              <w:rPr>
                <w:lang w:val="en-GB"/>
              </w:rPr>
              <w:t xml:space="preserve"> No / Nein</w:t>
            </w:r>
          </w:p>
        </w:tc>
      </w:tr>
      <w:tr w:rsidR="004A727A" w:rsidRPr="00AE70BA" w:rsidTr="007C1D8C">
        <w:trPr>
          <w:trHeight w:val="547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27A" w:rsidRPr="004A727A" w:rsidRDefault="004A727A" w:rsidP="007C1D8C">
            <w:pPr>
              <w:pStyle w:val="Tabellenzeile"/>
              <w:rPr>
                <w:lang w:val="en-GB"/>
              </w:rPr>
            </w:pPr>
            <w:r>
              <w:rPr>
                <w:lang w:val="en-GB"/>
              </w:rPr>
              <w:t>Ablage- / Speicherort der Dokumente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727A" w:rsidRPr="00AE70BA" w:rsidRDefault="004A727A" w:rsidP="007C1D8C">
            <w:pPr>
              <w:pStyle w:val="Tabellenzeile"/>
              <w:rPr>
                <w:lang w:val="en-GB"/>
              </w:rPr>
            </w:pPr>
            <w:r w:rsidRPr="00AE70BA">
              <w:rPr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AE70BA">
              <w:rPr>
                <w:lang w:val="en-GB"/>
              </w:rPr>
              <w:instrText xml:space="preserve"> FORMTEXT </w:instrText>
            </w:r>
            <w:r w:rsidRPr="00AE70BA">
              <w:rPr>
                <w:lang w:val="en-GB"/>
              </w:rPr>
            </w:r>
            <w:r w:rsidRPr="00AE70BA">
              <w:rPr>
                <w:lang w:val="en-GB"/>
              </w:rPr>
              <w:fldChar w:fldCharType="separate"/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noProof/>
                <w:lang w:val="en-GB"/>
              </w:rPr>
              <w:t> </w:t>
            </w:r>
            <w:r w:rsidRPr="00AE70BA">
              <w:rPr>
                <w:lang w:val="en-GB"/>
              </w:rPr>
              <w:fldChar w:fldCharType="end"/>
            </w:r>
          </w:p>
        </w:tc>
      </w:tr>
    </w:tbl>
    <w:p w:rsidR="00E3168E" w:rsidRDefault="00E3168E">
      <w:pPr>
        <w:shd w:val="clear" w:color="auto" w:fill="FFFFFF"/>
      </w:pPr>
    </w:p>
    <w:p w:rsidR="00A23D18" w:rsidRDefault="00A23D18">
      <w:pPr>
        <w:shd w:val="clear" w:color="auto" w:fill="FFFFFF"/>
      </w:pPr>
    </w:p>
    <w:p w:rsidR="00C02067" w:rsidRDefault="00C02067">
      <w:pPr>
        <w:shd w:val="clear" w:color="auto" w:fill="FFFFFF"/>
      </w:pPr>
    </w:p>
    <w:p w:rsidR="00C02067" w:rsidRDefault="00C02067">
      <w:pPr>
        <w:shd w:val="clear" w:color="auto" w:fill="FFFFFF"/>
      </w:pPr>
    </w:p>
    <w:p w:rsidR="00A22B66" w:rsidRPr="00622BD9" w:rsidRDefault="00A22B66">
      <w:pPr>
        <w:shd w:val="clear" w:color="auto" w:fill="FFFFFF"/>
        <w:rPr>
          <w:b/>
        </w:rPr>
      </w:pPr>
      <w:r w:rsidRPr="00622BD9">
        <w:rPr>
          <w:b/>
        </w:rPr>
        <w:t>Remark</w:t>
      </w:r>
      <w:r w:rsidR="006D6AB3">
        <w:rPr>
          <w:b/>
        </w:rPr>
        <w:t xml:space="preserve"> / Bemerkungen</w:t>
      </w:r>
      <w:r w:rsidRPr="00622BD9">
        <w:rPr>
          <w:b/>
        </w:rPr>
        <w:t>:</w:t>
      </w:r>
    </w:p>
    <w:p w:rsidR="00E3168E" w:rsidRDefault="00E3168E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lang w:val="en-GB"/>
        </w:rPr>
      </w:pPr>
      <w:r w:rsidRPr="00AE70BA">
        <w:rPr>
          <w:lang w:val="en-GB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AE70BA">
        <w:rPr>
          <w:lang w:val="en-GB"/>
        </w:rPr>
        <w:instrText xml:space="preserve"> FORMTEXT </w:instrText>
      </w:r>
      <w:r w:rsidRPr="00AE70BA">
        <w:rPr>
          <w:lang w:val="en-GB"/>
        </w:rPr>
      </w:r>
      <w:r w:rsidRPr="00AE70BA">
        <w:rPr>
          <w:lang w:val="en-GB"/>
        </w:rPr>
        <w:fldChar w:fldCharType="separate"/>
      </w:r>
      <w:r w:rsidRPr="00AE70BA">
        <w:rPr>
          <w:noProof/>
          <w:lang w:val="en-GB"/>
        </w:rPr>
        <w:t> </w:t>
      </w:r>
      <w:r w:rsidRPr="00AE70BA">
        <w:rPr>
          <w:noProof/>
          <w:lang w:val="en-GB"/>
        </w:rPr>
        <w:t> </w:t>
      </w:r>
      <w:r w:rsidRPr="00AE70BA">
        <w:rPr>
          <w:noProof/>
          <w:lang w:val="en-GB"/>
        </w:rPr>
        <w:t> </w:t>
      </w:r>
      <w:r w:rsidRPr="00AE70BA">
        <w:rPr>
          <w:noProof/>
          <w:lang w:val="en-GB"/>
        </w:rPr>
        <w:t> </w:t>
      </w:r>
      <w:r w:rsidRPr="00AE70BA">
        <w:rPr>
          <w:noProof/>
          <w:lang w:val="en-GB"/>
        </w:rPr>
        <w:t> </w:t>
      </w:r>
      <w:r w:rsidRPr="00AE70BA">
        <w:rPr>
          <w:lang w:val="en-GB"/>
        </w:rPr>
        <w:fldChar w:fldCharType="end"/>
      </w:r>
    </w:p>
    <w:p w:rsidR="00E3168E" w:rsidRDefault="00E3168E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lang w:val="en-GB"/>
        </w:rPr>
      </w:pPr>
    </w:p>
    <w:p w:rsidR="00E3168E" w:rsidRDefault="00E3168E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lang w:val="en-GB"/>
        </w:rPr>
      </w:pPr>
    </w:p>
    <w:p w:rsidR="00E3168E" w:rsidRDefault="00E3168E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lang w:val="en-GB"/>
        </w:rPr>
      </w:pPr>
    </w:p>
    <w:p w:rsidR="00E3168E" w:rsidRDefault="00E3168E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u w:val="single"/>
          <w:lang w:val="en-GB"/>
        </w:rPr>
      </w:pPr>
    </w:p>
    <w:p w:rsidR="0089188C" w:rsidRDefault="0089188C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u w:val="single"/>
          <w:lang w:val="en-GB"/>
        </w:rPr>
      </w:pPr>
    </w:p>
    <w:p w:rsidR="0089188C" w:rsidRDefault="0089188C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u w:val="single"/>
          <w:lang w:val="en-GB"/>
        </w:rPr>
      </w:pPr>
    </w:p>
    <w:p w:rsidR="0089188C" w:rsidRDefault="0089188C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u w:val="single"/>
          <w:lang w:val="en-GB"/>
        </w:rPr>
      </w:pPr>
    </w:p>
    <w:p w:rsidR="0089188C" w:rsidRDefault="0089188C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u w:val="single"/>
          <w:lang w:val="en-GB"/>
        </w:rPr>
      </w:pPr>
    </w:p>
    <w:p w:rsidR="0089188C" w:rsidRDefault="0089188C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u w:val="single"/>
          <w:lang w:val="en-GB"/>
        </w:rPr>
      </w:pPr>
    </w:p>
    <w:p w:rsidR="0089188C" w:rsidRDefault="0089188C" w:rsidP="001B1C4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15" w:color="auto"/>
        </w:pBdr>
        <w:rPr>
          <w:sz w:val="22"/>
          <w:u w:val="single"/>
          <w:lang w:val="en-GB"/>
        </w:rPr>
      </w:pPr>
    </w:p>
    <w:p w:rsidR="00E3168E" w:rsidRDefault="00E3168E" w:rsidP="00E3168E">
      <w:pPr>
        <w:shd w:val="clear" w:color="auto" w:fill="FFFFFF"/>
        <w:rPr>
          <w:sz w:val="22"/>
        </w:rPr>
      </w:pPr>
    </w:p>
    <w:p w:rsidR="00A22B66" w:rsidRDefault="00A22B66" w:rsidP="00E3168E">
      <w:pPr>
        <w:shd w:val="clear" w:color="auto" w:fill="FFFFFF"/>
        <w:rPr>
          <w:sz w:val="22"/>
        </w:rPr>
      </w:pPr>
    </w:p>
    <w:p w:rsidR="002766DF" w:rsidRDefault="002766DF" w:rsidP="00E3168E">
      <w:pPr>
        <w:shd w:val="clear" w:color="auto" w:fill="FFFFFF"/>
        <w:rPr>
          <w:sz w:val="22"/>
        </w:rPr>
      </w:pPr>
    </w:p>
    <w:p w:rsidR="00B32F69" w:rsidRPr="002766DF" w:rsidRDefault="00E3168E" w:rsidP="00E3168E">
      <w:pPr>
        <w:shd w:val="clear" w:color="auto" w:fill="FFFFFF"/>
        <w:rPr>
          <w:lang w:val="en-GB"/>
        </w:rPr>
      </w:pPr>
      <w:r w:rsidRPr="002766DF">
        <w:rPr>
          <w:lang w:val="en-GB"/>
        </w:rPr>
        <w:t xml:space="preserve">Datum </w:t>
      </w:r>
      <w:r w:rsidR="002766DF" w:rsidRPr="002766DF">
        <w:rPr>
          <w:lang w:val="en-GB"/>
        </w:rPr>
        <w:t xml:space="preserve">/ </w:t>
      </w:r>
      <w:r w:rsidRPr="002766DF">
        <w:rPr>
          <w:lang w:val="en-GB"/>
        </w:rPr>
        <w:t xml:space="preserve">Date </w:t>
      </w:r>
      <w:r w:rsidR="00A22B66">
        <w:rPr>
          <w:lang w:val="en-GB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A22B66">
        <w:rPr>
          <w:lang w:val="en-GB"/>
        </w:rPr>
        <w:instrText xml:space="preserve"> FORMTEXT </w:instrText>
      </w:r>
      <w:r w:rsidR="00A22B66">
        <w:rPr>
          <w:lang w:val="en-GB"/>
        </w:rPr>
      </w:r>
      <w:r w:rsidR="00A22B66">
        <w:rPr>
          <w:lang w:val="en-GB"/>
        </w:rPr>
        <w:fldChar w:fldCharType="separate"/>
      </w:r>
      <w:r w:rsidR="00A22B66">
        <w:rPr>
          <w:noProof/>
          <w:lang w:val="en-GB"/>
        </w:rPr>
        <w:t> </w:t>
      </w:r>
      <w:r w:rsidR="00A22B66">
        <w:rPr>
          <w:noProof/>
          <w:lang w:val="en-GB"/>
        </w:rPr>
        <w:t> </w:t>
      </w:r>
      <w:r w:rsidR="00A22B66">
        <w:rPr>
          <w:noProof/>
          <w:lang w:val="en-GB"/>
        </w:rPr>
        <w:t> </w:t>
      </w:r>
      <w:r w:rsidR="00A22B66">
        <w:rPr>
          <w:noProof/>
          <w:lang w:val="en-GB"/>
        </w:rPr>
        <w:t> </w:t>
      </w:r>
      <w:r w:rsidR="00A22B66">
        <w:rPr>
          <w:noProof/>
          <w:lang w:val="en-GB"/>
        </w:rPr>
        <w:t> </w:t>
      </w:r>
      <w:r w:rsidR="00A22B66">
        <w:rPr>
          <w:lang w:val="en-GB"/>
        </w:rPr>
        <w:fldChar w:fldCharType="end"/>
      </w:r>
      <w:r w:rsidR="002766DF">
        <w:rPr>
          <w:lang w:val="en-GB"/>
        </w:rPr>
        <w:tab/>
      </w:r>
      <w:r w:rsidR="002766DF">
        <w:rPr>
          <w:lang w:val="en-GB"/>
        </w:rPr>
        <w:tab/>
      </w:r>
      <w:r w:rsidR="00A22B66">
        <w:rPr>
          <w:lang w:val="en-GB"/>
        </w:rPr>
        <w:tab/>
      </w:r>
      <w:r w:rsidR="00A22B66">
        <w:rPr>
          <w:lang w:val="en-GB"/>
        </w:rPr>
        <w:tab/>
      </w:r>
      <w:r w:rsidR="00A22B66">
        <w:rPr>
          <w:lang w:val="en-GB"/>
        </w:rPr>
        <w:tab/>
      </w:r>
      <w:r w:rsidR="00A22B66">
        <w:rPr>
          <w:lang w:val="en-GB"/>
        </w:rPr>
        <w:tab/>
      </w:r>
      <w:r w:rsidRPr="002766DF">
        <w:rPr>
          <w:lang w:val="en-GB"/>
        </w:rPr>
        <w:t xml:space="preserve">Datum </w:t>
      </w:r>
      <w:r w:rsidR="002766DF" w:rsidRPr="002766DF">
        <w:rPr>
          <w:lang w:val="en-GB"/>
        </w:rPr>
        <w:t xml:space="preserve">/ </w:t>
      </w:r>
      <w:r w:rsidRPr="002766DF">
        <w:rPr>
          <w:lang w:val="en-GB"/>
        </w:rPr>
        <w:t xml:space="preserve">Date </w:t>
      </w:r>
      <w:r w:rsidR="00A22B66">
        <w:rPr>
          <w:lang w:val="en-GB"/>
        </w:rPr>
        <w:fldChar w:fldCharType="begin">
          <w:ffData>
            <w:name w:val="Text35"/>
            <w:enabled/>
            <w:calcOnExit w:val="0"/>
            <w:textInput/>
          </w:ffData>
        </w:fldChar>
      </w:r>
      <w:r w:rsidR="00A22B66">
        <w:rPr>
          <w:lang w:val="en-GB"/>
        </w:rPr>
        <w:instrText xml:space="preserve"> FORMTEXT </w:instrText>
      </w:r>
      <w:r w:rsidR="00A22B66">
        <w:rPr>
          <w:lang w:val="en-GB"/>
        </w:rPr>
      </w:r>
      <w:r w:rsidR="00A22B66">
        <w:rPr>
          <w:lang w:val="en-GB"/>
        </w:rPr>
        <w:fldChar w:fldCharType="separate"/>
      </w:r>
      <w:r w:rsidR="00A22B66">
        <w:rPr>
          <w:noProof/>
          <w:lang w:val="en-GB"/>
        </w:rPr>
        <w:t> </w:t>
      </w:r>
      <w:r w:rsidR="00A22B66">
        <w:rPr>
          <w:noProof/>
          <w:lang w:val="en-GB"/>
        </w:rPr>
        <w:t> </w:t>
      </w:r>
      <w:r w:rsidR="00A22B66">
        <w:rPr>
          <w:noProof/>
          <w:lang w:val="en-GB"/>
        </w:rPr>
        <w:t> </w:t>
      </w:r>
      <w:r w:rsidR="00A22B66">
        <w:rPr>
          <w:noProof/>
          <w:lang w:val="en-GB"/>
        </w:rPr>
        <w:t> </w:t>
      </w:r>
      <w:r w:rsidR="00A22B66">
        <w:rPr>
          <w:noProof/>
          <w:lang w:val="en-GB"/>
        </w:rPr>
        <w:t> </w:t>
      </w:r>
      <w:r w:rsidR="00A22B66">
        <w:rPr>
          <w:lang w:val="en-GB"/>
        </w:rPr>
        <w:fldChar w:fldCharType="end"/>
      </w:r>
      <w:r w:rsidRPr="002766DF">
        <w:rPr>
          <w:lang w:val="en-GB"/>
        </w:rPr>
        <w:tab/>
      </w:r>
      <w:r w:rsidRPr="002766DF">
        <w:rPr>
          <w:lang w:val="en-GB"/>
        </w:rPr>
        <w:tab/>
      </w:r>
      <w:r w:rsidRPr="002766DF">
        <w:rPr>
          <w:lang w:val="en-GB"/>
        </w:rPr>
        <w:tab/>
      </w:r>
    </w:p>
    <w:p w:rsidR="00E3168E" w:rsidRPr="002766DF" w:rsidRDefault="00E3168E" w:rsidP="00E3168E">
      <w:pPr>
        <w:shd w:val="clear" w:color="auto" w:fill="FFFFFF"/>
        <w:rPr>
          <w:lang w:val="en-GB"/>
        </w:rPr>
      </w:pPr>
    </w:p>
    <w:p w:rsidR="00E3168E" w:rsidRDefault="00E3168E" w:rsidP="00E3168E">
      <w:pPr>
        <w:shd w:val="clear" w:color="auto" w:fill="FFFFFF"/>
        <w:rPr>
          <w:lang w:val="en-GB"/>
        </w:rPr>
      </w:pPr>
    </w:p>
    <w:p w:rsidR="001B1C48" w:rsidRDefault="001B1C48" w:rsidP="00E3168E">
      <w:pPr>
        <w:shd w:val="clear" w:color="auto" w:fill="FFFFFF"/>
        <w:rPr>
          <w:lang w:val="en-GB"/>
        </w:rPr>
      </w:pPr>
    </w:p>
    <w:p w:rsidR="00062CBE" w:rsidRDefault="00062CBE" w:rsidP="00E3168E">
      <w:pPr>
        <w:shd w:val="clear" w:color="auto" w:fill="FFFFFF"/>
        <w:rPr>
          <w:lang w:val="en-GB"/>
        </w:rPr>
      </w:pPr>
    </w:p>
    <w:p w:rsidR="00062CBE" w:rsidRDefault="00062CBE" w:rsidP="00E3168E">
      <w:pPr>
        <w:shd w:val="clear" w:color="auto" w:fill="FFFFFF"/>
        <w:rPr>
          <w:lang w:val="en-GB"/>
        </w:rPr>
      </w:pPr>
    </w:p>
    <w:p w:rsidR="00062CBE" w:rsidRPr="002766DF" w:rsidRDefault="00062CBE" w:rsidP="00E3168E">
      <w:pPr>
        <w:shd w:val="clear" w:color="auto" w:fill="FFFFFF"/>
        <w:rPr>
          <w:lang w:val="en-GB"/>
        </w:rPr>
      </w:pPr>
    </w:p>
    <w:p w:rsidR="00E3168E" w:rsidRPr="002766DF" w:rsidRDefault="002766DF" w:rsidP="00E3168E">
      <w:pPr>
        <w:shd w:val="clear" w:color="auto" w:fill="FFFFFF"/>
        <w:rPr>
          <w:lang w:val="en-GB"/>
        </w:rPr>
      </w:pPr>
      <w:r>
        <w:rPr>
          <w:lang w:val="en-GB"/>
        </w:rPr>
        <w:t>___________________________________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_______________________________________</w:t>
      </w:r>
    </w:p>
    <w:p w:rsidR="00E3168E" w:rsidRPr="002766DF" w:rsidRDefault="00E3168E" w:rsidP="00E3168E">
      <w:pPr>
        <w:shd w:val="clear" w:color="auto" w:fill="FFFFFF"/>
        <w:rPr>
          <w:lang w:val="en-GB"/>
        </w:rPr>
      </w:pPr>
      <w:r w:rsidRPr="002766DF">
        <w:rPr>
          <w:lang w:val="en-GB"/>
        </w:rPr>
        <w:t xml:space="preserve">Einkauf Purchase </w:t>
      </w:r>
      <w:r w:rsidR="002766DF">
        <w:rPr>
          <w:lang w:val="en-GB"/>
        </w:rPr>
        <w:t xml:space="preserve">/ </w:t>
      </w:r>
      <w:r w:rsidRPr="002766DF">
        <w:rPr>
          <w:lang w:val="en-GB"/>
        </w:rPr>
        <w:t>Department</w:t>
      </w:r>
      <w:r w:rsidRPr="002766DF">
        <w:rPr>
          <w:lang w:val="en-GB"/>
        </w:rPr>
        <w:tab/>
      </w:r>
      <w:r w:rsidRPr="002766DF">
        <w:rPr>
          <w:lang w:val="en-GB"/>
        </w:rPr>
        <w:tab/>
      </w:r>
      <w:r w:rsidRPr="002766DF">
        <w:rPr>
          <w:lang w:val="en-GB"/>
        </w:rPr>
        <w:tab/>
        <w:t xml:space="preserve">       </w:t>
      </w:r>
      <w:r w:rsidRPr="002766DF">
        <w:rPr>
          <w:lang w:val="en-GB"/>
        </w:rPr>
        <w:tab/>
      </w:r>
      <w:r w:rsidRPr="002766DF">
        <w:rPr>
          <w:lang w:val="en-GB"/>
        </w:rPr>
        <w:tab/>
        <w:t>SQA</w:t>
      </w:r>
      <w:r w:rsidRPr="002766DF">
        <w:rPr>
          <w:lang w:val="en-GB"/>
        </w:rPr>
        <w:tab/>
      </w:r>
      <w:r w:rsidRPr="002766DF">
        <w:rPr>
          <w:lang w:val="en-GB"/>
        </w:rPr>
        <w:tab/>
      </w:r>
      <w:r w:rsidRPr="002766DF">
        <w:rPr>
          <w:lang w:val="en-GB"/>
        </w:rPr>
        <w:tab/>
      </w:r>
    </w:p>
    <w:sectPr w:rsidR="00E3168E" w:rsidRPr="002766DF" w:rsidSect="00106BB1">
      <w:type w:val="continuous"/>
      <w:pgSz w:w="11909" w:h="16834"/>
      <w:pgMar w:top="1162" w:right="742" w:bottom="360" w:left="1020" w:header="720" w:footer="267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B77" w:rsidRDefault="00363B77">
      <w:r>
        <w:separator/>
      </w:r>
    </w:p>
  </w:endnote>
  <w:endnote w:type="continuationSeparator" w:id="0">
    <w:p w:rsidR="00363B77" w:rsidRDefault="0036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8A" w:rsidRPr="006E2DE4" w:rsidRDefault="006E2DE4" w:rsidP="00AF6D8A">
    <w:pPr>
      <w:widowControl/>
      <w:tabs>
        <w:tab w:val="center" w:pos="5007"/>
        <w:tab w:val="right" w:pos="10015"/>
      </w:tabs>
      <w:rPr>
        <w:sz w:val="16"/>
        <w:szCs w:val="16"/>
        <w:lang w:val="en-US" w:eastAsia="en-US"/>
      </w:rPr>
    </w:pPr>
    <w:r w:rsidRPr="006E2DE4">
      <w:rPr>
        <w:sz w:val="18"/>
        <w:szCs w:val="18"/>
        <w:lang w:val="en-US"/>
      </w:rPr>
      <w:t>A-40-05-F01</w:t>
    </w:r>
    <w:r w:rsidRPr="006E2DE4">
      <w:rPr>
        <w:sz w:val="16"/>
        <w:szCs w:val="16"/>
        <w:lang w:val="en-US" w:eastAsia="en-US"/>
      </w:rPr>
      <w:t xml:space="preserve">  </w:t>
    </w:r>
    <w:r>
      <w:rPr>
        <w:sz w:val="16"/>
        <w:szCs w:val="16"/>
        <w:lang w:val="en-US" w:eastAsia="en-US"/>
      </w:rPr>
      <w:t xml:space="preserve">Index  </w:t>
    </w:r>
    <w:r w:rsidR="001E7759">
      <w:rPr>
        <w:sz w:val="16"/>
        <w:szCs w:val="16"/>
        <w:lang w:val="en-US" w:eastAsia="en-US"/>
      </w:rPr>
      <w:t>E</w:t>
    </w:r>
    <w:r>
      <w:rPr>
        <w:sz w:val="16"/>
        <w:szCs w:val="16"/>
        <w:lang w:val="en-US" w:eastAsia="en-US"/>
      </w:rPr>
      <w:t>_20140723</w:t>
    </w:r>
    <w:r w:rsidRPr="006E2DE4">
      <w:rPr>
        <w:sz w:val="16"/>
        <w:szCs w:val="16"/>
        <w:lang w:val="en-US" w:eastAsia="en-US"/>
      </w:rPr>
      <w:tab/>
    </w:r>
    <w:r w:rsidR="00AF6D8A">
      <w:rPr>
        <w:sz w:val="16"/>
        <w:szCs w:val="16"/>
        <w:lang w:val="en-US" w:eastAsia="en-US"/>
      </w:rPr>
      <w:tab/>
    </w:r>
    <w:r w:rsidR="00995163">
      <w:rPr>
        <w:sz w:val="16"/>
        <w:szCs w:val="16"/>
        <w:lang w:val="en-US" w:eastAsia="en-US"/>
      </w:rPr>
      <w:t xml:space="preserve">Page </w:t>
    </w:r>
    <w:r w:rsidR="00AF6D8A" w:rsidRPr="006D6699">
      <w:rPr>
        <w:sz w:val="18"/>
      </w:rPr>
      <w:fldChar w:fldCharType="begin"/>
    </w:r>
    <w:r w:rsidR="00AF6D8A" w:rsidRPr="00106BB1">
      <w:rPr>
        <w:sz w:val="18"/>
        <w:lang w:val="en-US"/>
      </w:rPr>
      <w:instrText xml:space="preserve"> PAGE </w:instrText>
    </w:r>
    <w:r w:rsidR="00AF6D8A" w:rsidRPr="006D6699">
      <w:rPr>
        <w:sz w:val="18"/>
      </w:rPr>
      <w:fldChar w:fldCharType="separate"/>
    </w:r>
    <w:r w:rsidR="00B240F8">
      <w:rPr>
        <w:noProof/>
        <w:sz w:val="18"/>
        <w:lang w:val="en-US"/>
      </w:rPr>
      <w:t>1</w:t>
    </w:r>
    <w:r w:rsidR="00AF6D8A" w:rsidRPr="006D6699">
      <w:rPr>
        <w:sz w:val="18"/>
      </w:rPr>
      <w:fldChar w:fldCharType="end"/>
    </w:r>
    <w:r w:rsidR="00995163">
      <w:rPr>
        <w:sz w:val="18"/>
        <w:lang w:val="en-US"/>
      </w:rPr>
      <w:t xml:space="preserve"> </w:t>
    </w:r>
    <w:r w:rsidR="00AF6D8A">
      <w:rPr>
        <w:sz w:val="18"/>
        <w:lang w:val="en-US"/>
      </w:rPr>
      <w:t>of</w:t>
    </w:r>
    <w:r w:rsidR="00AF6D8A" w:rsidRPr="00106BB1">
      <w:rPr>
        <w:sz w:val="18"/>
        <w:lang w:val="en-US"/>
      </w:rPr>
      <w:t xml:space="preserve"> </w:t>
    </w:r>
    <w:r w:rsidR="00AF6D8A" w:rsidRPr="006D6699">
      <w:rPr>
        <w:sz w:val="18"/>
      </w:rPr>
      <w:fldChar w:fldCharType="begin"/>
    </w:r>
    <w:r w:rsidR="00AF6D8A" w:rsidRPr="00106BB1">
      <w:rPr>
        <w:sz w:val="18"/>
        <w:lang w:val="en-US"/>
      </w:rPr>
      <w:instrText xml:space="preserve"> NUMPAGES </w:instrText>
    </w:r>
    <w:r w:rsidR="00AF6D8A" w:rsidRPr="006D6699">
      <w:rPr>
        <w:sz w:val="18"/>
      </w:rPr>
      <w:fldChar w:fldCharType="separate"/>
    </w:r>
    <w:r w:rsidR="00B240F8">
      <w:rPr>
        <w:noProof/>
        <w:sz w:val="18"/>
        <w:lang w:val="en-US"/>
      </w:rPr>
      <w:t>9</w:t>
    </w:r>
    <w:r w:rsidR="00AF6D8A" w:rsidRPr="006D6699">
      <w:rPr>
        <w:sz w:val="18"/>
      </w:rPr>
      <w:fldChar w:fldCharType="end"/>
    </w:r>
  </w:p>
  <w:p w:rsidR="00AF6D8A" w:rsidRDefault="00AF6D8A" w:rsidP="006E2DE4">
    <w:pPr>
      <w:widowControl/>
      <w:tabs>
        <w:tab w:val="center" w:pos="5007"/>
        <w:tab w:val="right" w:pos="10015"/>
      </w:tabs>
      <w:rPr>
        <w:sz w:val="16"/>
        <w:szCs w:val="16"/>
        <w:lang w:val="en-US" w:eastAsia="en-US"/>
      </w:rPr>
    </w:pPr>
  </w:p>
  <w:p w:rsidR="00AF6D8A" w:rsidRDefault="00AF6D8A" w:rsidP="006E2DE4">
    <w:pPr>
      <w:widowControl/>
      <w:tabs>
        <w:tab w:val="center" w:pos="5007"/>
        <w:tab w:val="right" w:pos="10015"/>
      </w:tabs>
      <w:rPr>
        <w:sz w:val="16"/>
        <w:szCs w:val="16"/>
        <w:lang w:val="en-US" w:eastAsia="en-US"/>
      </w:rPr>
    </w:pPr>
  </w:p>
  <w:p w:rsidR="00B32F69" w:rsidRPr="006E2DE4" w:rsidRDefault="00AF6D8A" w:rsidP="006E2DE4">
    <w:pPr>
      <w:widowControl/>
      <w:tabs>
        <w:tab w:val="center" w:pos="5007"/>
        <w:tab w:val="right" w:pos="10015"/>
      </w:tabs>
      <w:rPr>
        <w:sz w:val="16"/>
        <w:szCs w:val="16"/>
        <w:lang w:val="en-US" w:eastAsia="en-US"/>
      </w:rPr>
    </w:pPr>
    <w:r>
      <w:rPr>
        <w:sz w:val="16"/>
        <w:szCs w:val="16"/>
        <w:lang w:val="en-US" w:eastAsia="en-US"/>
      </w:rPr>
      <w:tab/>
      <w:t>owner: Mutter /Purchase Director direct  materials  available on intranet</w:t>
    </w:r>
    <w:r w:rsidR="006E2DE4" w:rsidRPr="00AE091F">
      <w:rPr>
        <w:sz w:val="16"/>
        <w:szCs w:val="16"/>
        <w:lang w:val="en-US"/>
      </w:rPr>
      <w:tab/>
      <w:t xml:space="preserve">                                            </w:t>
    </w:r>
    <w:r w:rsidR="006E2DE4">
      <w:rPr>
        <w:sz w:val="16"/>
        <w:szCs w:val="16"/>
        <w:lang w:val="en-US"/>
      </w:rPr>
      <w:t xml:space="preserve"> </w:t>
    </w:r>
    <w:r w:rsidR="006E2DE4" w:rsidRPr="006E2DE4">
      <w:rPr>
        <w:sz w:val="16"/>
        <w:szCs w:val="16"/>
        <w:lang w:val="en-US" w:eastAsia="en-US"/>
      </w:rPr>
      <w:tab/>
    </w:r>
    <w:r w:rsidR="006E2DE4">
      <w:rPr>
        <w:sz w:val="16"/>
        <w:szCs w:val="16"/>
        <w:lang w:val="en-US" w:eastAsia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B77" w:rsidRDefault="00363B77">
      <w:r>
        <w:separator/>
      </w:r>
    </w:p>
  </w:footnote>
  <w:footnote w:type="continuationSeparator" w:id="0">
    <w:p w:rsidR="00363B77" w:rsidRDefault="00363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F69" w:rsidRPr="000C318E" w:rsidRDefault="00B240F8">
    <w:pPr>
      <w:pStyle w:val="Kopfzeile"/>
      <w:rPr>
        <w:sz w:val="32"/>
        <w:szCs w:val="32"/>
        <w:lang w:val="en-US"/>
      </w:rPr>
    </w:pPr>
    <w:r>
      <w:rPr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5196205</wp:posOffset>
          </wp:positionH>
          <wp:positionV relativeFrom="margin">
            <wp:posOffset>-768350</wp:posOffset>
          </wp:positionV>
          <wp:extent cx="1449070" cy="621665"/>
          <wp:effectExtent l="0" t="0" r="0" b="6985"/>
          <wp:wrapSquare wrapText="bothSides"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62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318E" w:rsidRPr="000C318E">
      <w:rPr>
        <w:sz w:val="32"/>
        <w:szCs w:val="32"/>
        <w:lang w:val="en-US"/>
      </w:rPr>
      <w:t>Supplier Self-Assessment</w:t>
    </w:r>
  </w:p>
  <w:p w:rsidR="000C318E" w:rsidRPr="000C318E" w:rsidRDefault="000C318E">
    <w:pPr>
      <w:pStyle w:val="Kopfzeile"/>
      <w:rPr>
        <w:sz w:val="32"/>
        <w:szCs w:val="32"/>
        <w:lang w:val="en-US"/>
      </w:rPr>
    </w:pPr>
    <w:r w:rsidRPr="000C318E">
      <w:rPr>
        <w:sz w:val="32"/>
        <w:szCs w:val="32"/>
        <w:lang w:val="en-US"/>
      </w:rPr>
      <w:t>Lieferantenselbstauskunft</w:t>
    </w:r>
  </w:p>
  <w:p w:rsidR="000C318E" w:rsidRDefault="00B240F8">
    <w:pPr>
      <w:pStyle w:val="Kopfzeile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102235</wp:posOffset>
              </wp:positionV>
              <wp:extent cx="5106670" cy="0"/>
              <wp:effectExtent l="0" t="0" r="0" b="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06670" cy="0"/>
                      </a:xfrm>
                      <a:prstGeom prst="straightConnector1">
                        <a:avLst/>
                      </a:prstGeom>
                      <a:noFill/>
                      <a:ln w="31750">
                        <a:solidFill>
                          <a:srgbClr val="D52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.35pt;margin-top:8.05pt;width:402.1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" strokecolor="#d52128" strokeweight="2.5pt"/>
          </w:pict>
        </mc:Fallback>
      </mc:AlternateContent>
    </w:r>
  </w:p>
  <w:p w:rsidR="000C318E" w:rsidRPr="00106BB1" w:rsidRDefault="000C318E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339A1B4E"/>
    <w:lvl w:ilvl="0">
      <w:start w:val="1"/>
      <w:numFmt w:val="decimal"/>
      <w:pStyle w:val="berschrift1"/>
      <w:lvlText w:val="%1"/>
      <w:legacy w:legacy="1" w:legacySpace="120" w:legacyIndent="432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egacy w:legacy="1" w:legacySpace="120" w:legacyIndent="576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egacy w:legacy="1" w:legacySpace="120" w:legacyIndent="720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egacy w:legacy="1" w:legacySpace="120" w:legacyIndent="86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egacy w:legacy="1" w:legacySpace="120" w:legacyIndent="1008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egacy w:legacy="1" w:legacySpace="120" w:legacyIndent="1152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egacy w:legacy="1" w:legacySpace="120" w:legacyIndent="1296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egacy w:legacy="1" w:legacySpace="120" w:legacyIndent="1440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egacy w:legacy="1" w:legacySpace="120" w:legacyIndent="1584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OSa4RQMCNt1L6/5eTbx7cmZtWY=" w:salt="OU+RtXEdfbZoDcyWZL0mrQ==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3074"/>
    <o:shapelayout v:ext="edit"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2D"/>
    <w:rsid w:val="00013FE8"/>
    <w:rsid w:val="00014AE2"/>
    <w:rsid w:val="000153ED"/>
    <w:rsid w:val="000167CA"/>
    <w:rsid w:val="00025BFF"/>
    <w:rsid w:val="00036B47"/>
    <w:rsid w:val="000433DA"/>
    <w:rsid w:val="00044191"/>
    <w:rsid w:val="00060BA9"/>
    <w:rsid w:val="00062CBE"/>
    <w:rsid w:val="000637FD"/>
    <w:rsid w:val="00064C1E"/>
    <w:rsid w:val="00065C07"/>
    <w:rsid w:val="00070449"/>
    <w:rsid w:val="00070F85"/>
    <w:rsid w:val="00074E43"/>
    <w:rsid w:val="00096075"/>
    <w:rsid w:val="000A52B8"/>
    <w:rsid w:val="000B0119"/>
    <w:rsid w:val="000B08D9"/>
    <w:rsid w:val="000B3688"/>
    <w:rsid w:val="000C318E"/>
    <w:rsid w:val="000C3FDE"/>
    <w:rsid w:val="000D3152"/>
    <w:rsid w:val="000E3452"/>
    <w:rsid w:val="000F188C"/>
    <w:rsid w:val="00100BC2"/>
    <w:rsid w:val="00106BB1"/>
    <w:rsid w:val="00110477"/>
    <w:rsid w:val="00112241"/>
    <w:rsid w:val="0012367F"/>
    <w:rsid w:val="00137B3F"/>
    <w:rsid w:val="00143E8C"/>
    <w:rsid w:val="00152569"/>
    <w:rsid w:val="00164D8B"/>
    <w:rsid w:val="00166F7F"/>
    <w:rsid w:val="00171ED4"/>
    <w:rsid w:val="00172854"/>
    <w:rsid w:val="00173A84"/>
    <w:rsid w:val="001802F1"/>
    <w:rsid w:val="00182750"/>
    <w:rsid w:val="00183DAD"/>
    <w:rsid w:val="00187130"/>
    <w:rsid w:val="00191DF8"/>
    <w:rsid w:val="00195F2E"/>
    <w:rsid w:val="001A569B"/>
    <w:rsid w:val="001A6CA7"/>
    <w:rsid w:val="001B1259"/>
    <w:rsid w:val="001B1C48"/>
    <w:rsid w:val="001B75FE"/>
    <w:rsid w:val="001C3247"/>
    <w:rsid w:val="001C54F8"/>
    <w:rsid w:val="001C6937"/>
    <w:rsid w:val="001E0754"/>
    <w:rsid w:val="001E09D3"/>
    <w:rsid w:val="001E0E98"/>
    <w:rsid w:val="001E24AF"/>
    <w:rsid w:val="001E7759"/>
    <w:rsid w:val="001F0423"/>
    <w:rsid w:val="001F76F5"/>
    <w:rsid w:val="002005C5"/>
    <w:rsid w:val="002046F5"/>
    <w:rsid w:val="00232470"/>
    <w:rsid w:val="00233015"/>
    <w:rsid w:val="002359A6"/>
    <w:rsid w:val="002372FB"/>
    <w:rsid w:val="00252F3F"/>
    <w:rsid w:val="00253A2E"/>
    <w:rsid w:val="00255566"/>
    <w:rsid w:val="002766DF"/>
    <w:rsid w:val="0028115C"/>
    <w:rsid w:val="00294615"/>
    <w:rsid w:val="002A0BA8"/>
    <w:rsid w:val="002A3334"/>
    <w:rsid w:val="002B5A3C"/>
    <w:rsid w:val="002C2391"/>
    <w:rsid w:val="002C51F7"/>
    <w:rsid w:val="002E7F6A"/>
    <w:rsid w:val="002F7EFF"/>
    <w:rsid w:val="003031FE"/>
    <w:rsid w:val="0030491D"/>
    <w:rsid w:val="00311802"/>
    <w:rsid w:val="003157A7"/>
    <w:rsid w:val="00315971"/>
    <w:rsid w:val="00317E6F"/>
    <w:rsid w:val="00332D43"/>
    <w:rsid w:val="00343634"/>
    <w:rsid w:val="003467A4"/>
    <w:rsid w:val="00350364"/>
    <w:rsid w:val="00355235"/>
    <w:rsid w:val="00356F4D"/>
    <w:rsid w:val="0036372B"/>
    <w:rsid w:val="00363B77"/>
    <w:rsid w:val="0036768D"/>
    <w:rsid w:val="00377098"/>
    <w:rsid w:val="003905C7"/>
    <w:rsid w:val="00392559"/>
    <w:rsid w:val="003947D0"/>
    <w:rsid w:val="00395CEA"/>
    <w:rsid w:val="00395F2D"/>
    <w:rsid w:val="003A266B"/>
    <w:rsid w:val="003A466E"/>
    <w:rsid w:val="003A5BB1"/>
    <w:rsid w:val="003A6CF9"/>
    <w:rsid w:val="003C3565"/>
    <w:rsid w:val="003C72B9"/>
    <w:rsid w:val="003E17A1"/>
    <w:rsid w:val="003E557C"/>
    <w:rsid w:val="003F3131"/>
    <w:rsid w:val="004027A8"/>
    <w:rsid w:val="00404103"/>
    <w:rsid w:val="00414C7D"/>
    <w:rsid w:val="004237CA"/>
    <w:rsid w:val="00432082"/>
    <w:rsid w:val="00445D35"/>
    <w:rsid w:val="00461E2D"/>
    <w:rsid w:val="00486442"/>
    <w:rsid w:val="00490A2C"/>
    <w:rsid w:val="00494E8C"/>
    <w:rsid w:val="004A1758"/>
    <w:rsid w:val="004A727A"/>
    <w:rsid w:val="004C16F5"/>
    <w:rsid w:val="004C2610"/>
    <w:rsid w:val="004C294A"/>
    <w:rsid w:val="004D02D9"/>
    <w:rsid w:val="004E2108"/>
    <w:rsid w:val="004E4BE6"/>
    <w:rsid w:val="004F1A1D"/>
    <w:rsid w:val="005002CB"/>
    <w:rsid w:val="00506D08"/>
    <w:rsid w:val="005131CE"/>
    <w:rsid w:val="00513CFE"/>
    <w:rsid w:val="00513D69"/>
    <w:rsid w:val="005255B8"/>
    <w:rsid w:val="005310A4"/>
    <w:rsid w:val="005415E7"/>
    <w:rsid w:val="00553827"/>
    <w:rsid w:val="00554DC0"/>
    <w:rsid w:val="0056200D"/>
    <w:rsid w:val="00562B94"/>
    <w:rsid w:val="00574C1C"/>
    <w:rsid w:val="0058162D"/>
    <w:rsid w:val="00581E9C"/>
    <w:rsid w:val="00582A15"/>
    <w:rsid w:val="00584968"/>
    <w:rsid w:val="00597D6A"/>
    <w:rsid w:val="005A21F8"/>
    <w:rsid w:val="005B0B86"/>
    <w:rsid w:val="005B46C2"/>
    <w:rsid w:val="005C1DCC"/>
    <w:rsid w:val="005C520D"/>
    <w:rsid w:val="005C62BA"/>
    <w:rsid w:val="005F08B2"/>
    <w:rsid w:val="005F0C6D"/>
    <w:rsid w:val="005F57C1"/>
    <w:rsid w:val="00600B6F"/>
    <w:rsid w:val="00611370"/>
    <w:rsid w:val="00622BD9"/>
    <w:rsid w:val="00637791"/>
    <w:rsid w:val="0063780F"/>
    <w:rsid w:val="006433E7"/>
    <w:rsid w:val="00656644"/>
    <w:rsid w:val="00661514"/>
    <w:rsid w:val="006647CA"/>
    <w:rsid w:val="00664AE4"/>
    <w:rsid w:val="00673EF6"/>
    <w:rsid w:val="00676B97"/>
    <w:rsid w:val="00682119"/>
    <w:rsid w:val="0068313D"/>
    <w:rsid w:val="00684DBA"/>
    <w:rsid w:val="00695A42"/>
    <w:rsid w:val="006B15F0"/>
    <w:rsid w:val="006B64BF"/>
    <w:rsid w:val="006C4932"/>
    <w:rsid w:val="006D6AB3"/>
    <w:rsid w:val="006E021C"/>
    <w:rsid w:val="006E2DE4"/>
    <w:rsid w:val="006E555A"/>
    <w:rsid w:val="00700B6E"/>
    <w:rsid w:val="00707870"/>
    <w:rsid w:val="00730876"/>
    <w:rsid w:val="0074286A"/>
    <w:rsid w:val="0074748E"/>
    <w:rsid w:val="007645E6"/>
    <w:rsid w:val="00770A62"/>
    <w:rsid w:val="00771415"/>
    <w:rsid w:val="007778F4"/>
    <w:rsid w:val="0078464B"/>
    <w:rsid w:val="007A3B5F"/>
    <w:rsid w:val="007A4186"/>
    <w:rsid w:val="007A6B18"/>
    <w:rsid w:val="007B2F94"/>
    <w:rsid w:val="007B606F"/>
    <w:rsid w:val="007B6224"/>
    <w:rsid w:val="007C1D8C"/>
    <w:rsid w:val="007C3844"/>
    <w:rsid w:val="007C4746"/>
    <w:rsid w:val="007D0F3F"/>
    <w:rsid w:val="007E663C"/>
    <w:rsid w:val="007F6DFB"/>
    <w:rsid w:val="007F7904"/>
    <w:rsid w:val="00801D31"/>
    <w:rsid w:val="00806D03"/>
    <w:rsid w:val="008072C7"/>
    <w:rsid w:val="008078A1"/>
    <w:rsid w:val="0082125A"/>
    <w:rsid w:val="008219B8"/>
    <w:rsid w:val="00832080"/>
    <w:rsid w:val="00832199"/>
    <w:rsid w:val="00843870"/>
    <w:rsid w:val="00871A2E"/>
    <w:rsid w:val="00890D6D"/>
    <w:rsid w:val="00891160"/>
    <w:rsid w:val="0089188C"/>
    <w:rsid w:val="00893F0A"/>
    <w:rsid w:val="0089427B"/>
    <w:rsid w:val="008975EB"/>
    <w:rsid w:val="008A182E"/>
    <w:rsid w:val="008A5140"/>
    <w:rsid w:val="008B0368"/>
    <w:rsid w:val="008C300C"/>
    <w:rsid w:val="008E13FD"/>
    <w:rsid w:val="008E59F2"/>
    <w:rsid w:val="008F0307"/>
    <w:rsid w:val="00901E06"/>
    <w:rsid w:val="009032C2"/>
    <w:rsid w:val="009039A6"/>
    <w:rsid w:val="00905677"/>
    <w:rsid w:val="0092179D"/>
    <w:rsid w:val="00923960"/>
    <w:rsid w:val="0092678D"/>
    <w:rsid w:val="00927ACF"/>
    <w:rsid w:val="0093297B"/>
    <w:rsid w:val="00933451"/>
    <w:rsid w:val="0093399F"/>
    <w:rsid w:val="00934096"/>
    <w:rsid w:val="009402B6"/>
    <w:rsid w:val="00947CAD"/>
    <w:rsid w:val="009542F2"/>
    <w:rsid w:val="009544C0"/>
    <w:rsid w:val="009631CF"/>
    <w:rsid w:val="009632BB"/>
    <w:rsid w:val="0096506D"/>
    <w:rsid w:val="00966A3C"/>
    <w:rsid w:val="009670B8"/>
    <w:rsid w:val="00982B2B"/>
    <w:rsid w:val="009836ED"/>
    <w:rsid w:val="00995163"/>
    <w:rsid w:val="009A2542"/>
    <w:rsid w:val="009C195B"/>
    <w:rsid w:val="009C64D0"/>
    <w:rsid w:val="009D39FA"/>
    <w:rsid w:val="009D539E"/>
    <w:rsid w:val="009D592C"/>
    <w:rsid w:val="009E368C"/>
    <w:rsid w:val="009F49B9"/>
    <w:rsid w:val="00A212E7"/>
    <w:rsid w:val="00A2289F"/>
    <w:rsid w:val="00A22B66"/>
    <w:rsid w:val="00A23D18"/>
    <w:rsid w:val="00A30418"/>
    <w:rsid w:val="00A35BE9"/>
    <w:rsid w:val="00A40FC3"/>
    <w:rsid w:val="00A44572"/>
    <w:rsid w:val="00A510E2"/>
    <w:rsid w:val="00A636E5"/>
    <w:rsid w:val="00A70B5E"/>
    <w:rsid w:val="00A76AE3"/>
    <w:rsid w:val="00A81BD6"/>
    <w:rsid w:val="00A823EB"/>
    <w:rsid w:val="00A831F1"/>
    <w:rsid w:val="00A91CD1"/>
    <w:rsid w:val="00A92A3F"/>
    <w:rsid w:val="00AA012C"/>
    <w:rsid w:val="00AB2C69"/>
    <w:rsid w:val="00AC1238"/>
    <w:rsid w:val="00AC5347"/>
    <w:rsid w:val="00AC6459"/>
    <w:rsid w:val="00AE091F"/>
    <w:rsid w:val="00AF17A2"/>
    <w:rsid w:val="00AF6D8A"/>
    <w:rsid w:val="00B136C4"/>
    <w:rsid w:val="00B16E9E"/>
    <w:rsid w:val="00B21F81"/>
    <w:rsid w:val="00B22DEF"/>
    <w:rsid w:val="00B240F8"/>
    <w:rsid w:val="00B2650B"/>
    <w:rsid w:val="00B32F69"/>
    <w:rsid w:val="00B41116"/>
    <w:rsid w:val="00B53CEE"/>
    <w:rsid w:val="00B5566E"/>
    <w:rsid w:val="00B76CC9"/>
    <w:rsid w:val="00B83DEC"/>
    <w:rsid w:val="00B85E50"/>
    <w:rsid w:val="00B87A47"/>
    <w:rsid w:val="00B9755D"/>
    <w:rsid w:val="00BA0713"/>
    <w:rsid w:val="00BB194F"/>
    <w:rsid w:val="00BB38C8"/>
    <w:rsid w:val="00BC77FF"/>
    <w:rsid w:val="00BE3133"/>
    <w:rsid w:val="00BF49AA"/>
    <w:rsid w:val="00BF763A"/>
    <w:rsid w:val="00C02067"/>
    <w:rsid w:val="00C06BA3"/>
    <w:rsid w:val="00C1386B"/>
    <w:rsid w:val="00C3278A"/>
    <w:rsid w:val="00C37A47"/>
    <w:rsid w:val="00C473EE"/>
    <w:rsid w:val="00C4790D"/>
    <w:rsid w:val="00C73DC4"/>
    <w:rsid w:val="00C74872"/>
    <w:rsid w:val="00C82701"/>
    <w:rsid w:val="00C87FCD"/>
    <w:rsid w:val="00C96816"/>
    <w:rsid w:val="00CA6341"/>
    <w:rsid w:val="00CB4E3D"/>
    <w:rsid w:val="00CD02D6"/>
    <w:rsid w:val="00CD27DD"/>
    <w:rsid w:val="00CE4739"/>
    <w:rsid w:val="00CF0336"/>
    <w:rsid w:val="00CF2093"/>
    <w:rsid w:val="00CF486F"/>
    <w:rsid w:val="00D02246"/>
    <w:rsid w:val="00D11FA9"/>
    <w:rsid w:val="00D13071"/>
    <w:rsid w:val="00D3321D"/>
    <w:rsid w:val="00D339F9"/>
    <w:rsid w:val="00D75655"/>
    <w:rsid w:val="00D8088E"/>
    <w:rsid w:val="00D81EE1"/>
    <w:rsid w:val="00D831B1"/>
    <w:rsid w:val="00D85B24"/>
    <w:rsid w:val="00D917AA"/>
    <w:rsid w:val="00D930C8"/>
    <w:rsid w:val="00DA16B4"/>
    <w:rsid w:val="00DA350F"/>
    <w:rsid w:val="00DB25B4"/>
    <w:rsid w:val="00DB646F"/>
    <w:rsid w:val="00DB64D5"/>
    <w:rsid w:val="00DC2D73"/>
    <w:rsid w:val="00DC5877"/>
    <w:rsid w:val="00DD0197"/>
    <w:rsid w:val="00DD32D6"/>
    <w:rsid w:val="00DE0468"/>
    <w:rsid w:val="00DE2CEA"/>
    <w:rsid w:val="00DE2FF8"/>
    <w:rsid w:val="00DE3D46"/>
    <w:rsid w:val="00DE6513"/>
    <w:rsid w:val="00DF1649"/>
    <w:rsid w:val="00DF1FBE"/>
    <w:rsid w:val="00E120A7"/>
    <w:rsid w:val="00E209E9"/>
    <w:rsid w:val="00E2359C"/>
    <w:rsid w:val="00E23CEB"/>
    <w:rsid w:val="00E3168E"/>
    <w:rsid w:val="00E321DF"/>
    <w:rsid w:val="00E3406D"/>
    <w:rsid w:val="00E35B38"/>
    <w:rsid w:val="00E35BF0"/>
    <w:rsid w:val="00E3628F"/>
    <w:rsid w:val="00E44DAE"/>
    <w:rsid w:val="00E673A8"/>
    <w:rsid w:val="00EA1192"/>
    <w:rsid w:val="00EA5795"/>
    <w:rsid w:val="00EB0D80"/>
    <w:rsid w:val="00EC114F"/>
    <w:rsid w:val="00EC44CC"/>
    <w:rsid w:val="00ED2CE6"/>
    <w:rsid w:val="00ED4E9E"/>
    <w:rsid w:val="00EE7141"/>
    <w:rsid w:val="00EE77B8"/>
    <w:rsid w:val="00EF271A"/>
    <w:rsid w:val="00EF3E5A"/>
    <w:rsid w:val="00EF4A2A"/>
    <w:rsid w:val="00EF4C72"/>
    <w:rsid w:val="00F036F9"/>
    <w:rsid w:val="00F11980"/>
    <w:rsid w:val="00F14AAA"/>
    <w:rsid w:val="00F179FE"/>
    <w:rsid w:val="00F17E74"/>
    <w:rsid w:val="00F27C1A"/>
    <w:rsid w:val="00F413A4"/>
    <w:rsid w:val="00F445B5"/>
    <w:rsid w:val="00F61F36"/>
    <w:rsid w:val="00F647AF"/>
    <w:rsid w:val="00F8300C"/>
    <w:rsid w:val="00F93FDB"/>
    <w:rsid w:val="00FA77E6"/>
    <w:rsid w:val="00FA7EE2"/>
    <w:rsid w:val="00FB6736"/>
    <w:rsid w:val="00FD233D"/>
    <w:rsid w:val="00FE40A8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EB0D80"/>
    <w:pPr>
      <w:keepNext/>
      <w:widowControl/>
      <w:numPr>
        <w:numId w:val="1"/>
      </w:numPr>
      <w:tabs>
        <w:tab w:val="num" w:pos="432"/>
      </w:tabs>
      <w:autoSpaceDE/>
      <w:autoSpaceDN/>
      <w:adjustRightInd/>
      <w:spacing w:before="120" w:after="60"/>
      <w:ind w:left="431" w:hanging="431"/>
      <w:outlineLvl w:val="0"/>
    </w:pPr>
    <w:rPr>
      <w:rFonts w:cs="Times New Roman"/>
      <w:b/>
      <w:kern w:val="28"/>
      <w:sz w:val="26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EB0D80"/>
    <w:pPr>
      <w:keepNext/>
      <w:widowControl/>
      <w:numPr>
        <w:ilvl w:val="1"/>
        <w:numId w:val="1"/>
      </w:numPr>
      <w:tabs>
        <w:tab w:val="num" w:pos="576"/>
      </w:tabs>
      <w:autoSpaceDE/>
      <w:autoSpaceDN/>
      <w:adjustRightInd/>
      <w:spacing w:before="100"/>
      <w:ind w:left="578" w:hanging="578"/>
      <w:outlineLvl w:val="1"/>
    </w:pPr>
    <w:rPr>
      <w:rFonts w:cs="Times New Roman"/>
      <w:b/>
      <w:i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EB0D80"/>
    <w:pPr>
      <w:keepNext/>
      <w:widowControl/>
      <w:numPr>
        <w:ilvl w:val="2"/>
        <w:numId w:val="1"/>
      </w:numPr>
      <w:tabs>
        <w:tab w:val="num" w:pos="720"/>
      </w:tabs>
      <w:autoSpaceDE/>
      <w:autoSpaceDN/>
      <w:adjustRightInd/>
      <w:spacing w:before="240" w:after="60"/>
      <w:outlineLvl w:val="2"/>
    </w:pPr>
    <w:rPr>
      <w:rFonts w:cs="Times New Roman"/>
      <w:sz w:val="24"/>
    </w:rPr>
  </w:style>
  <w:style w:type="paragraph" w:styleId="berschrift4">
    <w:name w:val="heading 4"/>
    <w:basedOn w:val="Standard"/>
    <w:next w:val="Standard"/>
    <w:link w:val="berschrift4Zchn"/>
    <w:qFormat/>
    <w:rsid w:val="00EB0D80"/>
    <w:pPr>
      <w:keepNext/>
      <w:widowControl/>
      <w:numPr>
        <w:ilvl w:val="3"/>
        <w:numId w:val="1"/>
      </w:numPr>
      <w:tabs>
        <w:tab w:val="num" w:pos="864"/>
      </w:tabs>
      <w:autoSpaceDE/>
      <w:autoSpaceDN/>
      <w:adjustRightInd/>
      <w:spacing w:before="240" w:after="60"/>
      <w:outlineLvl w:val="3"/>
    </w:pPr>
    <w:rPr>
      <w:rFonts w:cs="Times New Roman"/>
      <w:b/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EB0D80"/>
    <w:pPr>
      <w:widowControl/>
      <w:numPr>
        <w:ilvl w:val="4"/>
        <w:numId w:val="1"/>
      </w:numPr>
      <w:tabs>
        <w:tab w:val="num" w:pos="1008"/>
      </w:tabs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EB0D80"/>
    <w:pPr>
      <w:widowControl/>
      <w:numPr>
        <w:ilvl w:val="5"/>
        <w:numId w:val="1"/>
      </w:numPr>
      <w:tabs>
        <w:tab w:val="num" w:pos="1152"/>
      </w:tabs>
      <w:autoSpaceDE/>
      <w:autoSpaceDN/>
      <w:adjustRightInd/>
      <w:spacing w:before="240" w:after="60"/>
      <w:outlineLvl w:val="5"/>
    </w:pPr>
    <w:rPr>
      <w:rFonts w:ascii="Times New Roman" w:hAnsi="Times New Roman" w:cs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EB0D80"/>
    <w:pPr>
      <w:widowControl/>
      <w:numPr>
        <w:ilvl w:val="6"/>
        <w:numId w:val="1"/>
      </w:numPr>
      <w:tabs>
        <w:tab w:val="num" w:pos="1296"/>
      </w:tabs>
      <w:autoSpaceDE/>
      <w:autoSpaceDN/>
      <w:adjustRightInd/>
      <w:spacing w:before="240" w:after="60"/>
      <w:outlineLvl w:val="6"/>
    </w:pPr>
    <w:rPr>
      <w:rFonts w:cs="Times New Roman"/>
    </w:rPr>
  </w:style>
  <w:style w:type="paragraph" w:styleId="berschrift8">
    <w:name w:val="heading 8"/>
    <w:basedOn w:val="Standard"/>
    <w:next w:val="Standard"/>
    <w:link w:val="berschrift8Zchn"/>
    <w:qFormat/>
    <w:rsid w:val="00EB0D80"/>
    <w:pPr>
      <w:widowControl/>
      <w:numPr>
        <w:ilvl w:val="7"/>
        <w:numId w:val="1"/>
      </w:numPr>
      <w:tabs>
        <w:tab w:val="num" w:pos="1440"/>
      </w:tabs>
      <w:autoSpaceDE/>
      <w:autoSpaceDN/>
      <w:adjustRightInd/>
      <w:spacing w:before="240" w:after="60"/>
      <w:outlineLvl w:val="7"/>
    </w:pPr>
    <w:rPr>
      <w:rFonts w:cs="Times New Roman"/>
      <w:i/>
    </w:rPr>
  </w:style>
  <w:style w:type="paragraph" w:styleId="berschrift9">
    <w:name w:val="heading 9"/>
    <w:basedOn w:val="Standard"/>
    <w:next w:val="Standard"/>
    <w:link w:val="berschrift9Zchn"/>
    <w:qFormat/>
    <w:rsid w:val="00EB0D80"/>
    <w:pPr>
      <w:widowControl/>
      <w:numPr>
        <w:ilvl w:val="8"/>
        <w:numId w:val="1"/>
      </w:numPr>
      <w:tabs>
        <w:tab w:val="num" w:pos="1584"/>
      </w:tabs>
      <w:autoSpaceDE/>
      <w:autoSpaceDN/>
      <w:adjustRightInd/>
      <w:spacing w:before="240" w:after="60"/>
      <w:outlineLvl w:val="8"/>
    </w:pPr>
    <w:rPr>
      <w:rFonts w:cs="Times New Roman"/>
      <w:b/>
      <w:i/>
      <w:sz w:val="1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sid w:val="00395F2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F413A4"/>
    <w:rPr>
      <w:rFonts w:ascii="Arial" w:hAnsi="Arial" w:cs="Arial"/>
      <w:lang w:val="de-DE" w:eastAsia="de-DE"/>
    </w:rPr>
  </w:style>
  <w:style w:type="paragraph" w:customStyle="1" w:styleId="F-Kopf">
    <w:name w:val="F-Kopf"/>
    <w:basedOn w:val="Standard"/>
    <w:rsid w:val="00F413A4"/>
    <w:pPr>
      <w:keepNext/>
      <w:widowControl/>
      <w:tabs>
        <w:tab w:val="right" w:pos="9923"/>
      </w:tabs>
      <w:autoSpaceDE/>
      <w:autoSpaceDN/>
      <w:adjustRightInd/>
    </w:pPr>
    <w:rPr>
      <w:rFonts w:cs="Times New Roman"/>
      <w:sz w:val="16"/>
    </w:rPr>
  </w:style>
  <w:style w:type="character" w:customStyle="1" w:styleId="FuzeileZchn">
    <w:name w:val="Fußzeile Zchn"/>
    <w:link w:val="Fuzeile"/>
    <w:uiPriority w:val="99"/>
    <w:rsid w:val="00F413A4"/>
    <w:rPr>
      <w:rFonts w:ascii="Arial" w:hAnsi="Arial" w:cs="Arial"/>
      <w:lang w:val="de-DE" w:eastAsia="de-DE"/>
    </w:rPr>
  </w:style>
  <w:style w:type="paragraph" w:customStyle="1" w:styleId="Tabellenzeile">
    <w:name w:val="Tabellenzeile"/>
    <w:basedOn w:val="Standard"/>
    <w:rsid w:val="008F0307"/>
    <w:pPr>
      <w:widowControl/>
      <w:autoSpaceDE/>
      <w:autoSpaceDN/>
      <w:adjustRightInd/>
      <w:spacing w:before="40" w:after="40"/>
    </w:pPr>
    <w:rPr>
      <w:rFonts w:ascii="Univers" w:hAnsi="Univers" w:cs="Times New Roman"/>
    </w:rPr>
  </w:style>
  <w:style w:type="table" w:styleId="Tabellenraster">
    <w:name w:val="Table Grid"/>
    <w:basedOn w:val="NormaleTabelle"/>
    <w:rsid w:val="008F0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rsid w:val="008F0307"/>
    <w:pPr>
      <w:widowControl/>
      <w:autoSpaceDE/>
      <w:autoSpaceDN/>
      <w:adjustRightInd/>
    </w:pPr>
    <w:rPr>
      <w:rFonts w:ascii="Univers" w:hAnsi="Univers" w:cs="Times New Roman"/>
    </w:rPr>
  </w:style>
  <w:style w:type="character" w:customStyle="1" w:styleId="NurTextZchn">
    <w:name w:val="Nur Text Zchn"/>
    <w:link w:val="NurText"/>
    <w:rsid w:val="008F0307"/>
    <w:rPr>
      <w:rFonts w:ascii="Univers" w:hAnsi="Univers"/>
      <w:lang w:val="de-DE" w:eastAsia="de-DE"/>
    </w:rPr>
  </w:style>
  <w:style w:type="paragraph" w:styleId="Nachrichtenkopf">
    <w:name w:val="Message Header"/>
    <w:basedOn w:val="Standard"/>
    <w:link w:val="NachrichtenkopfZchn"/>
    <w:rsid w:val="008F0307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ind w:left="1134" w:hanging="1134"/>
    </w:pPr>
    <w:rPr>
      <w:rFonts w:ascii="Univers" w:hAnsi="Univers" w:cs="Times New Roman"/>
    </w:rPr>
  </w:style>
  <w:style w:type="character" w:customStyle="1" w:styleId="NachrichtenkopfZchn">
    <w:name w:val="Nachrichtenkopf Zchn"/>
    <w:link w:val="Nachrichtenkopf"/>
    <w:rsid w:val="008F0307"/>
    <w:rPr>
      <w:rFonts w:ascii="Univers" w:hAnsi="Univers"/>
      <w:shd w:val="pct20" w:color="auto" w:fill="auto"/>
      <w:lang w:val="de-DE" w:eastAsia="de-DE"/>
    </w:rPr>
  </w:style>
  <w:style w:type="paragraph" w:styleId="Index1">
    <w:name w:val="index 1"/>
    <w:basedOn w:val="Standard"/>
    <w:next w:val="Standard"/>
    <w:autoRedefine/>
    <w:rsid w:val="008F0307"/>
    <w:pPr>
      <w:widowControl/>
      <w:autoSpaceDE/>
      <w:autoSpaceDN/>
      <w:adjustRightInd/>
      <w:ind w:left="200" w:hanging="200"/>
    </w:pPr>
    <w:rPr>
      <w:rFonts w:ascii="Univers" w:hAnsi="Univers" w:cs="Times New Roman"/>
    </w:rPr>
  </w:style>
  <w:style w:type="character" w:customStyle="1" w:styleId="berschrift1Zchn">
    <w:name w:val="Überschrift 1 Zchn"/>
    <w:link w:val="berschrift1"/>
    <w:rsid w:val="00EB0D80"/>
    <w:rPr>
      <w:rFonts w:ascii="Arial" w:hAnsi="Arial"/>
      <w:b/>
      <w:kern w:val="28"/>
      <w:sz w:val="26"/>
      <w:lang w:val="de-DE" w:eastAsia="de-DE"/>
    </w:rPr>
  </w:style>
  <w:style w:type="character" w:customStyle="1" w:styleId="berschrift2Zchn">
    <w:name w:val="Überschrift 2 Zchn"/>
    <w:link w:val="berschrift2"/>
    <w:rsid w:val="00EB0D80"/>
    <w:rPr>
      <w:rFonts w:ascii="Arial" w:hAnsi="Arial"/>
      <w:b/>
      <w:i/>
      <w:sz w:val="24"/>
      <w:lang w:val="de-DE" w:eastAsia="de-DE"/>
    </w:rPr>
  </w:style>
  <w:style w:type="character" w:customStyle="1" w:styleId="berschrift3Zchn">
    <w:name w:val="Überschrift 3 Zchn"/>
    <w:link w:val="berschrift3"/>
    <w:rsid w:val="00EB0D80"/>
    <w:rPr>
      <w:rFonts w:ascii="Arial" w:hAnsi="Arial"/>
      <w:sz w:val="24"/>
      <w:lang w:val="de-DE" w:eastAsia="de-DE"/>
    </w:rPr>
  </w:style>
  <w:style w:type="character" w:customStyle="1" w:styleId="berschrift4Zchn">
    <w:name w:val="Überschrift 4 Zchn"/>
    <w:link w:val="berschrift4"/>
    <w:rsid w:val="00EB0D80"/>
    <w:rPr>
      <w:rFonts w:ascii="Arial" w:hAnsi="Arial"/>
      <w:b/>
      <w:sz w:val="24"/>
      <w:lang w:val="de-DE" w:eastAsia="de-DE"/>
    </w:rPr>
  </w:style>
  <w:style w:type="character" w:customStyle="1" w:styleId="berschrift5Zchn">
    <w:name w:val="Überschrift 5 Zchn"/>
    <w:link w:val="berschrift5"/>
    <w:rsid w:val="00EB0D80"/>
    <w:rPr>
      <w:sz w:val="22"/>
      <w:lang w:val="de-DE" w:eastAsia="de-DE"/>
    </w:rPr>
  </w:style>
  <w:style w:type="character" w:customStyle="1" w:styleId="berschrift6Zchn">
    <w:name w:val="Überschrift 6 Zchn"/>
    <w:link w:val="berschrift6"/>
    <w:rsid w:val="00EB0D80"/>
    <w:rPr>
      <w:i/>
      <w:sz w:val="22"/>
      <w:lang w:val="de-DE" w:eastAsia="de-DE"/>
    </w:rPr>
  </w:style>
  <w:style w:type="character" w:customStyle="1" w:styleId="berschrift7Zchn">
    <w:name w:val="Überschrift 7 Zchn"/>
    <w:link w:val="berschrift7"/>
    <w:rsid w:val="00EB0D80"/>
    <w:rPr>
      <w:rFonts w:ascii="Arial" w:hAnsi="Arial"/>
      <w:lang w:val="de-DE" w:eastAsia="de-DE"/>
    </w:rPr>
  </w:style>
  <w:style w:type="character" w:customStyle="1" w:styleId="berschrift8Zchn">
    <w:name w:val="Überschrift 8 Zchn"/>
    <w:link w:val="berschrift8"/>
    <w:rsid w:val="00EB0D80"/>
    <w:rPr>
      <w:rFonts w:ascii="Arial" w:hAnsi="Arial"/>
      <w:i/>
      <w:lang w:val="de-DE" w:eastAsia="de-DE"/>
    </w:rPr>
  </w:style>
  <w:style w:type="character" w:customStyle="1" w:styleId="berschrift9Zchn">
    <w:name w:val="Überschrift 9 Zchn"/>
    <w:link w:val="berschrift9"/>
    <w:rsid w:val="00EB0D80"/>
    <w:rPr>
      <w:rFonts w:ascii="Arial" w:hAnsi="Arial"/>
      <w:b/>
      <w:i/>
      <w:sz w:val="18"/>
      <w:lang w:val="de-DE" w:eastAsia="de-DE"/>
    </w:rPr>
  </w:style>
  <w:style w:type="paragraph" w:styleId="Listenabsatz">
    <w:name w:val="List Paragraph"/>
    <w:basedOn w:val="Standard"/>
    <w:uiPriority w:val="34"/>
    <w:qFormat/>
    <w:rsid w:val="00FA7EE2"/>
    <w:pPr>
      <w:widowControl/>
      <w:overflowPunct w:val="0"/>
      <w:ind w:left="720"/>
      <w:contextualSpacing/>
      <w:textAlignment w:val="baseline"/>
    </w:pPr>
    <w:rPr>
      <w:rFonts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EB0D80"/>
    <w:pPr>
      <w:keepNext/>
      <w:widowControl/>
      <w:numPr>
        <w:numId w:val="1"/>
      </w:numPr>
      <w:tabs>
        <w:tab w:val="num" w:pos="432"/>
      </w:tabs>
      <w:autoSpaceDE/>
      <w:autoSpaceDN/>
      <w:adjustRightInd/>
      <w:spacing w:before="120" w:after="60"/>
      <w:ind w:left="431" w:hanging="431"/>
      <w:outlineLvl w:val="0"/>
    </w:pPr>
    <w:rPr>
      <w:rFonts w:cs="Times New Roman"/>
      <w:b/>
      <w:kern w:val="28"/>
      <w:sz w:val="26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EB0D80"/>
    <w:pPr>
      <w:keepNext/>
      <w:widowControl/>
      <w:numPr>
        <w:ilvl w:val="1"/>
        <w:numId w:val="1"/>
      </w:numPr>
      <w:tabs>
        <w:tab w:val="num" w:pos="576"/>
      </w:tabs>
      <w:autoSpaceDE/>
      <w:autoSpaceDN/>
      <w:adjustRightInd/>
      <w:spacing w:before="100"/>
      <w:ind w:left="578" w:hanging="578"/>
      <w:outlineLvl w:val="1"/>
    </w:pPr>
    <w:rPr>
      <w:rFonts w:cs="Times New Roman"/>
      <w:b/>
      <w:i/>
      <w:sz w:val="24"/>
    </w:rPr>
  </w:style>
  <w:style w:type="paragraph" w:styleId="berschrift3">
    <w:name w:val="heading 3"/>
    <w:basedOn w:val="Standard"/>
    <w:next w:val="Standard"/>
    <w:link w:val="berschrift3Zchn"/>
    <w:qFormat/>
    <w:rsid w:val="00EB0D80"/>
    <w:pPr>
      <w:keepNext/>
      <w:widowControl/>
      <w:numPr>
        <w:ilvl w:val="2"/>
        <w:numId w:val="1"/>
      </w:numPr>
      <w:tabs>
        <w:tab w:val="num" w:pos="720"/>
      </w:tabs>
      <w:autoSpaceDE/>
      <w:autoSpaceDN/>
      <w:adjustRightInd/>
      <w:spacing w:before="240" w:after="60"/>
      <w:outlineLvl w:val="2"/>
    </w:pPr>
    <w:rPr>
      <w:rFonts w:cs="Times New Roman"/>
      <w:sz w:val="24"/>
    </w:rPr>
  </w:style>
  <w:style w:type="paragraph" w:styleId="berschrift4">
    <w:name w:val="heading 4"/>
    <w:basedOn w:val="Standard"/>
    <w:next w:val="Standard"/>
    <w:link w:val="berschrift4Zchn"/>
    <w:qFormat/>
    <w:rsid w:val="00EB0D80"/>
    <w:pPr>
      <w:keepNext/>
      <w:widowControl/>
      <w:numPr>
        <w:ilvl w:val="3"/>
        <w:numId w:val="1"/>
      </w:numPr>
      <w:tabs>
        <w:tab w:val="num" w:pos="864"/>
      </w:tabs>
      <w:autoSpaceDE/>
      <w:autoSpaceDN/>
      <w:adjustRightInd/>
      <w:spacing w:before="240" w:after="60"/>
      <w:outlineLvl w:val="3"/>
    </w:pPr>
    <w:rPr>
      <w:rFonts w:cs="Times New Roman"/>
      <w:b/>
      <w:sz w:val="24"/>
    </w:rPr>
  </w:style>
  <w:style w:type="paragraph" w:styleId="berschrift5">
    <w:name w:val="heading 5"/>
    <w:basedOn w:val="Standard"/>
    <w:next w:val="Standard"/>
    <w:link w:val="berschrift5Zchn"/>
    <w:qFormat/>
    <w:rsid w:val="00EB0D80"/>
    <w:pPr>
      <w:widowControl/>
      <w:numPr>
        <w:ilvl w:val="4"/>
        <w:numId w:val="1"/>
      </w:numPr>
      <w:tabs>
        <w:tab w:val="num" w:pos="1008"/>
      </w:tabs>
      <w:autoSpaceDE/>
      <w:autoSpaceDN/>
      <w:adjustRightInd/>
      <w:spacing w:before="240" w:after="60"/>
      <w:outlineLvl w:val="4"/>
    </w:pPr>
    <w:rPr>
      <w:rFonts w:ascii="Times New Roman" w:hAnsi="Times New Roman" w:cs="Times New Roman"/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EB0D80"/>
    <w:pPr>
      <w:widowControl/>
      <w:numPr>
        <w:ilvl w:val="5"/>
        <w:numId w:val="1"/>
      </w:numPr>
      <w:tabs>
        <w:tab w:val="num" w:pos="1152"/>
      </w:tabs>
      <w:autoSpaceDE/>
      <w:autoSpaceDN/>
      <w:adjustRightInd/>
      <w:spacing w:before="240" w:after="60"/>
      <w:outlineLvl w:val="5"/>
    </w:pPr>
    <w:rPr>
      <w:rFonts w:ascii="Times New Roman" w:hAnsi="Times New Roman" w:cs="Times New Roman"/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EB0D80"/>
    <w:pPr>
      <w:widowControl/>
      <w:numPr>
        <w:ilvl w:val="6"/>
        <w:numId w:val="1"/>
      </w:numPr>
      <w:tabs>
        <w:tab w:val="num" w:pos="1296"/>
      </w:tabs>
      <w:autoSpaceDE/>
      <w:autoSpaceDN/>
      <w:adjustRightInd/>
      <w:spacing w:before="240" w:after="60"/>
      <w:outlineLvl w:val="6"/>
    </w:pPr>
    <w:rPr>
      <w:rFonts w:cs="Times New Roman"/>
    </w:rPr>
  </w:style>
  <w:style w:type="paragraph" w:styleId="berschrift8">
    <w:name w:val="heading 8"/>
    <w:basedOn w:val="Standard"/>
    <w:next w:val="Standard"/>
    <w:link w:val="berschrift8Zchn"/>
    <w:qFormat/>
    <w:rsid w:val="00EB0D80"/>
    <w:pPr>
      <w:widowControl/>
      <w:numPr>
        <w:ilvl w:val="7"/>
        <w:numId w:val="1"/>
      </w:numPr>
      <w:tabs>
        <w:tab w:val="num" w:pos="1440"/>
      </w:tabs>
      <w:autoSpaceDE/>
      <w:autoSpaceDN/>
      <w:adjustRightInd/>
      <w:spacing w:before="240" w:after="60"/>
      <w:outlineLvl w:val="7"/>
    </w:pPr>
    <w:rPr>
      <w:rFonts w:cs="Times New Roman"/>
      <w:i/>
    </w:rPr>
  </w:style>
  <w:style w:type="paragraph" w:styleId="berschrift9">
    <w:name w:val="heading 9"/>
    <w:basedOn w:val="Standard"/>
    <w:next w:val="Standard"/>
    <w:link w:val="berschrift9Zchn"/>
    <w:qFormat/>
    <w:rsid w:val="00EB0D80"/>
    <w:pPr>
      <w:widowControl/>
      <w:numPr>
        <w:ilvl w:val="8"/>
        <w:numId w:val="1"/>
      </w:numPr>
      <w:tabs>
        <w:tab w:val="num" w:pos="1584"/>
      </w:tabs>
      <w:autoSpaceDE/>
      <w:autoSpaceDN/>
      <w:adjustRightInd/>
      <w:spacing w:before="240" w:after="60"/>
      <w:outlineLvl w:val="8"/>
    </w:pPr>
    <w:rPr>
      <w:rFonts w:cs="Times New Roman"/>
      <w:b/>
      <w:i/>
      <w:sz w:val="1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semiHidden/>
    <w:rsid w:val="00395F2D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rsid w:val="00F413A4"/>
    <w:rPr>
      <w:rFonts w:ascii="Arial" w:hAnsi="Arial" w:cs="Arial"/>
      <w:lang w:val="de-DE" w:eastAsia="de-DE"/>
    </w:rPr>
  </w:style>
  <w:style w:type="paragraph" w:customStyle="1" w:styleId="F-Kopf">
    <w:name w:val="F-Kopf"/>
    <w:basedOn w:val="Standard"/>
    <w:rsid w:val="00F413A4"/>
    <w:pPr>
      <w:keepNext/>
      <w:widowControl/>
      <w:tabs>
        <w:tab w:val="right" w:pos="9923"/>
      </w:tabs>
      <w:autoSpaceDE/>
      <w:autoSpaceDN/>
      <w:adjustRightInd/>
    </w:pPr>
    <w:rPr>
      <w:rFonts w:cs="Times New Roman"/>
      <w:sz w:val="16"/>
    </w:rPr>
  </w:style>
  <w:style w:type="character" w:customStyle="1" w:styleId="FuzeileZchn">
    <w:name w:val="Fußzeile Zchn"/>
    <w:link w:val="Fuzeile"/>
    <w:uiPriority w:val="99"/>
    <w:rsid w:val="00F413A4"/>
    <w:rPr>
      <w:rFonts w:ascii="Arial" w:hAnsi="Arial" w:cs="Arial"/>
      <w:lang w:val="de-DE" w:eastAsia="de-DE"/>
    </w:rPr>
  </w:style>
  <w:style w:type="paragraph" w:customStyle="1" w:styleId="Tabellenzeile">
    <w:name w:val="Tabellenzeile"/>
    <w:basedOn w:val="Standard"/>
    <w:rsid w:val="008F0307"/>
    <w:pPr>
      <w:widowControl/>
      <w:autoSpaceDE/>
      <w:autoSpaceDN/>
      <w:adjustRightInd/>
      <w:spacing w:before="40" w:after="40"/>
    </w:pPr>
    <w:rPr>
      <w:rFonts w:ascii="Univers" w:hAnsi="Univers" w:cs="Times New Roman"/>
    </w:rPr>
  </w:style>
  <w:style w:type="table" w:styleId="Tabellenraster">
    <w:name w:val="Table Grid"/>
    <w:basedOn w:val="NormaleTabelle"/>
    <w:rsid w:val="008F0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rsid w:val="008F0307"/>
    <w:pPr>
      <w:widowControl/>
      <w:autoSpaceDE/>
      <w:autoSpaceDN/>
      <w:adjustRightInd/>
    </w:pPr>
    <w:rPr>
      <w:rFonts w:ascii="Univers" w:hAnsi="Univers" w:cs="Times New Roman"/>
    </w:rPr>
  </w:style>
  <w:style w:type="character" w:customStyle="1" w:styleId="NurTextZchn">
    <w:name w:val="Nur Text Zchn"/>
    <w:link w:val="NurText"/>
    <w:rsid w:val="008F0307"/>
    <w:rPr>
      <w:rFonts w:ascii="Univers" w:hAnsi="Univers"/>
      <w:lang w:val="de-DE" w:eastAsia="de-DE"/>
    </w:rPr>
  </w:style>
  <w:style w:type="paragraph" w:styleId="Nachrichtenkopf">
    <w:name w:val="Message Header"/>
    <w:basedOn w:val="Standard"/>
    <w:link w:val="NachrichtenkopfZchn"/>
    <w:rsid w:val="008F0307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ind w:left="1134" w:hanging="1134"/>
    </w:pPr>
    <w:rPr>
      <w:rFonts w:ascii="Univers" w:hAnsi="Univers" w:cs="Times New Roman"/>
    </w:rPr>
  </w:style>
  <w:style w:type="character" w:customStyle="1" w:styleId="NachrichtenkopfZchn">
    <w:name w:val="Nachrichtenkopf Zchn"/>
    <w:link w:val="Nachrichtenkopf"/>
    <w:rsid w:val="008F0307"/>
    <w:rPr>
      <w:rFonts w:ascii="Univers" w:hAnsi="Univers"/>
      <w:shd w:val="pct20" w:color="auto" w:fill="auto"/>
      <w:lang w:val="de-DE" w:eastAsia="de-DE"/>
    </w:rPr>
  </w:style>
  <w:style w:type="paragraph" w:styleId="Index1">
    <w:name w:val="index 1"/>
    <w:basedOn w:val="Standard"/>
    <w:next w:val="Standard"/>
    <w:autoRedefine/>
    <w:rsid w:val="008F0307"/>
    <w:pPr>
      <w:widowControl/>
      <w:autoSpaceDE/>
      <w:autoSpaceDN/>
      <w:adjustRightInd/>
      <w:ind w:left="200" w:hanging="200"/>
    </w:pPr>
    <w:rPr>
      <w:rFonts w:ascii="Univers" w:hAnsi="Univers" w:cs="Times New Roman"/>
    </w:rPr>
  </w:style>
  <w:style w:type="character" w:customStyle="1" w:styleId="berschrift1Zchn">
    <w:name w:val="Überschrift 1 Zchn"/>
    <w:link w:val="berschrift1"/>
    <w:rsid w:val="00EB0D80"/>
    <w:rPr>
      <w:rFonts w:ascii="Arial" w:hAnsi="Arial"/>
      <w:b/>
      <w:kern w:val="28"/>
      <w:sz w:val="26"/>
      <w:lang w:val="de-DE" w:eastAsia="de-DE"/>
    </w:rPr>
  </w:style>
  <w:style w:type="character" w:customStyle="1" w:styleId="berschrift2Zchn">
    <w:name w:val="Überschrift 2 Zchn"/>
    <w:link w:val="berschrift2"/>
    <w:rsid w:val="00EB0D80"/>
    <w:rPr>
      <w:rFonts w:ascii="Arial" w:hAnsi="Arial"/>
      <w:b/>
      <w:i/>
      <w:sz w:val="24"/>
      <w:lang w:val="de-DE" w:eastAsia="de-DE"/>
    </w:rPr>
  </w:style>
  <w:style w:type="character" w:customStyle="1" w:styleId="berschrift3Zchn">
    <w:name w:val="Überschrift 3 Zchn"/>
    <w:link w:val="berschrift3"/>
    <w:rsid w:val="00EB0D80"/>
    <w:rPr>
      <w:rFonts w:ascii="Arial" w:hAnsi="Arial"/>
      <w:sz w:val="24"/>
      <w:lang w:val="de-DE" w:eastAsia="de-DE"/>
    </w:rPr>
  </w:style>
  <w:style w:type="character" w:customStyle="1" w:styleId="berschrift4Zchn">
    <w:name w:val="Überschrift 4 Zchn"/>
    <w:link w:val="berschrift4"/>
    <w:rsid w:val="00EB0D80"/>
    <w:rPr>
      <w:rFonts w:ascii="Arial" w:hAnsi="Arial"/>
      <w:b/>
      <w:sz w:val="24"/>
      <w:lang w:val="de-DE" w:eastAsia="de-DE"/>
    </w:rPr>
  </w:style>
  <w:style w:type="character" w:customStyle="1" w:styleId="berschrift5Zchn">
    <w:name w:val="Überschrift 5 Zchn"/>
    <w:link w:val="berschrift5"/>
    <w:rsid w:val="00EB0D80"/>
    <w:rPr>
      <w:sz w:val="22"/>
      <w:lang w:val="de-DE" w:eastAsia="de-DE"/>
    </w:rPr>
  </w:style>
  <w:style w:type="character" w:customStyle="1" w:styleId="berschrift6Zchn">
    <w:name w:val="Überschrift 6 Zchn"/>
    <w:link w:val="berschrift6"/>
    <w:rsid w:val="00EB0D80"/>
    <w:rPr>
      <w:i/>
      <w:sz w:val="22"/>
      <w:lang w:val="de-DE" w:eastAsia="de-DE"/>
    </w:rPr>
  </w:style>
  <w:style w:type="character" w:customStyle="1" w:styleId="berschrift7Zchn">
    <w:name w:val="Überschrift 7 Zchn"/>
    <w:link w:val="berschrift7"/>
    <w:rsid w:val="00EB0D80"/>
    <w:rPr>
      <w:rFonts w:ascii="Arial" w:hAnsi="Arial"/>
      <w:lang w:val="de-DE" w:eastAsia="de-DE"/>
    </w:rPr>
  </w:style>
  <w:style w:type="character" w:customStyle="1" w:styleId="berschrift8Zchn">
    <w:name w:val="Überschrift 8 Zchn"/>
    <w:link w:val="berschrift8"/>
    <w:rsid w:val="00EB0D80"/>
    <w:rPr>
      <w:rFonts w:ascii="Arial" w:hAnsi="Arial"/>
      <w:i/>
      <w:lang w:val="de-DE" w:eastAsia="de-DE"/>
    </w:rPr>
  </w:style>
  <w:style w:type="character" w:customStyle="1" w:styleId="berschrift9Zchn">
    <w:name w:val="Überschrift 9 Zchn"/>
    <w:link w:val="berschrift9"/>
    <w:rsid w:val="00EB0D80"/>
    <w:rPr>
      <w:rFonts w:ascii="Arial" w:hAnsi="Arial"/>
      <w:b/>
      <w:i/>
      <w:sz w:val="18"/>
      <w:lang w:val="de-DE" w:eastAsia="de-DE"/>
    </w:rPr>
  </w:style>
  <w:style w:type="paragraph" w:styleId="Listenabsatz">
    <w:name w:val="List Paragraph"/>
    <w:basedOn w:val="Standard"/>
    <w:uiPriority w:val="34"/>
    <w:qFormat/>
    <w:rsid w:val="00FA7EE2"/>
    <w:pPr>
      <w:widowControl/>
      <w:overflowPunct w:val="0"/>
      <w:ind w:left="720"/>
      <w:contextualSpacing/>
      <w:textAlignment w:val="baseline"/>
    </w:pPr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6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dict.leo.org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ict.cc/englisch-deutsch/cellphone.html" TargetMode="Externa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WR\LOKALE~1\Temp\tmp18F.tmp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C66574094EC84589FBC2CDED72D46F" ma:contentTypeVersion="47" ma:contentTypeDescription="Create a new document." ma:contentTypeScope="" ma:versionID="c2eb21f5713660cd2ae8793d9a61a43b">
  <xsd:schema xmlns:xsd="http://www.w3.org/2001/XMLSchema" xmlns:xs="http://www.w3.org/2001/XMLSchema" xmlns:p="http://schemas.microsoft.com/office/2006/metadata/properties" xmlns:ns1="4bc5ca16-e809-4197-952b-8bc149f85ef1" xmlns:ns3="$ListId:Standards;" targetNamespace="http://schemas.microsoft.com/office/2006/metadata/properties" ma:root="true" ma:fieldsID="53728a66af8449979f0bb8068bdae9a1" ns1:_="" ns3:_="">
    <xsd:import namespace="4bc5ca16-e809-4197-952b-8bc149f85ef1"/>
    <xsd:import namespace="$ListId:Standards;"/>
    <xsd:element name="properties">
      <xsd:complexType>
        <xsd:sequence>
          <xsd:element name="documentManagement">
            <xsd:complexType>
              <xsd:all>
                <xsd:element ref="ns1:Doc_x0020_Type" minOccurs="0"/>
                <xsd:element ref="ns1:I" minOccurs="0"/>
                <xsd:element ref="ns1:_x0049_2" minOccurs="0"/>
                <xsd:element ref="ns1:Creator" minOccurs="0"/>
                <xsd:element ref="ns1:Owner" minOccurs="0"/>
                <xsd:element ref="ns3:Language" minOccurs="0"/>
                <xsd:element ref="ns1:BP" minOccurs="0"/>
                <xsd:element ref="ns1:_x0044_N1" minOccurs="0"/>
                <xsd:element ref="ns1:_x0044_N2" minOccurs="0"/>
                <xsd:element ref="ns1:_x0044_N3" minOccurs="0"/>
                <xsd:element ref="ns1:_x0044_N4" minOccurs="0"/>
                <xsd:element ref="ns1:Form" minOccurs="0"/>
                <xsd:element ref="ns1:Subgroup" minOccurs="0"/>
                <xsd:element ref="ns1:Plants" minOccurs="0"/>
                <xsd:element ref="ns3:DLS" minOccurs="0"/>
                <xsd:element ref="ns3:No" minOccurs="0"/>
                <xsd:element ref="ns1:Heutiges_x0020_Datum_x0020_zum_x0020_Index_x0020_hinzuf_x00fc_gen_x003f_" minOccurs="0"/>
                <xsd:element ref="ns1:Index_x0020_Datum" minOccurs="0"/>
                <xsd:element ref="ns1:Index" minOccurs="0"/>
                <xsd:element ref="ns1:_x0033_0" minOccurs="0"/>
                <xsd:element ref="ns1:help" minOccurs="0"/>
                <xsd:element ref="ns1:Subgroup_x003a_Subgrou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5ca16-e809-4197-952b-8bc149f85ef1" elementFormDefault="qualified">
    <xsd:import namespace="http://schemas.microsoft.com/office/2006/documentManagement/types"/>
    <xsd:import namespace="http://schemas.microsoft.com/office/infopath/2007/PartnerControls"/>
    <xsd:element name="Doc_x0020_Type" ma:index="0" nillable="true" ma:displayName="Doc Type" ma:description="" ma:format="Dropdown" ma:internalName="Doc_x0020_Type">
      <xsd:simpleType>
        <xsd:restriction base="dms:Choice">
          <xsd:enumeration value="CP"/>
          <xsd:enumeration value="WI"/>
          <xsd:enumeration value="WP"/>
          <xsd:enumeration value="F"/>
          <xsd:enumeration value="MM"/>
        </xsd:restriction>
      </xsd:simpleType>
    </xsd:element>
    <xsd:element name="I" ma:index="3" nillable="true" ma:displayName="I" ma:default="A" ma:format="Dropdown" ma:internalName="I">
      <xsd:simpleType>
        <xsd:restriction base="dms:Choice">
          <xsd:enumeration value="A"/>
          <xsd:enumeration value="B"/>
          <xsd:enumeration value="C"/>
          <xsd:enumeration value="D"/>
          <xsd:enumeration value="E"/>
          <xsd:enumeration value="F"/>
          <xsd:enumeration value="G"/>
          <xsd:enumeration value="H"/>
          <xsd:enumeration value="I"/>
          <xsd:enumeration value="J"/>
          <xsd:enumeration value="K"/>
          <xsd:enumeration value="L"/>
          <xsd:enumeration value="M"/>
          <xsd:enumeration value="N"/>
          <xsd:enumeration value="O"/>
          <xsd:enumeration value="P"/>
          <xsd:enumeration value="Q"/>
          <xsd:enumeration value="R"/>
          <xsd:enumeration value="S"/>
          <xsd:enumeration value="T"/>
          <xsd:enumeration value="U"/>
          <xsd:enumeration value="V"/>
          <xsd:enumeration value="W"/>
        </xsd:restriction>
      </xsd:simpleType>
    </xsd:element>
    <xsd:element name="_x0049_2" ma:index="4" nillable="true" ma:displayName="Index (Date)" ma:description="" ma:internalName="_x0049_2">
      <xsd:simpleType>
        <xsd:restriction base="dms:Text">
          <xsd:maxLength value="255"/>
        </xsd:restriction>
      </xsd:simpleType>
    </xsd:element>
    <xsd:element name="Creator" ma:index="5" nillable="true" ma:displayName="Prepared by" ma:description="Creator of the document" ma:list="{4b8aaf35-a006-45a9-9287-94c23749aa1c}" ma:internalName="Creator" ma:showField="LinkTitleNoMenu" ma:web="{2350B4F7-F8CB-4198-BAE4-8068699AA0FC}">
      <xsd:simpleType>
        <xsd:restriction base="dms:Lookup"/>
      </xsd:simpleType>
    </xsd:element>
    <xsd:element name="Owner" ma:index="6" nillable="true" ma:displayName="Reviewed by" ma:list="{945d5739-3f3d-408e-aa49-419a67003137}" ma:internalName="Owner" ma:showField="LinkTitleNoMenu">
      <xsd:simpleType>
        <xsd:restriction base="dms:Lookup"/>
      </xsd:simpleType>
    </xsd:element>
    <xsd:element name="BP" ma:index="8" nillable="true" ma:displayName="BP" ma:description="Business Process" ma:format="Dropdown" ma:internalName="BP">
      <xsd:simpleType>
        <xsd:restriction base="dms:Choice">
          <xsd:enumeration value="Business Planning"/>
          <xsd:enumeration value="Controlling"/>
          <xsd:enumeration value="QM-System"/>
          <xsd:enumeration value="Employee Development"/>
          <xsd:enumeration value="Continuous Improvement"/>
          <xsd:enumeration value="Marketing/ Key Account"/>
          <xsd:enumeration value="Supply Chain Management"/>
          <xsd:enumeration value="Product Development"/>
          <xsd:enumeration value="Industrialisation"/>
          <xsd:enumeration value="Series Production"/>
          <xsd:enumeration value="Spareparts"/>
          <xsd:enumeration value="Projekt-/ Change Management"/>
          <xsd:enumeration value="Advanced Engineering"/>
          <xsd:enumeration value="Environment Safety&amp;Health"/>
          <xsd:enumeration value="Audits"/>
          <xsd:enumeration value="Information Management"/>
          <xsd:enumeration value="Maintenance&amp;Test Equipment"/>
          <xsd:enumeration value="Problem Solving"/>
        </xsd:restriction>
      </xsd:simpleType>
    </xsd:element>
    <xsd:element name="_x0044_N1" ma:index="9" nillable="true" ma:displayName="DN1" ma:description="Document Number Field 1:&#10;O-zz-zz-z-zzz" ma:internalName="_x0044_N1">
      <xsd:simpleType>
        <xsd:restriction base="dms:Text">
          <xsd:maxLength value="1"/>
        </xsd:restriction>
      </xsd:simpleType>
    </xsd:element>
    <xsd:element name="_x0044_N2" ma:index="10" nillable="true" ma:displayName="DN2" ma:description="Document Number Field 2:&#10;z-OO-zz-z-zzz" ma:internalName="_x0044_N2">
      <xsd:simpleType>
        <xsd:restriction base="dms:Text">
          <xsd:maxLength value="2"/>
        </xsd:restriction>
      </xsd:simpleType>
    </xsd:element>
    <xsd:element name="_x0044_N3" ma:index="11" nillable="true" ma:displayName="DN3" ma:description="Document Number Field 3:&#10;z-zz-OO-z-zzz" ma:internalName="_x0044_N3">
      <xsd:simpleType>
        <xsd:restriction base="dms:Text">
          <xsd:maxLength value="2"/>
        </xsd:restriction>
      </xsd:simpleType>
    </xsd:element>
    <xsd:element name="_x0044_N4" ma:index="12" nillable="true" ma:displayName="DN4" ma:description="Document Number Field 4:&#10;z-zz-zz-O-zzz" ma:internalName="_x0044_N4">
      <xsd:simpleType>
        <xsd:restriction base="dms:Text">
          <xsd:maxLength value="1"/>
        </xsd:restriction>
      </xsd:simpleType>
    </xsd:element>
    <xsd:element name="Form" ma:index="13" nillable="true" ma:displayName="Form" ma:default="-" ma:description="" ma:format="Dropdown" ma:internalName="Form">
      <xsd:simpleType>
        <xsd:restriction base="dms:Choice">
          <xsd:enumeration value="-"/>
          <xsd:enumeration value="F01"/>
          <xsd:enumeration value="F02"/>
          <xsd:enumeration value="F03"/>
          <xsd:enumeration value="F04"/>
          <xsd:enumeration value="F05"/>
          <xsd:enumeration value="F06"/>
          <xsd:enumeration value="F07"/>
          <xsd:enumeration value="F08"/>
          <xsd:enumeration value="F09"/>
          <xsd:enumeration value="F10"/>
          <xsd:enumeration value="F11"/>
          <xsd:enumeration value="F12"/>
          <xsd:enumeration value="F13"/>
          <xsd:enumeration value="F14"/>
          <xsd:enumeration value="F15"/>
          <xsd:enumeration value="F16"/>
          <xsd:enumeration value="F17"/>
          <xsd:enumeration value="F18"/>
          <xsd:enumeration value="F19"/>
          <xsd:enumeration value="F20"/>
          <xsd:enumeration value="F21"/>
          <xsd:enumeration value="F22"/>
          <xsd:enumeration value="F23"/>
          <xsd:enumeration value="F24"/>
          <xsd:enumeration value="F25"/>
          <xsd:enumeration value="F26"/>
          <xsd:enumeration value="F27"/>
          <xsd:enumeration value="F28"/>
          <xsd:enumeration value="F29"/>
          <xsd:enumeration value="F30"/>
          <xsd:enumeration value="F31"/>
          <xsd:enumeration value="F32"/>
          <xsd:enumeration value="F33"/>
          <xsd:enumeration value="F34"/>
          <xsd:enumeration value="F35"/>
          <xsd:enumeration value="F36"/>
          <xsd:enumeration value="F37"/>
          <xsd:enumeration value="F38"/>
          <xsd:enumeration value="F39"/>
          <xsd:enumeration value="F40"/>
          <xsd:enumeration value="F41"/>
          <xsd:enumeration value="F42"/>
          <xsd:enumeration value="F43"/>
          <xsd:enumeration value="F44"/>
          <xsd:enumeration value="F45"/>
          <xsd:enumeration value="F46"/>
          <xsd:enumeration value="F47"/>
          <xsd:enumeration value="F48"/>
          <xsd:enumeration value="F49"/>
          <xsd:enumeration value="F50"/>
          <xsd:enumeration value="F51"/>
          <xsd:enumeration value="F52"/>
          <xsd:enumeration value="F53"/>
          <xsd:enumeration value="F54"/>
          <xsd:enumeration value="F55"/>
          <xsd:enumeration value="F56"/>
          <xsd:enumeration value="F57"/>
          <xsd:enumeration value="F58"/>
          <xsd:enumeration value="F59"/>
          <xsd:enumeration value="F60"/>
          <xsd:enumeration value="F61"/>
          <xsd:enumeration value="F62"/>
          <xsd:enumeration value="F63"/>
          <xsd:enumeration value="F64"/>
          <xsd:enumeration value="F65"/>
          <xsd:enumeration value="F66"/>
          <xsd:enumeration value="F67"/>
          <xsd:enumeration value="F68"/>
          <xsd:enumeration value="F69"/>
          <xsd:enumeration value="F70"/>
          <xsd:enumeration value="F71"/>
          <xsd:enumeration value="F72"/>
          <xsd:enumeration value="F73"/>
          <xsd:enumeration value="F74"/>
          <xsd:enumeration value="F75"/>
          <xsd:enumeration value="F76"/>
          <xsd:enumeration value="F77"/>
          <xsd:enumeration value="F78"/>
          <xsd:enumeration value="F79"/>
          <xsd:enumeration value="F80"/>
          <xsd:enumeration value="F81"/>
          <xsd:enumeration value="F82"/>
          <xsd:enumeration value="F83"/>
          <xsd:enumeration value="F84"/>
          <xsd:enumeration value="F85"/>
          <xsd:enumeration value="F86"/>
          <xsd:enumeration value="F87"/>
          <xsd:enumeration value="F88"/>
          <xsd:enumeration value="F89"/>
          <xsd:enumeration value="F90"/>
          <xsd:enumeration value="F91"/>
          <xsd:enumeration value="F92"/>
          <xsd:enumeration value="F93"/>
          <xsd:enumeration value="F94"/>
          <xsd:enumeration value="F95"/>
          <xsd:enumeration value="F96"/>
          <xsd:enumeration value="F97"/>
          <xsd:enumeration value="F98"/>
          <xsd:enumeration value="F99"/>
        </xsd:restriction>
      </xsd:simpleType>
    </xsd:element>
    <xsd:element name="Subgroup" ma:index="14" nillable="true" ma:displayName="Subgroup" ma:description="" ma:list="{5ca55006-8ec4-426c-a41f-1d977f4e025e}" ma:internalName="Subgroup" ma:readOnly="false" ma:showField="Title" ma:web="{2350B4F7-F8CB-4198-BAE4-8068699AA0FC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lants" ma:index="15" nillable="true" ma:displayName="Plants" ma:description="Is filled automatically except the chosen subgroup is Individual" ma:list="{333ab954-a4c5-4cb3-ab5d-83142886b1c5}" ma:internalName="Plants" ma:showField="Title" ma:web="{2350B4F7-F8CB-4198-BAE4-8068699AA0FC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eutiges_x0020_Datum_x0020_zum_x0020_Index_x0020_hinzuf_x00fc_gen_x003f_" ma:index="18" nillable="true" ma:displayName="Heutiges Datum zum Index hinzufügen?" ma:default="0" ma:internalName="Heutiges_x0020_Datum_x0020_zum_x0020_Index_x0020_hinzuf_x00fc_gen_x003f_">
      <xsd:simpleType>
        <xsd:restriction base="dms:Boolean"/>
      </xsd:simpleType>
    </xsd:element>
    <xsd:element name="Index_x0020_Datum" ma:index="19" nillable="true" ma:displayName="Index Datum" ma:description="" ma:format="DateOnly" ma:internalName="Index_x0020_Datum">
      <xsd:simpleType>
        <xsd:restriction base="dms:DateTime"/>
      </xsd:simpleType>
    </xsd:element>
    <xsd:element name="Index" ma:index="21" nillable="true" ma:displayName="Index" ma:description="" ma:internalName="Index">
      <xsd:simpleType>
        <xsd:restriction base="dms:Text">
          <xsd:maxLength value="255"/>
        </xsd:restriction>
      </xsd:simpleType>
    </xsd:element>
    <xsd:element name="_x0033_0" ma:index="22" nillable="true" ma:displayName="30" ma:default="30" ma:internalName="_x0033_0">
      <xsd:simpleType>
        <xsd:restriction base="dms:Text">
          <xsd:maxLength value="255"/>
        </xsd:restriction>
      </xsd:simpleType>
    </xsd:element>
    <xsd:element name="help" ma:index="28" nillable="true" ma:displayName="help" ma:internalName="help">
      <xsd:simpleType>
        <xsd:restriction base="dms:Text">
          <xsd:maxLength value="255"/>
        </xsd:restriction>
      </xsd:simpleType>
    </xsd:element>
    <xsd:element name="Subgroup_x003a_Subgroup" ma:index="36" nillable="true" ma:displayName="Subgroup:Subgroup" ma:list="{5ca55006-8ec4-426c-a41f-1d977f4e025e}" ma:internalName="Subgroup_x003a_Subgroup" ma:readOnly="true" ma:showField="Title" ma:web="2350b4f7-f8cb-4198-bae4-8068699aa0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tandards;" elementFormDefault="qualified">
    <xsd:import namespace="http://schemas.microsoft.com/office/2006/documentManagement/types"/>
    <xsd:import namespace="http://schemas.microsoft.com/office/infopath/2007/PartnerControls"/>
    <xsd:element name="Language" ma:index="7" nillable="true" ma:displayName="Lang" ma:description="Language" ma:format="Dropdown" ma:internalName="Language">
      <xsd:simpleType>
        <xsd:restriction base="dms:Choice">
          <xsd:enumeration value="BR"/>
          <xsd:enumeration value="CN"/>
          <xsd:enumeration value="DE"/>
          <xsd:enumeration value="EN"/>
          <xsd:enumeration value="ES"/>
          <xsd:enumeration value="MX"/>
          <xsd:enumeration value="PT"/>
          <xsd:enumeration value="SK"/>
          <xsd:enumeration value="UN"/>
        </xsd:restriction>
      </xsd:simpleType>
    </xsd:element>
    <xsd:element name="DLS" ma:index="16" nillable="true" ma:displayName="DLS" ma:description="Document language sign will be filled automatically" ma:format="Image" ma:internalName="DL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o" ma:index="17" nillable="true" ma:displayName="Doc No" ma:description="Document number will be filled automatically" ma:internalName="No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bgroup xmlns="4bc5ca16-e809-4197-952b-8bc149f85ef1">
      <Value>6</Value>
    </Subgroup>
    <Doc_x0020_Type xmlns="4bc5ca16-e809-4197-952b-8bc149f85ef1">F</Doc_x0020_Type>
    <Creator xmlns="4bc5ca16-e809-4197-952b-8bc149f85ef1" xsi:nil="true"/>
    <_x0044_N4 xmlns="4bc5ca16-e809-4197-952b-8bc149f85ef1" xsi:nil="true"/>
    <_x0033_0 xmlns="4bc5ca16-e809-4197-952b-8bc149f85ef1">30</_x0033_0>
    <Form xmlns="4bc5ca16-e809-4197-952b-8bc149f85ef1">F01</Form>
    <Index_x0020_Datum xmlns="4bc5ca16-e809-4197-952b-8bc149f85ef1" xsi:nil="true"/>
    <Language xmlns="$ListId:Standards;">EN</Language>
    <BP xmlns="4bc5ca16-e809-4197-952b-8bc149f85ef1">Supply Chain Management</BP>
    <_x0049_2 xmlns="4bc5ca16-e809-4197-952b-8bc149f85ef1">20140723</_x0049_2>
    <Plants xmlns="4bc5ca16-e809-4197-952b-8bc149f85ef1"/>
    <DLS xmlns="$ListId:Standards;">
      <Url>http://boespspms01/Ablage/flags/uk.gif</Url>
      <Description>http://boespspms01/Ablage/flags/uk.gif</Description>
    </DLS>
    <Heutiges_x0020_Datum_x0020_zum_x0020_Index_x0020_hinzuf_x00fc_gen_x003f_ xmlns="4bc5ca16-e809-4197-952b-8bc149f85ef1">false</Heutiges_x0020_Datum_x0020_zum_x0020_Index_x0020_hinzuf_x00fc_gen_x003f_>
    <I xmlns="4bc5ca16-e809-4197-952b-8bc149f85ef1">E</I>
    <_x0044_N2 xmlns="4bc5ca16-e809-4197-952b-8bc149f85ef1">40</_x0044_N2>
    <Owner xmlns="4bc5ca16-e809-4197-952b-8bc149f85ef1">58</Owner>
    <_x0044_N3 xmlns="4bc5ca16-e809-4197-952b-8bc149f85ef1">05</_x0044_N3>
    <No xmlns="$ListId:Standards;" xsi:nil="true"/>
    <help xmlns="4bc5ca16-e809-4197-952b-8bc149f85ef1" xsi:nil="true"/>
    <_x0044_N1 xmlns="4bc5ca16-e809-4197-952b-8bc149f85ef1">A</_x0044_N1>
    <Index xmlns="4bc5ca16-e809-4197-952b-8bc149f85ef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B7E13-1F8B-499E-9B82-D20B58395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c5ca16-e809-4197-952b-8bc149f85ef1"/>
    <ds:schemaRef ds:uri="$ListId:Standards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7C0523-E7E1-43B7-9A20-2E698730BCF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53F6AF7-9C6C-4934-BAB3-FC0BCC194B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62B570-1784-4FA9-A90D-0E96CAAD51B3}">
  <ds:schemaRefs>
    <ds:schemaRef ds:uri="http://purl.org/dc/terms/"/>
    <ds:schemaRef ds:uri="http://purl.org/dc/dcmitype/"/>
    <ds:schemaRef ds:uri="http://purl.org/dc/elements/1.1/"/>
    <ds:schemaRef ds:uri="4bc5ca16-e809-4197-952b-8bc149f85ef1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$ListId:Standards;"/>
  </ds:schemaRefs>
</ds:datastoreItem>
</file>

<file path=customXml/itemProps5.xml><?xml version="1.0" encoding="utf-8"?>
<ds:datastoreItem xmlns:ds="http://schemas.openxmlformats.org/officeDocument/2006/customXml" ds:itemID="{CC1EF24B-3D5B-4550-9282-F2B0647F2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tmp18F.tmp</Template>
  <TotalTime>0</TotalTime>
  <Pages>9</Pages>
  <Words>2579</Words>
  <Characters>16254</Characters>
  <Application>Microsoft Office Word</Application>
  <DocSecurity>4</DocSecurity>
  <Lines>135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Supplier Self-Assessment</vt:lpstr>
    </vt:vector>
  </TitlesOfParts>
  <Company>..</Company>
  <LinksUpToDate>false</LinksUpToDate>
  <CharactersWithSpaces>18796</CharactersWithSpaces>
  <SharedDoc>false</SharedDoc>
  <HLinks>
    <vt:vector size="12" baseType="variant">
      <vt:variant>
        <vt:i4>7798825</vt:i4>
      </vt:variant>
      <vt:variant>
        <vt:i4>948</vt:i4>
      </vt:variant>
      <vt:variant>
        <vt:i4>0</vt:i4>
      </vt:variant>
      <vt:variant>
        <vt:i4>5</vt:i4>
      </vt:variant>
      <vt:variant>
        <vt:lpwstr>http://dict.leo.org/</vt:lpwstr>
      </vt:variant>
      <vt:variant>
        <vt:lpwstr>/search=policy&amp;searchLoc=0&amp;resultOrder=basic&amp;multiwordShowSingle=on</vt:lpwstr>
      </vt:variant>
      <vt:variant>
        <vt:i4>2097250</vt:i4>
      </vt:variant>
      <vt:variant>
        <vt:i4>126</vt:i4>
      </vt:variant>
      <vt:variant>
        <vt:i4>0</vt:i4>
      </vt:variant>
      <vt:variant>
        <vt:i4>5</vt:i4>
      </vt:variant>
      <vt:variant>
        <vt:lpwstr>http://www.dict.cc/englisch-deutsch/cellphone.html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Self-Assessment</dc:title>
  <dc:creator>Hofer</dc:creator>
  <cp:lastModifiedBy>Sillmann,Marika</cp:lastModifiedBy>
  <cp:revision>2</cp:revision>
  <cp:lastPrinted>2014-01-13T10:16:00Z</cp:lastPrinted>
  <dcterms:created xsi:type="dcterms:W3CDTF">2016-06-22T14:58:00Z</dcterms:created>
  <dcterms:modified xsi:type="dcterms:W3CDTF">2016-06-22T14:58:00Z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750200.000000000</vt:lpwstr>
  </property>
  <property fmtid="{D5CDD505-2E9C-101B-9397-08002B2CF9AE}" pid="3" name="WorkflowChangePath">
    <vt:lpwstr>98c9666d-8095-4943-bdef-53ecbd3e0dd6,8;</vt:lpwstr>
  </property>
</Properties>
</file>